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4362"/>
        <w:gridCol w:w="5209"/>
      </w:tblGrid>
      <w:tr w:rsidR="00B35744" w:rsidRPr="008452E7" w:rsidTr="00C868B5">
        <w:trPr>
          <w:jc w:val="center"/>
        </w:trPr>
        <w:tc>
          <w:tcPr>
            <w:tcW w:w="4362" w:type="dxa"/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B35744" w:rsidRPr="00C868B5" w:rsidRDefault="00B35744" w:rsidP="00ED0583">
            <w:pPr>
              <w:rPr>
                <w:spacing w:val="40"/>
                <w:szCs w:val="24"/>
                <w:lang w:eastAsia="x-none"/>
              </w:rPr>
            </w:pPr>
          </w:p>
        </w:tc>
        <w:tc>
          <w:tcPr>
            <w:tcW w:w="5209" w:type="dxa"/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B35744" w:rsidRPr="00BB02AF" w:rsidRDefault="00B35744" w:rsidP="00B35744">
            <w:pPr>
              <w:spacing w:after="0"/>
              <w:jc w:val="center"/>
              <w:rPr>
                <w:spacing w:val="40"/>
                <w:szCs w:val="24"/>
                <w:lang w:eastAsia="x-none"/>
              </w:rPr>
            </w:pPr>
            <w:r w:rsidRPr="00D1678F">
              <w:rPr>
                <w:szCs w:val="24"/>
                <w:lang w:val="x-none" w:eastAsia="x-none"/>
              </w:rPr>
              <w:t>УТВЕРЖДЕН</w:t>
            </w:r>
            <w:r>
              <w:rPr>
                <w:szCs w:val="24"/>
                <w:lang w:eastAsia="x-none"/>
              </w:rPr>
              <w:t>Ы</w:t>
            </w:r>
          </w:p>
        </w:tc>
      </w:tr>
      <w:tr w:rsidR="00B35744" w:rsidRPr="008452E7" w:rsidTr="00C868B5">
        <w:trPr>
          <w:jc w:val="center"/>
        </w:trPr>
        <w:tc>
          <w:tcPr>
            <w:tcW w:w="4362" w:type="dxa"/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B35744" w:rsidRPr="00BA015D" w:rsidRDefault="00B35744" w:rsidP="00B35744">
            <w:pPr>
              <w:spacing w:after="0" w:line="240" w:lineRule="auto"/>
              <w:rPr>
                <w:szCs w:val="24"/>
                <w:lang w:val="x-none" w:eastAsia="x-none"/>
              </w:rPr>
            </w:pPr>
          </w:p>
        </w:tc>
        <w:tc>
          <w:tcPr>
            <w:tcW w:w="520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5744" w:rsidRDefault="00B35744" w:rsidP="00B35744">
            <w:pPr>
              <w:spacing w:after="0" w:line="240" w:lineRule="auto"/>
              <w:jc w:val="center"/>
              <w:rPr>
                <w:szCs w:val="24"/>
                <w:lang w:val="x-none" w:eastAsia="x-none"/>
              </w:rPr>
            </w:pPr>
            <w:r w:rsidRPr="00BA015D">
              <w:rPr>
                <w:szCs w:val="24"/>
                <w:lang w:val="x-none" w:eastAsia="x-none"/>
              </w:rPr>
              <w:t xml:space="preserve">Решением Коллегии </w:t>
            </w:r>
          </w:p>
          <w:p w:rsidR="00B35744" w:rsidRDefault="00B35744" w:rsidP="00B35744">
            <w:pPr>
              <w:spacing w:after="0" w:line="240" w:lineRule="auto"/>
              <w:jc w:val="center"/>
              <w:rPr>
                <w:szCs w:val="24"/>
                <w:lang w:val="x-none" w:eastAsia="x-none"/>
              </w:rPr>
            </w:pPr>
            <w:r w:rsidRPr="00BA015D">
              <w:rPr>
                <w:szCs w:val="24"/>
                <w:lang w:val="x-none" w:eastAsia="x-none"/>
              </w:rPr>
              <w:t>Евразийской экономической комиссии</w:t>
            </w:r>
          </w:p>
          <w:p w:rsidR="00B35744" w:rsidRPr="00BA015D" w:rsidRDefault="00C964CB" w:rsidP="00643369">
            <w:pPr>
              <w:spacing w:after="0" w:line="240" w:lineRule="auto"/>
              <w:jc w:val="center"/>
              <w:rPr>
                <w:szCs w:val="24"/>
                <w:lang w:val="x-none" w:eastAsia="x-none"/>
              </w:rPr>
            </w:pPr>
            <w:r>
              <w:rPr>
                <w:szCs w:val="24"/>
                <w:lang w:eastAsia="x-none"/>
              </w:rPr>
              <w:t>о</w:t>
            </w:r>
            <w:r w:rsidR="00B35744" w:rsidRPr="005D024A">
              <w:rPr>
                <w:szCs w:val="24"/>
                <w:lang w:eastAsia="x-none"/>
              </w:rPr>
              <w:t>т</w:t>
            </w:r>
            <w:r w:rsidR="00D32B6B">
              <w:rPr>
                <w:szCs w:val="24"/>
                <w:lang w:eastAsia="x-none"/>
              </w:rPr>
              <w:t xml:space="preserve"> </w:t>
            </w:r>
            <w:r w:rsidR="00643369">
              <w:rPr>
                <w:szCs w:val="24"/>
                <w:lang w:eastAsia="x-none"/>
              </w:rPr>
              <w:t>30 августа</w:t>
            </w:r>
            <w:r w:rsidR="00B35744" w:rsidRPr="005D024A">
              <w:rPr>
                <w:szCs w:val="24"/>
                <w:lang w:eastAsia="x-none"/>
              </w:rPr>
              <w:t xml:space="preserve"> 20</w:t>
            </w:r>
            <w:r w:rsidR="00643369">
              <w:rPr>
                <w:szCs w:val="24"/>
                <w:lang w:eastAsia="x-none"/>
              </w:rPr>
              <w:t>16</w:t>
            </w:r>
            <w:r w:rsidR="00B35744" w:rsidRPr="005D024A">
              <w:rPr>
                <w:szCs w:val="24"/>
                <w:lang w:eastAsia="x-none"/>
              </w:rPr>
              <w:t xml:space="preserve"> г. №</w:t>
            </w:r>
            <w:r w:rsidR="00643369">
              <w:rPr>
                <w:szCs w:val="24"/>
                <w:lang w:eastAsia="x-none"/>
              </w:rPr>
              <w:t xml:space="preserve"> 93</w:t>
            </w:r>
          </w:p>
        </w:tc>
      </w:tr>
    </w:tbl>
    <w:p w:rsidR="001A253C" w:rsidRPr="00EE62B0" w:rsidRDefault="001A253C" w:rsidP="00B35744">
      <w:pPr>
        <w:pStyle w:val="afd"/>
        <w:rPr>
          <w:spacing w:val="30"/>
        </w:rPr>
      </w:pPr>
    </w:p>
    <w:p w:rsidR="001A253C" w:rsidRPr="00EE62B0" w:rsidRDefault="001A253C" w:rsidP="007E60EC">
      <w:pPr>
        <w:pStyle w:val="afd"/>
        <w:rPr>
          <w:spacing w:val="30"/>
        </w:rPr>
      </w:pPr>
    </w:p>
    <w:p w:rsidR="00F47BB2" w:rsidRPr="00886FF9" w:rsidRDefault="00B5063E" w:rsidP="007E60EC">
      <w:pPr>
        <w:pStyle w:val="afd"/>
        <w:rPr>
          <w:rFonts w:ascii="Times New Roman" w:hAnsi="Times New Roman"/>
          <w:spacing w:val="30"/>
        </w:rPr>
      </w:pPr>
      <w:r w:rsidRPr="00327117">
        <w:rPr>
          <w:spacing w:val="40"/>
        </w:rPr>
        <w:t>Правила</w:t>
      </w:r>
    </w:p>
    <w:p w:rsidR="00DC3FEE" w:rsidRDefault="00DC3FEE" w:rsidP="00327117">
      <w:pPr>
        <w:pStyle w:val="af4"/>
        <w:spacing w:after="0"/>
        <w:rPr>
          <w:szCs w:val="30"/>
        </w:rPr>
      </w:pPr>
      <w:r>
        <w:rPr>
          <w:szCs w:val="30"/>
        </w:rPr>
        <w:t>информационного взаимодействия</w:t>
      </w:r>
    </w:p>
    <w:p w:rsidR="00D0739A" w:rsidRDefault="00F90679" w:rsidP="00327117">
      <w:pPr>
        <w:pStyle w:val="af4"/>
        <w:spacing w:after="0"/>
        <w:rPr>
          <w:szCs w:val="30"/>
        </w:rPr>
      </w:pPr>
      <w:r w:rsidRPr="00EE62B0">
        <w:rPr>
          <w:szCs w:val="30"/>
        </w:rPr>
        <w:t xml:space="preserve">при реализации средствами интегрированной </w:t>
      </w:r>
      <w:r w:rsidR="00106A32">
        <w:rPr>
          <w:szCs w:val="30"/>
        </w:rPr>
        <w:t xml:space="preserve">информационной </w:t>
      </w:r>
      <w:r w:rsidR="003153BA">
        <w:rPr>
          <w:szCs w:val="30"/>
        </w:rPr>
        <w:br/>
      </w:r>
      <w:r w:rsidRPr="00EE62B0">
        <w:rPr>
          <w:szCs w:val="30"/>
        </w:rPr>
        <w:t xml:space="preserve">системы </w:t>
      </w:r>
      <w:r w:rsidR="00E4446C">
        <w:rPr>
          <w:szCs w:val="30"/>
        </w:rPr>
        <w:t xml:space="preserve">внешней и взаимной торговли </w:t>
      </w:r>
      <w:r w:rsidRPr="00EE62B0">
        <w:rPr>
          <w:szCs w:val="30"/>
        </w:rPr>
        <w:t>общего процесса</w:t>
      </w:r>
      <w:r w:rsidR="00DC3FEE">
        <w:rPr>
          <w:szCs w:val="30"/>
        </w:rPr>
        <w:t xml:space="preserve"> </w:t>
      </w:r>
      <w:r w:rsidR="003153BA">
        <w:rPr>
          <w:szCs w:val="30"/>
        </w:rPr>
        <w:br/>
      </w:r>
      <w:r w:rsidR="00F47BB2" w:rsidRPr="00EE62B0">
        <w:rPr>
          <w:szCs w:val="30"/>
        </w:rPr>
        <w:t>«</w:t>
      </w:r>
      <w:r w:rsidR="00A642B6">
        <w:rPr>
          <w:noProof/>
          <w:szCs w:val="30"/>
        </w:rPr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="00041D04" w:rsidRPr="00EE62B0">
        <w:rPr>
          <w:szCs w:val="30"/>
        </w:rPr>
        <w:t>»</w:t>
      </w:r>
    </w:p>
    <w:p w:rsidR="001A253C" w:rsidRPr="00DA496B" w:rsidRDefault="00DC3FEE" w:rsidP="00D03D43">
      <w:pPr>
        <w:pStyle w:val="1"/>
      </w:pPr>
      <w:r w:rsidRPr="000A7FA1">
        <w:rPr>
          <w:lang w:val="en-US"/>
        </w:rPr>
        <w:t>I</w:t>
      </w:r>
      <w:r w:rsidRPr="00DA496B">
        <w:t>.</w:t>
      </w:r>
      <w:r w:rsidR="00C23E21" w:rsidRPr="003153BA">
        <w:rPr>
          <w:lang w:val="en-US"/>
        </w:rPr>
        <w:t> </w:t>
      </w:r>
      <w:r>
        <w:t>Общие</w:t>
      </w:r>
      <w:r w:rsidRPr="00DA496B">
        <w:t xml:space="preserve"> </w:t>
      </w:r>
      <w:r>
        <w:t>положения</w:t>
      </w:r>
    </w:p>
    <w:p w:rsidR="004C61DC" w:rsidRPr="00EE62B0" w:rsidRDefault="00C50F9E" w:rsidP="007048E9">
      <w:pPr>
        <w:pStyle w:val="aff"/>
        <w:rPr>
          <w:lang w:val="ru-RU"/>
        </w:rPr>
      </w:pPr>
      <w:r>
        <w:rPr>
          <w:noProof/>
        </w:rPr>
        <w:t>1</w:t>
      </w:r>
      <w:r w:rsidRPr="00DA496B">
        <w:rPr>
          <w:lang w:val="ru-RU"/>
        </w:rPr>
        <w:t>.</w:t>
      </w:r>
      <w:r w:rsidR="00C23E21" w:rsidRPr="003153BA">
        <w:rPr>
          <w:lang w:val="en-US"/>
        </w:rPr>
        <w:t> </w:t>
      </w:r>
      <w:r w:rsidR="00C26A6C" w:rsidRPr="00EE62B0">
        <w:rPr>
          <w:lang w:val="ru-RU"/>
        </w:rPr>
        <w:t>Настоящие</w:t>
      </w:r>
      <w:r w:rsidR="00177048" w:rsidRPr="00EE62B0">
        <w:rPr>
          <w:lang w:val="ru-RU"/>
        </w:rPr>
        <w:t xml:space="preserve"> </w:t>
      </w:r>
      <w:r w:rsidR="00DC3FEE">
        <w:rPr>
          <w:lang w:val="ru-RU"/>
        </w:rPr>
        <w:t>П</w:t>
      </w:r>
      <w:r w:rsidR="00DC3FEE" w:rsidRPr="00EE62B0">
        <w:rPr>
          <w:lang w:val="ru-RU"/>
        </w:rPr>
        <w:t xml:space="preserve">равила </w:t>
      </w:r>
      <w:r w:rsidR="00C26A6C" w:rsidRPr="00EE62B0">
        <w:rPr>
          <w:lang w:val="ru-RU"/>
        </w:rPr>
        <w:t>разработаны</w:t>
      </w:r>
      <w:r w:rsidR="00177048" w:rsidRPr="00EE62B0">
        <w:rPr>
          <w:lang w:val="ru-RU"/>
        </w:rPr>
        <w:t xml:space="preserve"> в соответствии со следующими </w:t>
      </w:r>
      <w:r w:rsidR="003153BA">
        <w:rPr>
          <w:lang w:val="ru-RU"/>
        </w:rPr>
        <w:t xml:space="preserve">актами, входящими </w:t>
      </w:r>
      <w:proofErr w:type="gramStart"/>
      <w:r w:rsidR="003153BA">
        <w:rPr>
          <w:lang w:val="ru-RU"/>
        </w:rPr>
        <w:t>в право</w:t>
      </w:r>
      <w:proofErr w:type="gramEnd"/>
      <w:r w:rsidR="003153BA">
        <w:rPr>
          <w:lang w:val="ru-RU"/>
        </w:rPr>
        <w:t xml:space="preserve"> Евразийского экономического союза</w:t>
      </w:r>
      <w:r w:rsidR="00DA496B" w:rsidRPr="00DA496B">
        <w:rPr>
          <w:lang w:val="ru-RU"/>
        </w:rPr>
        <w:t xml:space="preserve"> </w:t>
      </w:r>
      <w:r w:rsidR="00DA496B">
        <w:rPr>
          <w:lang w:val="ru-RU"/>
        </w:rPr>
        <w:t>(далее – Союз)</w:t>
      </w:r>
      <w:r w:rsidR="004C61DC" w:rsidRPr="00EE62B0">
        <w:rPr>
          <w:lang w:val="ru-RU"/>
        </w:rPr>
        <w:t>:</w:t>
      </w:r>
    </w:p>
    <w:p w:rsidR="00B5638E" w:rsidRPr="00DA496B" w:rsidRDefault="00504FC2" w:rsidP="00F60BC6">
      <w:pPr>
        <w:pStyle w:val="a4"/>
        <w:rPr>
          <w:lang w:val="ru-RU"/>
        </w:rPr>
      </w:pPr>
      <w:r w:rsidRPr="00DA496B">
        <w:rPr>
          <w:noProof/>
          <w:lang w:val="ru-RU"/>
        </w:rPr>
        <w:t>Договор о Евразийском экономическом союзе от 29</w:t>
      </w:r>
      <w:r w:rsidRPr="00E736A4">
        <w:rPr>
          <w:noProof/>
          <w:lang w:val="en-US"/>
        </w:rPr>
        <w:t> </w:t>
      </w:r>
      <w:r w:rsidRPr="00DA496B">
        <w:rPr>
          <w:noProof/>
          <w:lang w:val="ru-RU"/>
        </w:rPr>
        <w:t>мая 2014</w:t>
      </w:r>
      <w:r w:rsidRPr="00E736A4">
        <w:rPr>
          <w:noProof/>
          <w:lang w:val="en-US"/>
        </w:rPr>
        <w:t> </w:t>
      </w:r>
      <w:r w:rsidRPr="00DA496B">
        <w:rPr>
          <w:noProof/>
          <w:lang w:val="ru-RU"/>
        </w:rPr>
        <w:t>года</w:t>
      </w:r>
      <w:r w:rsidR="00A4698B" w:rsidRPr="00DA496B">
        <w:rPr>
          <w:lang w:val="ru-RU"/>
        </w:rPr>
        <w:t>;</w:t>
      </w:r>
    </w:p>
    <w:p w:rsidR="007C05E3" w:rsidRPr="007C05E3" w:rsidRDefault="00504FC2" w:rsidP="003153BA">
      <w:pPr>
        <w:pStyle w:val="a4"/>
        <w:rPr>
          <w:lang w:val="ru-RU"/>
        </w:rPr>
      </w:pPr>
      <w:r w:rsidRPr="00DA496B">
        <w:rPr>
          <w:noProof/>
          <w:lang w:val="ru-RU"/>
        </w:rPr>
        <w:t xml:space="preserve">Соглашение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</w:t>
      </w:r>
      <w:r w:rsidR="00DA496B">
        <w:rPr>
          <w:noProof/>
          <w:lang w:val="ru-RU"/>
        </w:rPr>
        <w:br/>
      </w:r>
      <w:r w:rsidRPr="00DA496B">
        <w:rPr>
          <w:noProof/>
          <w:lang w:val="ru-RU"/>
        </w:rPr>
        <w:t xml:space="preserve">от </w:t>
      </w:r>
      <w:r w:rsidR="008452E7" w:rsidRPr="00DA496B">
        <w:rPr>
          <w:noProof/>
          <w:lang w:val="ru-RU"/>
        </w:rPr>
        <w:t>23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декабря </w:t>
      </w:r>
      <w:r w:rsidR="008452E7" w:rsidRPr="00DA496B">
        <w:rPr>
          <w:noProof/>
          <w:lang w:val="ru-RU"/>
        </w:rPr>
        <w:t>2014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>г</w:t>
      </w:r>
      <w:r w:rsidR="008452E7">
        <w:rPr>
          <w:noProof/>
          <w:lang w:val="ru-RU"/>
        </w:rPr>
        <w:t>ода</w:t>
      </w:r>
      <w:r w:rsidR="008452E7" w:rsidRPr="00DA496B">
        <w:rPr>
          <w:lang w:val="ru-RU"/>
        </w:rPr>
        <w:t>;</w:t>
      </w:r>
    </w:p>
    <w:p w:rsidR="007C05E3" w:rsidRDefault="00504FC2" w:rsidP="003153BA">
      <w:pPr>
        <w:pStyle w:val="a4"/>
        <w:rPr>
          <w:lang w:val="ru-RU"/>
        </w:rPr>
      </w:pPr>
      <w:r w:rsidRPr="00DA496B">
        <w:rPr>
          <w:noProof/>
          <w:lang w:val="ru-RU"/>
        </w:rPr>
        <w:t xml:space="preserve">Решение Высшего Евразийского экономического совета </w:t>
      </w:r>
      <w:r w:rsidR="00DA496B">
        <w:rPr>
          <w:noProof/>
          <w:lang w:val="ru-RU"/>
        </w:rPr>
        <w:br/>
      </w:r>
      <w:r w:rsidRPr="00DA496B">
        <w:rPr>
          <w:noProof/>
          <w:lang w:val="ru-RU"/>
        </w:rPr>
        <w:t xml:space="preserve">от </w:t>
      </w:r>
      <w:r w:rsidR="008452E7" w:rsidRPr="00DA496B">
        <w:rPr>
          <w:noProof/>
          <w:lang w:val="ru-RU"/>
        </w:rPr>
        <w:t>23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декабря </w:t>
      </w:r>
      <w:r w:rsidR="008452E7" w:rsidRPr="00DA496B">
        <w:rPr>
          <w:noProof/>
          <w:lang w:val="ru-RU"/>
        </w:rPr>
        <w:t>2014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г. </w:t>
      </w:r>
      <w:r w:rsidR="008452E7" w:rsidRPr="00DA496B">
        <w:rPr>
          <w:noProof/>
          <w:lang w:val="ru-RU"/>
        </w:rPr>
        <w:t>№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>109 «О реализации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</w:t>
      </w:r>
      <w:r w:rsidR="00AF292E" w:rsidRPr="00DA496B">
        <w:rPr>
          <w:lang w:val="ru-RU"/>
        </w:rPr>
        <w:t>;</w:t>
      </w:r>
    </w:p>
    <w:p w:rsidR="008452E7" w:rsidRDefault="008452E7" w:rsidP="008452E7">
      <w:pPr>
        <w:pStyle w:val="a4"/>
        <w:rPr>
          <w:lang w:val="ru-RU"/>
        </w:rPr>
      </w:pPr>
      <w:r>
        <w:t xml:space="preserve">Решение </w:t>
      </w:r>
      <w:r w:rsidRPr="00E83E47">
        <w:t>Совет</w:t>
      </w:r>
      <w:r>
        <w:t>а</w:t>
      </w:r>
      <w:r w:rsidRPr="00E83E47">
        <w:t xml:space="preserve"> Евразийской экономической комиссии</w:t>
      </w:r>
      <w:r>
        <w:t xml:space="preserve"> </w:t>
      </w:r>
      <w:r>
        <w:br/>
        <w:t xml:space="preserve">от </w:t>
      </w:r>
      <w:r>
        <w:rPr>
          <w:lang w:val="ru-RU"/>
        </w:rPr>
        <w:t xml:space="preserve">12 февраля </w:t>
      </w:r>
      <w:r>
        <w:t xml:space="preserve">2016 г. </w:t>
      </w:r>
      <w:r w:rsidRPr="00E83E47">
        <w:t xml:space="preserve">№ </w:t>
      </w:r>
      <w:r>
        <w:rPr>
          <w:lang w:val="ru-RU"/>
        </w:rPr>
        <w:t xml:space="preserve">30 </w:t>
      </w:r>
      <w:r w:rsidRPr="00DC3CAC">
        <w:rPr>
          <w:noProof/>
          <w:lang w:val="ru-RU"/>
        </w:rPr>
        <w:t xml:space="preserve">«Об утверждении Порядка формирования и </w:t>
      </w:r>
      <w:r w:rsidRPr="00DC3CAC">
        <w:rPr>
          <w:noProof/>
          <w:lang w:val="ru-RU"/>
        </w:rPr>
        <w:lastRenderedPageBreak/>
        <w:t>ведения информационной системы в сфере обращения медицинских изд</w:t>
      </w:r>
      <w:r>
        <w:rPr>
          <w:noProof/>
          <w:lang w:val="ru-RU"/>
        </w:rPr>
        <w:t>елий</w:t>
      </w:r>
      <w:r w:rsidRPr="00DC3CAC">
        <w:rPr>
          <w:noProof/>
          <w:lang w:val="ru-RU"/>
        </w:rPr>
        <w:t>»</w:t>
      </w:r>
      <w:r>
        <w:rPr>
          <w:lang w:val="ru-RU"/>
        </w:rPr>
        <w:t>;</w:t>
      </w:r>
    </w:p>
    <w:p w:rsidR="007C05E3" w:rsidRPr="007C05E3" w:rsidRDefault="00504FC2" w:rsidP="003153BA">
      <w:pPr>
        <w:pStyle w:val="a4"/>
        <w:rPr>
          <w:lang w:val="ru-RU"/>
        </w:rPr>
      </w:pPr>
      <w:r w:rsidRPr="00DA496B">
        <w:rPr>
          <w:noProof/>
          <w:lang w:val="ru-RU"/>
        </w:rPr>
        <w:t xml:space="preserve">Решение Коллегии Евразийской экономической комиссии </w:t>
      </w:r>
      <w:r w:rsidR="00DA496B">
        <w:rPr>
          <w:noProof/>
          <w:lang w:val="ru-RU"/>
        </w:rPr>
        <w:br/>
      </w:r>
      <w:r w:rsidRPr="00DA496B">
        <w:rPr>
          <w:noProof/>
          <w:lang w:val="ru-RU"/>
        </w:rPr>
        <w:t xml:space="preserve">от </w:t>
      </w:r>
      <w:r w:rsidR="008452E7" w:rsidRPr="00DA496B">
        <w:rPr>
          <w:noProof/>
          <w:lang w:val="ru-RU"/>
        </w:rPr>
        <w:t>6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ноября </w:t>
      </w:r>
      <w:r w:rsidR="008452E7" w:rsidRPr="00DA496B">
        <w:rPr>
          <w:noProof/>
          <w:lang w:val="ru-RU"/>
        </w:rPr>
        <w:t>2014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г. </w:t>
      </w:r>
      <w:r w:rsidR="008452E7" w:rsidRPr="00DA496B">
        <w:rPr>
          <w:noProof/>
          <w:lang w:val="ru-RU"/>
        </w:rPr>
        <w:t>№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>200 «О технологических документах, регламентирующих информационное взаимодействие при реализации средствами интегрированной информационной системы внешней и взаимной торговли общих процессов»</w:t>
      </w:r>
      <w:r w:rsidR="00AF292E" w:rsidRPr="00DA496B">
        <w:rPr>
          <w:lang w:val="ru-RU"/>
        </w:rPr>
        <w:t>;</w:t>
      </w:r>
    </w:p>
    <w:p w:rsidR="007C05E3" w:rsidRPr="007C05E3" w:rsidRDefault="00504FC2" w:rsidP="003153BA">
      <w:pPr>
        <w:pStyle w:val="a4"/>
        <w:rPr>
          <w:lang w:val="ru-RU"/>
        </w:rPr>
      </w:pPr>
      <w:r w:rsidRPr="00DA496B">
        <w:rPr>
          <w:noProof/>
          <w:lang w:val="ru-RU"/>
        </w:rPr>
        <w:t xml:space="preserve">Решение Коллегии Евразийской экономической комиссии </w:t>
      </w:r>
      <w:r w:rsidR="00DA496B">
        <w:rPr>
          <w:noProof/>
          <w:lang w:val="ru-RU"/>
        </w:rPr>
        <w:br/>
      </w:r>
      <w:r w:rsidRPr="00DA496B">
        <w:rPr>
          <w:noProof/>
          <w:lang w:val="ru-RU"/>
        </w:rPr>
        <w:t xml:space="preserve">от </w:t>
      </w:r>
      <w:r w:rsidR="008452E7" w:rsidRPr="00DA496B">
        <w:rPr>
          <w:noProof/>
          <w:lang w:val="ru-RU"/>
        </w:rPr>
        <w:t>27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января </w:t>
      </w:r>
      <w:r w:rsidR="008452E7" w:rsidRPr="00DA496B">
        <w:rPr>
          <w:noProof/>
          <w:lang w:val="ru-RU"/>
        </w:rPr>
        <w:t>2015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г. </w:t>
      </w:r>
      <w:r w:rsidR="008452E7" w:rsidRPr="00DA496B">
        <w:rPr>
          <w:noProof/>
          <w:lang w:val="ru-RU"/>
        </w:rPr>
        <w:t>№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>5 «Об утверждении Правил электронного обмена данными в интегрированной информационной системе внешней и взаимной торговли»</w:t>
      </w:r>
      <w:r w:rsidR="00AF292E" w:rsidRPr="00DA496B">
        <w:rPr>
          <w:lang w:val="ru-RU"/>
        </w:rPr>
        <w:t>;</w:t>
      </w:r>
    </w:p>
    <w:p w:rsidR="007C05E3" w:rsidRPr="007C05E3" w:rsidRDefault="00504FC2" w:rsidP="003153BA">
      <w:pPr>
        <w:pStyle w:val="a4"/>
        <w:rPr>
          <w:lang w:val="ru-RU"/>
        </w:rPr>
      </w:pPr>
      <w:r w:rsidRPr="00DA496B">
        <w:rPr>
          <w:noProof/>
          <w:lang w:val="ru-RU"/>
        </w:rPr>
        <w:t xml:space="preserve">Решение Коллегии Евразийской экономической комиссии </w:t>
      </w:r>
      <w:r w:rsidR="00DA496B">
        <w:rPr>
          <w:noProof/>
          <w:lang w:val="ru-RU"/>
        </w:rPr>
        <w:br/>
      </w:r>
      <w:r w:rsidRPr="00DA496B">
        <w:rPr>
          <w:noProof/>
          <w:lang w:val="ru-RU"/>
        </w:rPr>
        <w:t xml:space="preserve">от </w:t>
      </w:r>
      <w:r w:rsidR="008452E7" w:rsidRPr="00DA496B">
        <w:rPr>
          <w:noProof/>
          <w:lang w:val="ru-RU"/>
        </w:rPr>
        <w:t>14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апреля </w:t>
      </w:r>
      <w:r w:rsidR="008452E7" w:rsidRPr="00DA496B">
        <w:rPr>
          <w:noProof/>
          <w:lang w:val="ru-RU"/>
        </w:rPr>
        <w:t>2015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г. </w:t>
      </w:r>
      <w:r w:rsidR="008452E7" w:rsidRPr="00DA496B">
        <w:rPr>
          <w:noProof/>
          <w:lang w:val="ru-RU"/>
        </w:rPr>
        <w:t>№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29 «О перечне общих процессов в рамках Евразийского экономического союза и внесении изменения в Решение Коллегии Евразийской экономической комиссии от </w:t>
      </w:r>
      <w:r w:rsidR="008452E7" w:rsidRPr="00DA496B">
        <w:rPr>
          <w:noProof/>
          <w:lang w:val="ru-RU"/>
        </w:rPr>
        <w:t>19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августа </w:t>
      </w:r>
      <w:r w:rsidR="008452E7" w:rsidRPr="00DA496B">
        <w:rPr>
          <w:noProof/>
          <w:lang w:val="ru-RU"/>
        </w:rPr>
        <w:t>2014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г. </w:t>
      </w:r>
      <w:r w:rsidR="00073F2F">
        <w:rPr>
          <w:noProof/>
          <w:lang w:val="ru-RU"/>
        </w:rPr>
        <w:br/>
      </w:r>
      <w:r w:rsidR="008452E7" w:rsidRPr="00DA496B">
        <w:rPr>
          <w:noProof/>
          <w:lang w:val="ru-RU"/>
        </w:rPr>
        <w:t>№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>132»</w:t>
      </w:r>
      <w:r w:rsidR="00AF292E" w:rsidRPr="00DA496B">
        <w:rPr>
          <w:lang w:val="ru-RU"/>
        </w:rPr>
        <w:t>;</w:t>
      </w:r>
    </w:p>
    <w:p w:rsidR="007C05E3" w:rsidRPr="007C05E3" w:rsidRDefault="00504FC2" w:rsidP="003153BA">
      <w:pPr>
        <w:pStyle w:val="a4"/>
        <w:rPr>
          <w:lang w:val="ru-RU"/>
        </w:rPr>
      </w:pPr>
      <w:r w:rsidRPr="00DA496B">
        <w:rPr>
          <w:noProof/>
          <w:lang w:val="ru-RU"/>
        </w:rPr>
        <w:t xml:space="preserve">Решение Коллегии Евразийской экономической комиссии </w:t>
      </w:r>
      <w:r w:rsidR="00DA496B">
        <w:rPr>
          <w:noProof/>
          <w:lang w:val="ru-RU"/>
        </w:rPr>
        <w:br/>
      </w:r>
      <w:r w:rsidRPr="00DA496B">
        <w:rPr>
          <w:noProof/>
          <w:lang w:val="ru-RU"/>
        </w:rPr>
        <w:t xml:space="preserve">от </w:t>
      </w:r>
      <w:r w:rsidR="008452E7" w:rsidRPr="00DA496B">
        <w:rPr>
          <w:noProof/>
          <w:lang w:val="ru-RU"/>
        </w:rPr>
        <w:t>9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июня </w:t>
      </w:r>
      <w:r w:rsidR="008452E7" w:rsidRPr="00DA496B">
        <w:rPr>
          <w:noProof/>
          <w:lang w:val="ru-RU"/>
        </w:rPr>
        <w:t>2015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г. </w:t>
      </w:r>
      <w:r w:rsidR="008452E7" w:rsidRPr="00DA496B">
        <w:rPr>
          <w:noProof/>
          <w:lang w:val="ru-RU"/>
        </w:rPr>
        <w:t>№</w:t>
      </w:r>
      <w:r w:rsidR="008452E7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>63 «О Методике анализа, оптимизации, гармонизации и описания общих процессов в рамках Евразийского экономического союза»</w:t>
      </w:r>
      <w:r w:rsidR="008452E7">
        <w:rPr>
          <w:lang w:val="ru-RU"/>
        </w:rPr>
        <w:t>.</w:t>
      </w:r>
    </w:p>
    <w:p w:rsidR="001C4623" w:rsidRPr="008219C2" w:rsidRDefault="009725E7" w:rsidP="00D03D43">
      <w:pPr>
        <w:pStyle w:val="1"/>
      </w:pPr>
      <w:bookmarkStart w:id="0" w:name="_Toc351924578"/>
      <w:bookmarkStart w:id="1" w:name="_Toc363227824"/>
      <w:bookmarkStart w:id="2" w:name="_Toc364113123"/>
      <w:bookmarkStart w:id="3" w:name="_Toc369270989"/>
      <w:bookmarkStart w:id="4" w:name="_Toc375908829"/>
      <w:r w:rsidRPr="001C183C">
        <w:rPr>
          <w:lang w:val="en-US"/>
        </w:rPr>
        <w:t>II</w:t>
      </w:r>
      <w:r w:rsidR="00E6007B" w:rsidRPr="008219C2">
        <w:t>.</w:t>
      </w:r>
      <w:r w:rsidR="00C23E21">
        <w:rPr>
          <w:lang w:val="en-US"/>
        </w:rPr>
        <w:t> </w:t>
      </w:r>
      <w:r w:rsidR="001C4623" w:rsidRPr="00EE62B0">
        <w:t>Об</w:t>
      </w:r>
      <w:r w:rsidR="00055468" w:rsidRPr="00EE62B0">
        <w:t>ласть</w:t>
      </w:r>
      <w:r w:rsidR="00055468" w:rsidRPr="008219C2">
        <w:t xml:space="preserve"> </w:t>
      </w:r>
      <w:r w:rsidR="00055468" w:rsidRPr="00EE62B0">
        <w:t>применения</w:t>
      </w:r>
      <w:bookmarkEnd w:id="0"/>
      <w:bookmarkEnd w:id="1"/>
      <w:bookmarkEnd w:id="2"/>
      <w:bookmarkEnd w:id="3"/>
      <w:bookmarkEnd w:id="4"/>
    </w:p>
    <w:p w:rsidR="003153BA" w:rsidRDefault="00C50F9E" w:rsidP="004A1920">
      <w:pPr>
        <w:pStyle w:val="aff"/>
      </w:pPr>
      <w:bookmarkStart w:id="5" w:name="_Toc351924580"/>
      <w:r>
        <w:rPr>
          <w:noProof/>
        </w:rPr>
        <w:t>2</w:t>
      </w:r>
      <w:r w:rsidR="001C183C" w:rsidRPr="008219C2">
        <w:rPr>
          <w:lang w:val="ru-RU"/>
        </w:rPr>
        <w:t>.</w:t>
      </w:r>
      <w:r w:rsidR="00C23E21">
        <w:rPr>
          <w:lang w:val="en-US"/>
        </w:rPr>
        <w:t> </w:t>
      </w:r>
      <w:r w:rsidR="007C05E3" w:rsidRPr="001E3A45">
        <w:t xml:space="preserve">Настоящие Правила разработаны </w:t>
      </w:r>
      <w:r w:rsidR="003153BA">
        <w:rPr>
          <w:lang w:val="ru-RU"/>
        </w:rPr>
        <w:t xml:space="preserve">в целях определения порядка </w:t>
      </w:r>
      <w:r w:rsidR="00EA6731">
        <w:rPr>
          <w:lang w:val="ru-RU"/>
        </w:rPr>
        <w:br/>
      </w:r>
      <w:r w:rsidR="003153BA">
        <w:rPr>
          <w:lang w:val="ru-RU"/>
        </w:rPr>
        <w:t>и условий информационного взаимодействия между участниками общего процесса «</w:t>
      </w:r>
      <w:r w:rsidR="00A642B6">
        <w:rPr>
          <w:noProof/>
        </w:rPr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="003153BA">
        <w:rPr>
          <w:lang w:val="ru-RU"/>
        </w:rPr>
        <w:t xml:space="preserve">» (далее – общий процесс), </w:t>
      </w:r>
      <w:r w:rsidR="003153BA">
        <w:rPr>
          <w:lang w:val="ru-RU"/>
        </w:rPr>
        <w:lastRenderedPageBreak/>
        <w:t>включая описание процедур, выполняемых в рамках этого общего процесса.</w:t>
      </w:r>
    </w:p>
    <w:p w:rsidR="00C26A6C" w:rsidRPr="00EE62B0" w:rsidRDefault="001C183C" w:rsidP="001C183C">
      <w:pPr>
        <w:pStyle w:val="aff"/>
      </w:pPr>
      <w:r>
        <w:rPr>
          <w:noProof/>
        </w:rPr>
        <w:t>3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3153BA" w:rsidRPr="00B44F2D">
        <w:t xml:space="preserve">Настоящие Правила применяются участниками общего процесса при контроле за порядком выполнения процедур и операций </w:t>
      </w:r>
      <w:r w:rsidR="003153BA">
        <w:rPr>
          <w:lang w:val="ru-RU"/>
        </w:rPr>
        <w:t xml:space="preserve">в рамках </w:t>
      </w:r>
      <w:r w:rsidR="003153BA" w:rsidRPr="00B44F2D">
        <w:t>общего процесса, а также при проектировании, разработке и доработке компонентов информационных систем, обеспечивающих реализацию общего процесса</w:t>
      </w:r>
      <w:r w:rsidR="00C26A6C" w:rsidRPr="00EE62B0">
        <w:t>.</w:t>
      </w:r>
    </w:p>
    <w:p w:rsidR="00055468" w:rsidRPr="00AD29D7" w:rsidRDefault="009725E7" w:rsidP="00D03D43">
      <w:pPr>
        <w:pStyle w:val="1"/>
      </w:pPr>
      <w:bookmarkStart w:id="6" w:name="_Toc375908830"/>
      <w:r w:rsidRPr="009B2CBA">
        <w:rPr>
          <w:lang w:val="en-US"/>
        </w:rPr>
        <w:t>III</w:t>
      </w:r>
      <w:r w:rsidR="00E6007B" w:rsidRPr="00AD29D7">
        <w:t>.</w:t>
      </w:r>
      <w:bookmarkEnd w:id="6"/>
      <w:r w:rsidR="00C23E21">
        <w:rPr>
          <w:lang w:val="en-US"/>
        </w:rPr>
        <w:t> </w:t>
      </w:r>
      <w:r w:rsidR="0032190E" w:rsidRPr="00EE62B0">
        <w:t>Основные</w:t>
      </w:r>
      <w:r w:rsidR="0032190E" w:rsidRPr="00AD29D7">
        <w:t xml:space="preserve"> </w:t>
      </w:r>
      <w:r w:rsidR="0032190E" w:rsidRPr="00EE62B0">
        <w:t>понятия</w:t>
      </w:r>
    </w:p>
    <w:bookmarkEnd w:id="5"/>
    <w:p w:rsidR="00B56AF1" w:rsidRPr="00EE62B0" w:rsidRDefault="001C183C" w:rsidP="001C183C">
      <w:pPr>
        <w:pStyle w:val="aff"/>
      </w:pPr>
      <w:r>
        <w:rPr>
          <w:noProof/>
        </w:rPr>
        <w:t>4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3153BA">
        <w:rPr>
          <w:lang w:val="ru-RU"/>
        </w:rPr>
        <w:t>Для</w:t>
      </w:r>
      <w:r w:rsidR="003153BA" w:rsidRPr="00DA496B">
        <w:rPr>
          <w:lang w:val="ru-RU"/>
        </w:rPr>
        <w:t xml:space="preserve"> </w:t>
      </w:r>
      <w:r w:rsidR="003153BA">
        <w:rPr>
          <w:lang w:val="ru-RU"/>
        </w:rPr>
        <w:t>целей</w:t>
      </w:r>
      <w:r w:rsidR="003153BA" w:rsidRPr="00DA496B">
        <w:rPr>
          <w:lang w:val="ru-RU"/>
        </w:rPr>
        <w:t xml:space="preserve"> </w:t>
      </w:r>
      <w:r w:rsidR="003153BA">
        <w:rPr>
          <w:lang w:val="ru-RU"/>
        </w:rPr>
        <w:t>настоящих</w:t>
      </w:r>
      <w:r w:rsidR="003153BA" w:rsidRPr="00DA496B">
        <w:rPr>
          <w:lang w:val="ru-RU"/>
        </w:rPr>
        <w:t xml:space="preserve"> </w:t>
      </w:r>
      <w:r w:rsidR="003153BA">
        <w:rPr>
          <w:lang w:val="ru-RU"/>
        </w:rPr>
        <w:t>Правил</w:t>
      </w:r>
      <w:r w:rsidR="003153BA" w:rsidRPr="00DA496B">
        <w:rPr>
          <w:lang w:val="ru-RU"/>
        </w:rPr>
        <w:t xml:space="preserve"> </w:t>
      </w:r>
      <w:r w:rsidR="003153BA">
        <w:rPr>
          <w:lang w:val="ru-RU"/>
        </w:rPr>
        <w:t>используются</w:t>
      </w:r>
      <w:r w:rsidR="003153BA" w:rsidRPr="00DA496B">
        <w:rPr>
          <w:lang w:val="ru-RU"/>
        </w:rPr>
        <w:t xml:space="preserve"> </w:t>
      </w:r>
      <w:r w:rsidR="003153BA">
        <w:rPr>
          <w:lang w:val="ru-RU"/>
        </w:rPr>
        <w:t>понятия</w:t>
      </w:r>
      <w:r w:rsidR="003153BA" w:rsidRPr="00DA496B">
        <w:rPr>
          <w:lang w:val="ru-RU"/>
        </w:rPr>
        <w:t>,</w:t>
      </w:r>
      <w:r w:rsidR="003153BA" w:rsidRPr="00EE62B0">
        <w:t xml:space="preserve"> </w:t>
      </w:r>
      <w:r w:rsidR="003153BA">
        <w:rPr>
          <w:lang w:val="ru-RU"/>
        </w:rPr>
        <w:t>которые</w:t>
      </w:r>
      <w:r w:rsidR="003153BA" w:rsidRPr="00DA496B">
        <w:rPr>
          <w:lang w:val="ru-RU"/>
        </w:rPr>
        <w:t xml:space="preserve"> </w:t>
      </w:r>
      <w:r w:rsidR="003153BA">
        <w:rPr>
          <w:lang w:val="ru-RU"/>
        </w:rPr>
        <w:t>означают</w:t>
      </w:r>
      <w:r w:rsidR="003153BA" w:rsidRPr="00DA496B">
        <w:rPr>
          <w:lang w:val="ru-RU"/>
        </w:rPr>
        <w:t xml:space="preserve"> </w:t>
      </w:r>
      <w:r w:rsidR="003153BA">
        <w:rPr>
          <w:lang w:val="ru-RU"/>
        </w:rPr>
        <w:t>следующее</w:t>
      </w:r>
      <w:r w:rsidR="00597792" w:rsidRPr="00EE62B0">
        <w:t>:</w:t>
      </w:r>
    </w:p>
    <w:p w:rsidR="00B56AF1" w:rsidRPr="00DA496B" w:rsidRDefault="00B87377" w:rsidP="00B56AF1">
      <w:pPr>
        <w:pStyle w:val="a4"/>
        <w:rPr>
          <w:lang w:val="ru-RU"/>
        </w:rPr>
      </w:pPr>
      <w:r w:rsidRPr="00DA496B">
        <w:rPr>
          <w:lang w:val="ru-RU"/>
        </w:rPr>
        <w:t>«</w:t>
      </w:r>
      <w:r w:rsidRPr="00DA496B">
        <w:rPr>
          <w:noProof/>
          <w:lang w:val="ru-RU"/>
        </w:rPr>
        <w:t>авторизация</w:t>
      </w:r>
      <w:r w:rsidRPr="00DA496B">
        <w:rPr>
          <w:lang w:val="ru-RU"/>
        </w:rPr>
        <w:t xml:space="preserve">» – </w:t>
      </w:r>
      <w:r w:rsidRPr="00DA496B">
        <w:rPr>
          <w:noProof/>
          <w:lang w:val="ru-RU"/>
        </w:rPr>
        <w:t>предоставление участнику общего процесса прав на выполнение определенных действий</w:t>
      </w:r>
      <w:r w:rsidR="007B6389" w:rsidRPr="00DA496B">
        <w:rPr>
          <w:lang w:val="ru-RU"/>
        </w:rPr>
        <w:t>;</w:t>
      </w:r>
    </w:p>
    <w:p w:rsidR="00C43345" w:rsidRDefault="00B87377" w:rsidP="00B56AF1">
      <w:pPr>
        <w:pStyle w:val="a4"/>
        <w:rPr>
          <w:rStyle w:val="afc"/>
          <w:lang w:val="ru-RU"/>
        </w:rPr>
      </w:pPr>
      <w:r w:rsidRPr="00DA496B">
        <w:rPr>
          <w:lang w:val="ru-RU"/>
        </w:rPr>
        <w:t>«</w:t>
      </w:r>
      <w:r w:rsidRPr="00DA496B">
        <w:rPr>
          <w:noProof/>
          <w:lang w:val="ru-RU"/>
        </w:rPr>
        <w:t>единый реестр</w:t>
      </w:r>
      <w:r w:rsidRPr="00DA496B">
        <w:rPr>
          <w:lang w:val="ru-RU"/>
        </w:rPr>
        <w:t xml:space="preserve">» – </w:t>
      </w:r>
      <w:r w:rsidR="008452E7">
        <w:rPr>
          <w:noProof/>
          <w:lang w:val="ru-RU"/>
        </w:rPr>
        <w:t>единый реестр</w:t>
      </w:r>
      <w:r w:rsidRPr="00DA496B">
        <w:rPr>
          <w:noProof/>
          <w:lang w:val="ru-RU"/>
        </w:rPr>
        <w:t xml:space="preserve"> уполномоченных </w:t>
      </w:r>
      <w:r w:rsidR="008452E7" w:rsidRPr="00DA496B">
        <w:rPr>
          <w:noProof/>
          <w:lang w:val="ru-RU"/>
        </w:rPr>
        <w:t>организаци</w:t>
      </w:r>
      <w:r w:rsidR="008452E7">
        <w:rPr>
          <w:noProof/>
          <w:lang w:val="ru-RU"/>
        </w:rPr>
        <w:t>й</w:t>
      </w:r>
      <w:r w:rsidR="008452E7" w:rsidRPr="00DA496B">
        <w:rPr>
          <w:noProof/>
          <w:lang w:val="ru-RU"/>
        </w:rPr>
        <w:t xml:space="preserve"> </w:t>
      </w:r>
      <w:r w:rsidRPr="00DA496B">
        <w:rPr>
          <w:noProof/>
          <w:lang w:val="ru-RU"/>
        </w:rPr>
        <w:t xml:space="preserve">Союза, осуществляющих проведение </w:t>
      </w:r>
      <w:r w:rsidR="00A642B6" w:rsidRPr="00DA496B">
        <w:rPr>
          <w:noProof/>
          <w:lang w:val="ru-RU"/>
        </w:rPr>
        <w:t xml:space="preserve">исследований </w:t>
      </w:r>
      <w:r w:rsidR="00A642B6">
        <w:rPr>
          <w:noProof/>
          <w:lang w:val="ru-RU"/>
        </w:rPr>
        <w:t>(</w:t>
      </w:r>
      <w:r w:rsidRPr="00DA496B">
        <w:rPr>
          <w:noProof/>
          <w:lang w:val="ru-RU"/>
        </w:rPr>
        <w:t>испытаний</w:t>
      </w:r>
      <w:r w:rsidR="00A642B6">
        <w:rPr>
          <w:noProof/>
          <w:lang w:val="ru-RU"/>
        </w:rPr>
        <w:t>)</w:t>
      </w:r>
      <w:r w:rsidRPr="00DA496B">
        <w:rPr>
          <w:noProof/>
          <w:lang w:val="ru-RU"/>
        </w:rPr>
        <w:t xml:space="preserve">  медицинских изделий в целях их регистрации, формирование и ведение которого осуществляется Евразийской экономической комиссией</w:t>
      </w:r>
      <w:r w:rsidR="007B6389" w:rsidRPr="00DA496B">
        <w:rPr>
          <w:lang w:val="ru-RU"/>
        </w:rPr>
        <w:t>;</w:t>
      </w:r>
    </w:p>
    <w:p w:rsidR="00C43345" w:rsidRDefault="00B87377" w:rsidP="00B56AF1">
      <w:pPr>
        <w:pStyle w:val="a4"/>
        <w:rPr>
          <w:rStyle w:val="afc"/>
          <w:lang w:val="ru-RU"/>
        </w:rPr>
      </w:pPr>
      <w:r w:rsidRPr="00DA496B">
        <w:rPr>
          <w:lang w:val="ru-RU"/>
        </w:rPr>
        <w:t>«</w:t>
      </w:r>
      <w:r w:rsidRPr="00DA496B">
        <w:rPr>
          <w:noProof/>
          <w:lang w:val="ru-RU"/>
        </w:rPr>
        <w:t>уполномоченная организация</w:t>
      </w:r>
      <w:r w:rsidRPr="00DA496B">
        <w:rPr>
          <w:lang w:val="ru-RU"/>
        </w:rPr>
        <w:t xml:space="preserve">» – </w:t>
      </w:r>
      <w:r w:rsidRPr="00DA496B">
        <w:rPr>
          <w:noProof/>
          <w:lang w:val="ru-RU"/>
        </w:rPr>
        <w:t>учреждение, организация или предприятие</w:t>
      </w:r>
      <w:r w:rsidR="008452E7">
        <w:rPr>
          <w:noProof/>
          <w:lang w:val="ru-RU"/>
        </w:rPr>
        <w:t xml:space="preserve"> (</w:t>
      </w:r>
      <w:r w:rsidRPr="00DA496B">
        <w:rPr>
          <w:noProof/>
          <w:lang w:val="ru-RU"/>
        </w:rPr>
        <w:t>в том числе медицинское учреждение или организация</w:t>
      </w:r>
      <w:r w:rsidR="008452E7">
        <w:rPr>
          <w:noProof/>
          <w:lang w:val="ru-RU"/>
        </w:rPr>
        <w:t>)</w:t>
      </w:r>
      <w:r w:rsidRPr="00DA496B">
        <w:rPr>
          <w:noProof/>
          <w:lang w:val="ru-RU"/>
        </w:rPr>
        <w:t xml:space="preserve">, </w:t>
      </w:r>
      <w:r w:rsidR="008452E7">
        <w:rPr>
          <w:noProof/>
          <w:lang w:val="ru-RU"/>
        </w:rPr>
        <w:t>осуществляю</w:t>
      </w:r>
      <w:r w:rsidR="00073F2F">
        <w:rPr>
          <w:noProof/>
          <w:lang w:val="ru-RU"/>
        </w:rPr>
        <w:t>щая</w:t>
      </w:r>
      <w:r w:rsidR="008452E7">
        <w:rPr>
          <w:noProof/>
          <w:lang w:val="ru-RU"/>
        </w:rPr>
        <w:t xml:space="preserve"> проведение </w:t>
      </w:r>
      <w:r w:rsidR="00A642B6">
        <w:rPr>
          <w:noProof/>
          <w:lang w:val="ru-RU"/>
        </w:rPr>
        <w:t>исследований (испытаний</w:t>
      </w:r>
      <w:r w:rsidR="008452E7">
        <w:rPr>
          <w:noProof/>
          <w:lang w:val="ru-RU"/>
        </w:rPr>
        <w:t xml:space="preserve">) </w:t>
      </w:r>
      <w:r w:rsidRPr="00DA496B">
        <w:rPr>
          <w:noProof/>
          <w:lang w:val="ru-RU"/>
        </w:rPr>
        <w:t>медицинских изделий в целях их регистрации</w:t>
      </w:r>
      <w:r w:rsidR="001357E4" w:rsidRPr="006C0293">
        <w:rPr>
          <w:lang w:val="ru-RU"/>
        </w:rPr>
        <w:t>.</w:t>
      </w:r>
    </w:p>
    <w:p w:rsidR="00D03D43" w:rsidRPr="008452E7" w:rsidRDefault="00D03D43" w:rsidP="00B56AF1">
      <w:pPr>
        <w:pStyle w:val="a4"/>
        <w:rPr>
          <w:bCs/>
          <w:szCs w:val="22"/>
          <w:lang w:val="ru-RU" w:eastAsia="en-US"/>
        </w:rPr>
      </w:pPr>
      <w:proofErr w:type="gramStart"/>
      <w:r>
        <w:rPr>
          <w:lang w:val="ru-RU"/>
        </w:rPr>
        <w:t xml:space="preserve">Понятия </w:t>
      </w:r>
      <w:r w:rsidRPr="00D52B0B">
        <w:rPr>
          <w:bCs/>
          <w:szCs w:val="22"/>
          <w:lang w:val="ru-RU" w:eastAsia="en-US"/>
        </w:rPr>
        <w:t xml:space="preserve">«группа процедур общего процесса», «информационный объект общего процесса», «исполнитель», «операция общего процесса», «процедура общего процесса» </w:t>
      </w:r>
      <w:r>
        <w:rPr>
          <w:lang w:val="ru-RU"/>
        </w:rPr>
        <w:t>и</w:t>
      </w:r>
      <w:r w:rsidRPr="00D52B0B">
        <w:rPr>
          <w:bCs/>
          <w:szCs w:val="22"/>
          <w:lang w:val="ru-RU" w:eastAsia="en-US"/>
        </w:rPr>
        <w:t xml:space="preserve"> «участник общего процесса»</w:t>
      </w:r>
      <w:r>
        <w:rPr>
          <w:noProof/>
          <w:lang w:val="ru-RU"/>
        </w:rPr>
        <w:t xml:space="preserve">, используемые в настоящих Правилах, применяются в значениях, определенных Методикой анализа, оптимизации, гармонизации и описания общих процессов в рамках Евразийского экономического </w:t>
      </w:r>
      <w:r>
        <w:rPr>
          <w:noProof/>
          <w:lang w:val="ru-RU"/>
        </w:rPr>
        <w:lastRenderedPageBreak/>
        <w:t>союза, утвержденной Решением Коллегии Евразийской экономической комиссии от 9 июня 2015 г. № 63.</w:t>
      </w:r>
      <w:proofErr w:type="gramEnd"/>
    </w:p>
    <w:p w:rsidR="001C4623" w:rsidRPr="00EE62B0" w:rsidRDefault="009725E7" w:rsidP="00D03D43">
      <w:pPr>
        <w:pStyle w:val="1"/>
      </w:pPr>
      <w:bookmarkStart w:id="7" w:name="_Toc351924582"/>
      <w:bookmarkStart w:id="8" w:name="_Toc363227833"/>
      <w:bookmarkStart w:id="9" w:name="_Toc364113129"/>
      <w:bookmarkStart w:id="10" w:name="_Toc369270998"/>
      <w:bookmarkStart w:id="11" w:name="_Toc375908831"/>
      <w:r w:rsidRPr="00EE62B0">
        <w:t>IV</w:t>
      </w:r>
      <w:r w:rsidR="00E6007B" w:rsidRPr="00EE62B0">
        <w:t>.</w:t>
      </w:r>
      <w:r w:rsidR="00C23E21">
        <w:t> </w:t>
      </w:r>
      <w:r w:rsidR="00283D8B" w:rsidRPr="00EE62B0">
        <w:t xml:space="preserve">Основные сведения об </w:t>
      </w:r>
      <w:r w:rsidR="00506133">
        <w:t>о</w:t>
      </w:r>
      <w:r w:rsidR="003C795B" w:rsidRPr="00EE62B0">
        <w:t xml:space="preserve">бщем </w:t>
      </w:r>
      <w:r w:rsidR="00283D8B" w:rsidRPr="00EE62B0">
        <w:t>процессе</w:t>
      </w:r>
      <w:bookmarkEnd w:id="7"/>
      <w:bookmarkEnd w:id="8"/>
      <w:bookmarkEnd w:id="9"/>
      <w:bookmarkEnd w:id="10"/>
      <w:bookmarkEnd w:id="11"/>
    </w:p>
    <w:p w:rsidR="00A33A2A" w:rsidRPr="00EE62B0" w:rsidRDefault="001C183C" w:rsidP="001C183C">
      <w:pPr>
        <w:pStyle w:val="aff"/>
      </w:pPr>
      <w:r>
        <w:rPr>
          <w:noProof/>
        </w:rPr>
        <w:t>5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A33A2A" w:rsidRPr="00EE62B0">
        <w:t xml:space="preserve">Полное </w:t>
      </w:r>
      <w:r w:rsidR="005A38DC">
        <w:rPr>
          <w:lang w:val="ru-RU"/>
        </w:rPr>
        <w:t>наименование</w:t>
      </w:r>
      <w:r w:rsidR="005A38DC" w:rsidRPr="00EE62B0">
        <w:t xml:space="preserve"> </w:t>
      </w:r>
      <w:r w:rsidR="00A33A2A" w:rsidRPr="00EE62B0">
        <w:t xml:space="preserve">общего процесса: </w:t>
      </w:r>
      <w:r w:rsidR="00CF4282" w:rsidRPr="00EE62B0">
        <w:t>«</w:t>
      </w:r>
      <w:r w:rsidR="00A642B6"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="00A33A2A" w:rsidRPr="00EE62B0">
        <w:t>».</w:t>
      </w:r>
    </w:p>
    <w:p w:rsidR="00A33A2A" w:rsidRPr="00EE62B0" w:rsidRDefault="001C183C" w:rsidP="001C183C">
      <w:pPr>
        <w:pStyle w:val="aff"/>
      </w:pPr>
      <w:r>
        <w:rPr>
          <w:noProof/>
        </w:rPr>
        <w:t>6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A33A2A" w:rsidRPr="00EE62B0">
        <w:t xml:space="preserve">Кодовое обозначение общего процесса: </w:t>
      </w:r>
      <w:r w:rsidR="00362F6C" w:rsidRPr="00EE62B0">
        <w:t>P.MM.07</w:t>
      </w:r>
      <w:r w:rsidR="001353E7">
        <w:t>, версия</w:t>
      </w:r>
      <w:r w:rsidR="00B06259">
        <w:rPr>
          <w:lang w:val="ru-RU"/>
        </w:rPr>
        <w:t xml:space="preserve"> </w:t>
      </w:r>
      <w:r w:rsidR="00AE37F1">
        <w:rPr>
          <w:noProof/>
        </w:rPr>
        <w:t>1.0.0</w:t>
      </w:r>
      <w:r w:rsidR="001353E7" w:rsidRPr="00F146B2">
        <w:t>.</w:t>
      </w:r>
    </w:p>
    <w:p w:rsidR="00607BD0" w:rsidRPr="00EE62B0" w:rsidRDefault="00341DB3" w:rsidP="00D03D43">
      <w:pPr>
        <w:pStyle w:val="2"/>
      </w:pPr>
      <w:bookmarkStart w:id="12" w:name="_Toc363227835"/>
      <w:bookmarkStart w:id="13" w:name="_Toc364113131"/>
      <w:bookmarkStart w:id="14" w:name="_Toc369271000"/>
      <w:bookmarkStart w:id="15" w:name="_Toc375908833"/>
      <w:bookmarkStart w:id="16" w:name="_Ref362012481"/>
      <w:r w:rsidRPr="00EE62B0">
        <w:t>1.</w:t>
      </w:r>
      <w:r w:rsidR="00C23E21">
        <w:t> </w:t>
      </w:r>
      <w:r w:rsidR="005A38DC" w:rsidRPr="00EE62B0">
        <w:t>Цел</w:t>
      </w:r>
      <w:r w:rsidR="003A095D">
        <w:t>ь</w:t>
      </w:r>
      <w:r w:rsidR="005A38DC" w:rsidRPr="00EE62B0">
        <w:t xml:space="preserve"> </w:t>
      </w:r>
      <w:r w:rsidR="001B1C06" w:rsidRPr="00EE62B0">
        <w:t xml:space="preserve">и задачи </w:t>
      </w:r>
      <w:r w:rsidR="00506133">
        <w:t>о</w:t>
      </w:r>
      <w:r w:rsidR="005A38DC" w:rsidRPr="00EE62B0">
        <w:t xml:space="preserve">бщего </w:t>
      </w:r>
      <w:r w:rsidR="00607BD0" w:rsidRPr="00EE62B0">
        <w:t>процесса</w:t>
      </w:r>
    </w:p>
    <w:p w:rsidR="005622BB" w:rsidRPr="00DA496B" w:rsidRDefault="001C183C" w:rsidP="00D170D6">
      <w:pPr>
        <w:pStyle w:val="aff"/>
        <w:rPr>
          <w:lang w:val="ru-RU"/>
        </w:rPr>
      </w:pPr>
      <w:r>
        <w:rPr>
          <w:noProof/>
        </w:rPr>
        <w:t>7</w:t>
      </w:r>
      <w:r w:rsidRPr="00DA496B">
        <w:rPr>
          <w:lang w:val="ru-RU"/>
        </w:rPr>
        <w:t>.</w:t>
      </w:r>
      <w:r w:rsidR="00C23E21" w:rsidRPr="00C23E21">
        <w:rPr>
          <w:lang w:val="en-US"/>
        </w:rPr>
        <w:t> </w:t>
      </w:r>
      <w:r w:rsidR="00607BD0" w:rsidRPr="00EE62B0">
        <w:t>Цел</w:t>
      </w:r>
      <w:r w:rsidR="00E4446C">
        <w:rPr>
          <w:lang w:val="ru-RU"/>
        </w:rPr>
        <w:t>ью</w:t>
      </w:r>
      <w:r w:rsidR="00607BD0" w:rsidRPr="00EE62B0">
        <w:t xml:space="preserve"> </w:t>
      </w:r>
      <w:r w:rsidR="008652C4">
        <w:rPr>
          <w:lang w:val="ru-RU"/>
        </w:rPr>
        <w:t>общего</w:t>
      </w:r>
      <w:r w:rsidR="005A38DC" w:rsidRPr="00EE62B0">
        <w:t xml:space="preserve"> </w:t>
      </w:r>
      <w:r w:rsidR="00607BD0" w:rsidRPr="00EE62B0">
        <w:t xml:space="preserve">процесса </w:t>
      </w:r>
      <w:r w:rsidR="008652C4">
        <w:rPr>
          <w:lang w:val="ru-RU"/>
        </w:rPr>
        <w:t>является</w:t>
      </w:r>
      <w:r w:rsidR="005A38DC" w:rsidRPr="00EE62B0">
        <w:t xml:space="preserve"> </w:t>
      </w:r>
      <w:r w:rsidR="00607BD0" w:rsidRPr="00EE62B0">
        <w:t xml:space="preserve">создание предпосылок для снижения издержек, связанных с обменом информацией об уполномоченных организациях </w:t>
      </w:r>
      <w:r w:rsidR="00073F2F">
        <w:rPr>
          <w:lang w:val="ru-RU"/>
        </w:rPr>
        <w:t>Союза</w:t>
      </w:r>
      <w:r w:rsidR="00607BD0" w:rsidRPr="00EE62B0">
        <w:t xml:space="preserve">, осуществляющих проведение </w:t>
      </w:r>
      <w:r w:rsidR="00EE3650" w:rsidRPr="00EE62B0">
        <w:t xml:space="preserve">исследований </w:t>
      </w:r>
      <w:r w:rsidR="00EE3650">
        <w:rPr>
          <w:lang w:val="ru-RU"/>
        </w:rPr>
        <w:t>(</w:t>
      </w:r>
      <w:r w:rsidR="00EE3650">
        <w:t>испытаний</w:t>
      </w:r>
      <w:r w:rsidR="00607BD0" w:rsidRPr="00EE62B0">
        <w:t>) медицинских изделий в целях их регистрации, за счет создания общего информационного пространства в сфере обращения медицинских изделий.</w:t>
      </w:r>
    </w:p>
    <w:p w:rsidR="00A650DC" w:rsidRPr="00EE62B0" w:rsidRDefault="001C183C" w:rsidP="001C183C">
      <w:pPr>
        <w:pStyle w:val="aff"/>
      </w:pPr>
      <w:r>
        <w:rPr>
          <w:noProof/>
        </w:rPr>
        <w:t>8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1B1C06" w:rsidRPr="00EE62B0">
        <w:t xml:space="preserve">Для достижения </w:t>
      </w:r>
      <w:r w:rsidR="005A38DC" w:rsidRPr="00EE62B0">
        <w:t>цел</w:t>
      </w:r>
      <w:r w:rsidR="00E4446C">
        <w:rPr>
          <w:lang w:val="ru-RU"/>
        </w:rPr>
        <w:t>и</w:t>
      </w:r>
      <w:r w:rsidR="005A38DC" w:rsidRPr="00EE62B0">
        <w:t xml:space="preserve"> </w:t>
      </w:r>
      <w:r w:rsidR="008652C4">
        <w:rPr>
          <w:lang w:val="ru-RU"/>
        </w:rPr>
        <w:t>общего</w:t>
      </w:r>
      <w:r w:rsidR="001B1C06" w:rsidRPr="00EE62B0">
        <w:t xml:space="preserve"> процесса необходимо решить следующие задачи:</w:t>
      </w:r>
    </w:p>
    <w:p w:rsidR="001B1C06" w:rsidRPr="008452E7" w:rsidRDefault="00771F64" w:rsidP="00A650DC">
      <w:pPr>
        <w:pStyle w:val="a4"/>
        <w:rPr>
          <w:rStyle w:val="afc"/>
          <w:rFonts w:cs="Arial"/>
          <w:color w:val="000000"/>
          <w:szCs w:val="28"/>
          <w:lang w:val="ru-RU" w:eastAsia="ru-RU"/>
        </w:rPr>
      </w:pPr>
      <w:r w:rsidRPr="00DA496B">
        <w:rPr>
          <w:noProof/>
          <w:lang w:val="ru-RU"/>
        </w:rPr>
        <w:t>а</w:t>
      </w:r>
      <w:r w:rsidRPr="00DA496B">
        <w:rPr>
          <w:lang w:val="ru-RU"/>
        </w:rPr>
        <w:t>)</w:t>
      </w:r>
      <w:r w:rsidRPr="00771F64">
        <w:rPr>
          <w:lang w:val="en-US"/>
        </w:rPr>
        <w:t> </w:t>
      </w:r>
      <w:r w:rsidR="006C55B5" w:rsidRPr="00DA496B">
        <w:rPr>
          <w:noProof/>
          <w:lang w:val="ru-RU"/>
        </w:rPr>
        <w:t xml:space="preserve">создать в рамках </w:t>
      </w:r>
      <w:r w:rsidR="008816FF" w:rsidRPr="00EE62B0">
        <w:rPr>
          <w:szCs w:val="30"/>
        </w:rPr>
        <w:t xml:space="preserve">интегрированной </w:t>
      </w:r>
      <w:r w:rsidR="008816FF">
        <w:rPr>
          <w:szCs w:val="30"/>
        </w:rPr>
        <w:t xml:space="preserve">информационной </w:t>
      </w:r>
      <w:r w:rsidR="008816FF">
        <w:rPr>
          <w:szCs w:val="30"/>
        </w:rPr>
        <w:br/>
      </w:r>
      <w:r w:rsidR="008816FF" w:rsidRPr="00EE62B0">
        <w:rPr>
          <w:szCs w:val="30"/>
        </w:rPr>
        <w:t xml:space="preserve">системы </w:t>
      </w:r>
      <w:r w:rsidR="008816FF">
        <w:rPr>
          <w:szCs w:val="30"/>
        </w:rPr>
        <w:t>внешней и взаимной торговли</w:t>
      </w:r>
      <w:r w:rsidR="008816FF">
        <w:rPr>
          <w:szCs w:val="30"/>
          <w:lang w:val="ru-RU"/>
        </w:rPr>
        <w:t xml:space="preserve"> (далее – интегрированная система) </w:t>
      </w:r>
      <w:r w:rsidR="006C55B5" w:rsidRPr="00DA496B">
        <w:rPr>
          <w:noProof/>
          <w:lang w:val="ru-RU"/>
        </w:rPr>
        <w:t xml:space="preserve">информационный ресурс, </w:t>
      </w:r>
      <w:r w:rsidR="008816FF" w:rsidRPr="00DA496B">
        <w:rPr>
          <w:noProof/>
          <w:lang w:val="ru-RU"/>
        </w:rPr>
        <w:t>содержащи</w:t>
      </w:r>
      <w:r w:rsidR="008816FF">
        <w:rPr>
          <w:noProof/>
          <w:lang w:val="ru-RU"/>
        </w:rPr>
        <w:t>й</w:t>
      </w:r>
      <w:r w:rsidR="008816FF" w:rsidRPr="00DA496B">
        <w:rPr>
          <w:noProof/>
          <w:lang w:val="ru-RU"/>
        </w:rPr>
        <w:t xml:space="preserve"> </w:t>
      </w:r>
      <w:r w:rsidR="006C55B5" w:rsidRPr="00DA496B">
        <w:rPr>
          <w:noProof/>
          <w:lang w:val="ru-RU"/>
        </w:rPr>
        <w:t xml:space="preserve">сведения об уполномоченных организациях, осуществляющих проведение </w:t>
      </w:r>
      <w:r w:rsidR="00A642B6" w:rsidRPr="00DA496B">
        <w:rPr>
          <w:noProof/>
          <w:lang w:val="ru-RU"/>
        </w:rPr>
        <w:t xml:space="preserve">исследований </w:t>
      </w:r>
      <w:r w:rsidR="00A642B6">
        <w:rPr>
          <w:noProof/>
          <w:lang w:val="ru-RU"/>
        </w:rPr>
        <w:t>(испытаний</w:t>
      </w:r>
      <w:r w:rsidR="006C55B5" w:rsidRPr="00DA496B">
        <w:rPr>
          <w:noProof/>
          <w:lang w:val="ru-RU"/>
        </w:rPr>
        <w:t>) медицинских изделий в целях их регистрации</w:t>
      </w:r>
      <w:r w:rsidR="009C1E3A" w:rsidRPr="00DA496B">
        <w:rPr>
          <w:lang w:val="ru-RU"/>
        </w:rPr>
        <w:t>;</w:t>
      </w:r>
    </w:p>
    <w:p w:rsidR="001B1C06" w:rsidRPr="008452E7" w:rsidRDefault="00771F64" w:rsidP="00A650DC">
      <w:pPr>
        <w:pStyle w:val="a4"/>
        <w:rPr>
          <w:rStyle w:val="afc"/>
          <w:rFonts w:cs="Arial"/>
          <w:color w:val="000000"/>
          <w:szCs w:val="28"/>
          <w:lang w:val="ru-RU" w:eastAsia="ru-RU"/>
        </w:rPr>
      </w:pPr>
      <w:r w:rsidRPr="00DA496B">
        <w:rPr>
          <w:noProof/>
          <w:lang w:val="ru-RU"/>
        </w:rPr>
        <w:t>б</w:t>
      </w:r>
      <w:r w:rsidRPr="00DA496B">
        <w:rPr>
          <w:lang w:val="ru-RU"/>
        </w:rPr>
        <w:t>)</w:t>
      </w:r>
      <w:r w:rsidRPr="00771F64">
        <w:rPr>
          <w:lang w:val="en-US"/>
        </w:rPr>
        <w:t> </w:t>
      </w:r>
      <w:r w:rsidR="006C55B5" w:rsidRPr="00DA496B">
        <w:rPr>
          <w:noProof/>
          <w:lang w:val="ru-RU"/>
        </w:rPr>
        <w:t xml:space="preserve">обеспечить </w:t>
      </w:r>
      <w:r w:rsidR="008816FF" w:rsidRPr="00DA496B">
        <w:rPr>
          <w:noProof/>
          <w:lang w:val="ru-RU"/>
        </w:rPr>
        <w:t xml:space="preserve">возможность получения </w:t>
      </w:r>
      <w:r w:rsidR="006C55B5" w:rsidRPr="00DA496B">
        <w:rPr>
          <w:noProof/>
          <w:lang w:val="ru-RU"/>
        </w:rPr>
        <w:t>уполномоченным</w:t>
      </w:r>
      <w:r w:rsidR="008816FF">
        <w:rPr>
          <w:noProof/>
          <w:lang w:val="ru-RU"/>
        </w:rPr>
        <w:t>и</w:t>
      </w:r>
      <w:r w:rsidR="006C55B5" w:rsidRPr="00DA496B">
        <w:rPr>
          <w:noProof/>
          <w:lang w:val="ru-RU"/>
        </w:rPr>
        <w:t xml:space="preserve"> органам</w:t>
      </w:r>
      <w:r w:rsidR="008816FF">
        <w:rPr>
          <w:noProof/>
          <w:lang w:val="ru-RU"/>
        </w:rPr>
        <w:t>и</w:t>
      </w:r>
      <w:r w:rsidR="006C55B5" w:rsidRPr="00DA496B">
        <w:rPr>
          <w:noProof/>
          <w:lang w:val="ru-RU"/>
        </w:rPr>
        <w:t xml:space="preserve"> государств</w:t>
      </w:r>
      <w:r w:rsidR="008816FF">
        <w:rPr>
          <w:noProof/>
          <w:lang w:val="ru-RU"/>
        </w:rPr>
        <w:t xml:space="preserve"> – </w:t>
      </w:r>
      <w:r w:rsidR="006C55B5" w:rsidRPr="00DA496B">
        <w:rPr>
          <w:noProof/>
          <w:lang w:val="ru-RU"/>
        </w:rPr>
        <w:t xml:space="preserve">членов </w:t>
      </w:r>
      <w:r w:rsidR="008816FF">
        <w:rPr>
          <w:noProof/>
          <w:lang w:val="ru-RU"/>
        </w:rPr>
        <w:t xml:space="preserve">Союза (далее государства-члены) </w:t>
      </w:r>
      <w:r w:rsidR="006C55B5" w:rsidRPr="00DA496B">
        <w:rPr>
          <w:noProof/>
          <w:lang w:val="ru-RU"/>
        </w:rPr>
        <w:lastRenderedPageBreak/>
        <w:t xml:space="preserve">средствами интегрированной системы сведений </w:t>
      </w:r>
      <w:r w:rsidR="008816FF">
        <w:rPr>
          <w:noProof/>
          <w:lang w:val="ru-RU"/>
        </w:rPr>
        <w:t xml:space="preserve">из </w:t>
      </w:r>
      <w:r w:rsidR="006C55B5" w:rsidRPr="00DA496B">
        <w:rPr>
          <w:noProof/>
          <w:lang w:val="ru-RU"/>
        </w:rPr>
        <w:t>единого реестра в электронном виде и в автоматизированном режиме</w:t>
      </w:r>
      <w:r w:rsidR="009C1E3A" w:rsidRPr="00DA496B">
        <w:rPr>
          <w:lang w:val="ru-RU"/>
        </w:rPr>
        <w:t>;</w:t>
      </w:r>
    </w:p>
    <w:p w:rsidR="001B1C06" w:rsidRPr="008452E7" w:rsidRDefault="00771F64" w:rsidP="00A650DC">
      <w:pPr>
        <w:pStyle w:val="a4"/>
        <w:rPr>
          <w:rStyle w:val="afc"/>
          <w:rFonts w:cs="Arial"/>
          <w:color w:val="000000"/>
          <w:szCs w:val="28"/>
          <w:lang w:val="ru-RU" w:eastAsia="ru-RU"/>
        </w:rPr>
      </w:pPr>
      <w:r w:rsidRPr="00DA496B">
        <w:rPr>
          <w:noProof/>
          <w:lang w:val="ru-RU"/>
        </w:rPr>
        <w:t>в</w:t>
      </w:r>
      <w:r w:rsidRPr="00DA496B">
        <w:rPr>
          <w:lang w:val="ru-RU"/>
        </w:rPr>
        <w:t>)</w:t>
      </w:r>
      <w:r w:rsidRPr="00771F64">
        <w:rPr>
          <w:lang w:val="en-US"/>
        </w:rPr>
        <w:t> </w:t>
      </w:r>
      <w:r w:rsidR="006C55B5" w:rsidRPr="00DA496B">
        <w:rPr>
          <w:noProof/>
          <w:lang w:val="ru-RU"/>
        </w:rPr>
        <w:t xml:space="preserve">обеспечить </w:t>
      </w:r>
      <w:r w:rsidR="008816FF" w:rsidRPr="00DA496B">
        <w:rPr>
          <w:noProof/>
          <w:lang w:val="ru-RU"/>
        </w:rPr>
        <w:t xml:space="preserve">возможность получения </w:t>
      </w:r>
      <w:r w:rsidR="006C55B5" w:rsidRPr="00DA496B">
        <w:rPr>
          <w:noProof/>
          <w:lang w:val="ru-RU"/>
        </w:rPr>
        <w:t>заинтересованным</w:t>
      </w:r>
      <w:r w:rsidR="008816FF">
        <w:rPr>
          <w:noProof/>
          <w:lang w:val="ru-RU"/>
        </w:rPr>
        <w:t>и</w:t>
      </w:r>
      <w:r w:rsidR="006C55B5" w:rsidRPr="00DA496B">
        <w:rPr>
          <w:noProof/>
          <w:lang w:val="ru-RU"/>
        </w:rPr>
        <w:t xml:space="preserve"> лицам</w:t>
      </w:r>
      <w:r w:rsidR="008816FF">
        <w:rPr>
          <w:noProof/>
          <w:lang w:val="ru-RU"/>
        </w:rPr>
        <w:t>и</w:t>
      </w:r>
      <w:r w:rsidR="006C55B5" w:rsidRPr="00DA496B">
        <w:rPr>
          <w:noProof/>
          <w:lang w:val="ru-RU"/>
        </w:rPr>
        <w:t xml:space="preserve"> </w:t>
      </w:r>
      <w:r w:rsidR="002C7A69">
        <w:rPr>
          <w:noProof/>
          <w:lang w:val="ru-RU"/>
        </w:rPr>
        <w:t xml:space="preserve">и сотрудниками Евразийской экономической комиссии (далее – Комиссия) </w:t>
      </w:r>
      <w:r w:rsidR="006C55B5" w:rsidRPr="00DA496B">
        <w:rPr>
          <w:noProof/>
          <w:lang w:val="ru-RU"/>
        </w:rPr>
        <w:t>актуальн</w:t>
      </w:r>
      <w:r w:rsidR="008816FF">
        <w:rPr>
          <w:noProof/>
          <w:lang w:val="ru-RU"/>
        </w:rPr>
        <w:t>ых</w:t>
      </w:r>
      <w:r w:rsidR="006C55B5" w:rsidRPr="00DA496B">
        <w:rPr>
          <w:noProof/>
          <w:lang w:val="ru-RU"/>
        </w:rPr>
        <w:t xml:space="preserve">, </w:t>
      </w:r>
      <w:r w:rsidR="008816FF" w:rsidRPr="00DA496B">
        <w:rPr>
          <w:noProof/>
          <w:lang w:val="ru-RU"/>
        </w:rPr>
        <w:t>полн</w:t>
      </w:r>
      <w:r w:rsidR="008816FF">
        <w:rPr>
          <w:noProof/>
          <w:lang w:val="ru-RU"/>
        </w:rPr>
        <w:t>ых</w:t>
      </w:r>
      <w:r w:rsidR="00073F2F">
        <w:rPr>
          <w:noProof/>
          <w:lang w:val="ru-RU"/>
        </w:rPr>
        <w:t xml:space="preserve"> </w:t>
      </w:r>
      <w:r w:rsidR="006C55B5" w:rsidRPr="00DA496B">
        <w:rPr>
          <w:noProof/>
          <w:lang w:val="ru-RU"/>
        </w:rPr>
        <w:t xml:space="preserve">и </w:t>
      </w:r>
      <w:r w:rsidR="008816FF" w:rsidRPr="00DA496B">
        <w:rPr>
          <w:noProof/>
          <w:lang w:val="ru-RU"/>
        </w:rPr>
        <w:t>достоверн</w:t>
      </w:r>
      <w:r w:rsidR="008816FF">
        <w:rPr>
          <w:noProof/>
          <w:lang w:val="ru-RU"/>
        </w:rPr>
        <w:t>ых</w:t>
      </w:r>
      <w:r w:rsidR="008816FF" w:rsidRPr="00DA496B">
        <w:rPr>
          <w:noProof/>
          <w:lang w:val="ru-RU"/>
        </w:rPr>
        <w:t xml:space="preserve"> </w:t>
      </w:r>
      <w:r w:rsidR="008816FF">
        <w:rPr>
          <w:noProof/>
          <w:lang w:val="ru-RU"/>
        </w:rPr>
        <w:t xml:space="preserve">сведений из </w:t>
      </w:r>
      <w:r w:rsidR="006C55B5" w:rsidRPr="00DA496B">
        <w:rPr>
          <w:noProof/>
          <w:lang w:val="ru-RU"/>
        </w:rPr>
        <w:t>едино</w:t>
      </w:r>
      <w:r w:rsidR="008816FF">
        <w:rPr>
          <w:noProof/>
          <w:lang w:val="ru-RU"/>
        </w:rPr>
        <w:t>го</w:t>
      </w:r>
      <w:r w:rsidR="006C55B5" w:rsidRPr="00DA496B">
        <w:rPr>
          <w:noProof/>
          <w:lang w:val="ru-RU"/>
        </w:rPr>
        <w:t xml:space="preserve"> </w:t>
      </w:r>
      <w:r w:rsidR="008816FF" w:rsidRPr="00DA496B">
        <w:rPr>
          <w:noProof/>
          <w:lang w:val="ru-RU"/>
        </w:rPr>
        <w:t>реестр</w:t>
      </w:r>
      <w:r w:rsidR="008816FF">
        <w:rPr>
          <w:noProof/>
          <w:lang w:val="ru-RU"/>
        </w:rPr>
        <w:t>а посредством использования</w:t>
      </w:r>
      <w:r w:rsidR="008816FF" w:rsidRPr="00DA496B">
        <w:rPr>
          <w:noProof/>
          <w:lang w:val="ru-RU"/>
        </w:rPr>
        <w:t xml:space="preserve"> </w:t>
      </w:r>
      <w:r w:rsidR="006C55B5" w:rsidRPr="00DA496B">
        <w:rPr>
          <w:noProof/>
          <w:lang w:val="ru-RU"/>
        </w:rPr>
        <w:t>информационного портала Союза</w:t>
      </w:r>
      <w:r w:rsidR="009C1E3A" w:rsidRPr="00DA496B">
        <w:rPr>
          <w:lang w:val="ru-RU"/>
        </w:rPr>
        <w:t>;</w:t>
      </w:r>
    </w:p>
    <w:p w:rsidR="008816FF" w:rsidRPr="008816FF" w:rsidRDefault="008816FF" w:rsidP="008816FF">
      <w:pPr>
        <w:pStyle w:val="a4"/>
        <w:rPr>
          <w:rStyle w:val="afc"/>
          <w:rFonts w:cs="Arial"/>
          <w:color w:val="000000"/>
          <w:szCs w:val="28"/>
          <w:lang w:val="ru-RU" w:eastAsia="ru-RU"/>
        </w:rPr>
      </w:pPr>
      <w:r w:rsidRPr="00474DEB">
        <w:rPr>
          <w:noProof/>
          <w:lang w:val="ru-RU"/>
        </w:rPr>
        <w:t>г</w:t>
      </w:r>
      <w:r w:rsidRPr="00474DEB">
        <w:rPr>
          <w:lang w:val="ru-RU"/>
        </w:rPr>
        <w:t>)</w:t>
      </w:r>
      <w:r w:rsidRPr="00474DEB">
        <w:rPr>
          <w:lang w:val="en-US"/>
        </w:rPr>
        <w:t> </w:t>
      </w:r>
      <w:r w:rsidRPr="00474DEB">
        <w:rPr>
          <w:noProof/>
          <w:lang w:val="ru-RU"/>
        </w:rPr>
        <w:t xml:space="preserve">обеспечить использование </w:t>
      </w:r>
      <w:r w:rsidRPr="00DA496B">
        <w:rPr>
          <w:noProof/>
          <w:lang w:val="ru-RU"/>
        </w:rPr>
        <w:t xml:space="preserve">уполномоченными органами </w:t>
      </w:r>
      <w:r>
        <w:rPr>
          <w:noProof/>
          <w:lang w:val="ru-RU"/>
        </w:rPr>
        <w:t xml:space="preserve">государств-членов </w:t>
      </w:r>
      <w:r w:rsidRPr="00474DEB">
        <w:rPr>
          <w:noProof/>
          <w:lang w:val="ru-RU"/>
        </w:rPr>
        <w:t>единых классификаторов и справочников</w:t>
      </w:r>
      <w:r w:rsidRPr="00474DEB">
        <w:rPr>
          <w:lang w:val="ru-RU"/>
        </w:rPr>
        <w:t>.</w:t>
      </w:r>
    </w:p>
    <w:p w:rsidR="00743157" w:rsidRPr="00EE62B0" w:rsidRDefault="00341DB3" w:rsidP="00D03D43">
      <w:pPr>
        <w:pStyle w:val="2"/>
      </w:pPr>
      <w:r w:rsidRPr="00EE62B0">
        <w:t>2.</w:t>
      </w:r>
      <w:r w:rsidR="00C23E21">
        <w:t> </w:t>
      </w:r>
      <w:r w:rsidR="00743157" w:rsidRPr="00EE62B0">
        <w:t xml:space="preserve">Участники </w:t>
      </w:r>
      <w:r w:rsidR="00A253EE">
        <w:t>о</w:t>
      </w:r>
      <w:r w:rsidR="005A38DC" w:rsidRPr="00EE62B0">
        <w:t xml:space="preserve">бщего </w:t>
      </w:r>
      <w:r w:rsidR="00743157" w:rsidRPr="00EE62B0">
        <w:t>процесса</w:t>
      </w:r>
      <w:bookmarkEnd w:id="12"/>
      <w:bookmarkEnd w:id="13"/>
      <w:bookmarkEnd w:id="14"/>
      <w:bookmarkEnd w:id="15"/>
    </w:p>
    <w:p w:rsidR="00743157" w:rsidRDefault="001C183C" w:rsidP="001C183C">
      <w:pPr>
        <w:pStyle w:val="aff"/>
      </w:pPr>
      <w:r>
        <w:rPr>
          <w:noProof/>
        </w:rPr>
        <w:t>9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A253EE">
        <w:rPr>
          <w:lang w:val="ru-RU"/>
        </w:rPr>
        <w:t>Перечень участников</w:t>
      </w:r>
      <w:r w:rsidR="00A253EE" w:rsidRPr="00EE62B0">
        <w:t xml:space="preserve"> </w:t>
      </w:r>
      <w:r w:rsidR="008652C4">
        <w:rPr>
          <w:lang w:val="ru-RU"/>
        </w:rPr>
        <w:t>общего</w:t>
      </w:r>
      <w:r w:rsidR="005A38DC" w:rsidRPr="00EE62B0">
        <w:t xml:space="preserve"> </w:t>
      </w:r>
      <w:r w:rsidR="00743157" w:rsidRPr="00EE62B0">
        <w:t>процесса пр</w:t>
      </w:r>
      <w:r w:rsidR="00D02238">
        <w:rPr>
          <w:lang w:val="ru-RU"/>
        </w:rPr>
        <w:t>иведен</w:t>
      </w:r>
      <w:r w:rsidR="00743157" w:rsidRPr="00EE62B0">
        <w:t xml:space="preserve"> в</w:t>
      </w:r>
      <w:r w:rsidR="00D8656F" w:rsidRPr="00EE62B0">
        <w:t xml:space="preserve"> табл</w:t>
      </w:r>
      <w:r w:rsidR="005A38DC">
        <w:rPr>
          <w:lang w:val="ru-RU"/>
        </w:rPr>
        <w:t>ице</w:t>
      </w:r>
      <w:r w:rsidR="005A38DC" w:rsidRPr="00EE62B0">
        <w:t> </w:t>
      </w:r>
      <w:r w:rsidR="00D8656F" w:rsidRPr="00EE62B0">
        <w:t>1</w:t>
      </w:r>
      <w:r w:rsidR="00743157" w:rsidRPr="00EE62B0">
        <w:t>.</w:t>
      </w:r>
    </w:p>
    <w:p w:rsidR="005A38DC" w:rsidRPr="00B776A7" w:rsidRDefault="00221902" w:rsidP="005148D2">
      <w:pPr>
        <w:pStyle w:val="aff4"/>
      </w:pPr>
      <w:r w:rsidRPr="00EE62B0">
        <w:t>Табл</w:t>
      </w:r>
      <w:r>
        <w:t>ица</w:t>
      </w:r>
      <w:r w:rsidRPr="001353E7">
        <w:rPr>
          <w:lang w:val="en-US"/>
        </w:rPr>
        <w:t> </w:t>
      </w:r>
      <w:r w:rsidR="00B776A7">
        <w:t>1</w:t>
      </w:r>
    </w:p>
    <w:p w:rsidR="00743157" w:rsidRDefault="00A253EE" w:rsidP="005148D2">
      <w:pPr>
        <w:pStyle w:val="aff6"/>
      </w:pPr>
      <w:bookmarkStart w:id="17" w:name="_Toc375908865"/>
      <w:r>
        <w:t>Перечень у</w:t>
      </w:r>
      <w:r w:rsidRPr="00EE62B0">
        <w:t>частник</w:t>
      </w:r>
      <w:r>
        <w:t>ов</w:t>
      </w:r>
      <w:r w:rsidRPr="00EE62B0">
        <w:t xml:space="preserve"> </w:t>
      </w:r>
      <w:r>
        <w:t>о</w:t>
      </w:r>
      <w:r w:rsidR="005A38DC" w:rsidRPr="00EE62B0">
        <w:t xml:space="preserve">бщего </w:t>
      </w:r>
      <w:r w:rsidR="00743157" w:rsidRPr="00EE62B0">
        <w:t>процесса</w:t>
      </w:r>
      <w:bookmarkEnd w:id="17"/>
    </w:p>
    <w:p w:rsidR="00771F64" w:rsidRDefault="00771F64" w:rsidP="00771F64">
      <w:pPr>
        <w:pStyle w:val="aff3"/>
      </w:pPr>
    </w:p>
    <w:tbl>
      <w:tblPr>
        <w:tblW w:w="9356" w:type="dxa"/>
        <w:jc w:val="center"/>
        <w:tblLayout w:type="fixed"/>
        <w:tblLook w:val="0600" w:firstRow="0" w:lastRow="0" w:firstColumn="0" w:lastColumn="0" w:noHBand="1" w:noVBand="1"/>
      </w:tblPr>
      <w:tblGrid>
        <w:gridCol w:w="2416"/>
        <w:gridCol w:w="3470"/>
        <w:gridCol w:w="3470"/>
      </w:tblGrid>
      <w:tr w:rsidR="003C14F5" w:rsidRPr="008452E7" w:rsidTr="00B06259">
        <w:trPr>
          <w:trHeight w:val="601"/>
          <w:tblHeader/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F5" w:rsidRDefault="003C14F5" w:rsidP="003C14F5">
            <w:pPr>
              <w:pStyle w:val="ad"/>
              <w:spacing w:line="264" w:lineRule="auto"/>
            </w:pPr>
            <w:r>
              <w:t>Кодовое обозначение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C14F5" w:rsidRDefault="003C14F5" w:rsidP="003C14F5">
            <w:pPr>
              <w:pStyle w:val="ad"/>
              <w:spacing w:line="264" w:lineRule="auto"/>
            </w:pPr>
            <w:r>
              <w:t>Наименование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3C14F5" w:rsidRDefault="003C14F5" w:rsidP="003C14F5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AC6C78" w:rsidRPr="008452E7" w:rsidTr="00117EFA">
        <w:trPr>
          <w:trHeight w:val="301"/>
          <w:tblHeader/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C78" w:rsidRDefault="00AC6C78" w:rsidP="00C07DED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Default="00AC6C78" w:rsidP="00C07DED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Default="00AC6C78" w:rsidP="00C07DED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117EFA">
        <w:trPr>
          <w:cantSplit/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AC6C78" w:rsidRPr="008452E7" w:rsidRDefault="00AC6C78" w:rsidP="00AA081D">
            <w:pPr>
              <w:pStyle w:val="ab"/>
              <w:jc w:val="left"/>
            </w:pPr>
            <w:r w:rsidRPr="008452E7">
              <w:rPr>
                <w:lang w:eastAsia="en-US"/>
              </w:rPr>
              <w:t>P.ACT.001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AC6C78" w:rsidRPr="00C868B5" w:rsidRDefault="002C7A69" w:rsidP="008816FF">
            <w:pPr>
              <w:pStyle w:val="ab"/>
              <w:jc w:val="left"/>
            </w:pPr>
            <w:r>
              <w:rPr>
                <w:noProof/>
              </w:rPr>
              <w:t>Комиссия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AC6C78" w:rsidRPr="00DA496B" w:rsidRDefault="00D9061A" w:rsidP="00AA081D">
            <w:pPr>
              <w:pStyle w:val="ab"/>
              <w:jc w:val="left"/>
            </w:pPr>
            <w:r w:rsidRPr="00DA496B">
              <w:rPr>
                <w:noProof/>
              </w:rPr>
              <w:t>орган Союза, который обеспечивает формировани</w:t>
            </w:r>
            <w:r w:rsidR="008816FF">
              <w:rPr>
                <w:noProof/>
              </w:rPr>
              <w:t>е</w:t>
            </w:r>
            <w:r w:rsidR="002C7A69">
              <w:rPr>
                <w:noProof/>
              </w:rPr>
              <w:t xml:space="preserve"> и</w:t>
            </w:r>
            <w:r w:rsidRPr="00DA496B">
              <w:rPr>
                <w:noProof/>
              </w:rPr>
              <w:t xml:space="preserve"> </w:t>
            </w:r>
            <w:r w:rsidR="008816FF" w:rsidRPr="00DA496B">
              <w:rPr>
                <w:noProof/>
              </w:rPr>
              <w:t>ведени</w:t>
            </w:r>
            <w:r w:rsidR="008816FF">
              <w:rPr>
                <w:noProof/>
              </w:rPr>
              <w:t>е</w:t>
            </w:r>
            <w:r w:rsidR="008816FF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>единого реестра;</w:t>
            </w:r>
          </w:p>
          <w:p w:rsidR="00AC6C78" w:rsidRPr="005D024A" w:rsidRDefault="008A3440" w:rsidP="00AA081D">
            <w:pPr>
              <w:pStyle w:val="ab"/>
              <w:jc w:val="left"/>
            </w:pPr>
            <w:r w:rsidRPr="00DA496B">
              <w:rPr>
                <w:noProof/>
              </w:rPr>
              <w:t>предоставляет доступ к сведениям, содержащимся в едином реестре</w:t>
            </w:r>
          </w:p>
        </w:tc>
      </w:tr>
      <w:tr w:rsidR="00AC6C78" w:rsidRPr="008452E7" w:rsidTr="00117EFA">
        <w:trPr>
          <w:cantSplit/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AC6C78" w:rsidRPr="008452E7" w:rsidRDefault="00AC6C78" w:rsidP="00AA081D">
            <w:pPr>
              <w:pStyle w:val="ab"/>
              <w:jc w:val="left"/>
            </w:pPr>
            <w:r w:rsidRPr="008452E7">
              <w:rPr>
                <w:lang w:eastAsia="en-US"/>
              </w:rPr>
              <w:t>P.MM.07.ACT.001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AC6C78" w:rsidRPr="0081760A" w:rsidRDefault="00B275CC" w:rsidP="00B275CC">
            <w:pPr>
              <w:pStyle w:val="ab"/>
              <w:jc w:val="left"/>
              <w:rPr>
                <w:lang w:val="en-US"/>
              </w:rPr>
            </w:pPr>
            <w:r w:rsidRPr="00B275CC">
              <w:rPr>
                <w:noProof/>
                <w:lang w:val="en-US"/>
              </w:rPr>
              <w:t>уполномоченный орган государства-члена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AC6C78" w:rsidRPr="00DA496B" w:rsidRDefault="008816FF" w:rsidP="00AA081D">
            <w:pPr>
              <w:pStyle w:val="ab"/>
              <w:jc w:val="left"/>
            </w:pPr>
            <w:r>
              <w:rPr>
                <w:noProof/>
              </w:rPr>
              <w:t xml:space="preserve">орган государства-члена, который </w:t>
            </w:r>
            <w:r w:rsidR="00D9061A" w:rsidRPr="00DA496B">
              <w:rPr>
                <w:noProof/>
              </w:rPr>
              <w:t xml:space="preserve">представляет в </w:t>
            </w:r>
            <w:r w:rsidR="002C7A69">
              <w:rPr>
                <w:noProof/>
              </w:rPr>
              <w:t>К</w:t>
            </w:r>
            <w:r w:rsidRPr="00C868B5">
              <w:rPr>
                <w:noProof/>
              </w:rPr>
              <w:t>омисси</w:t>
            </w:r>
            <w:r>
              <w:rPr>
                <w:noProof/>
              </w:rPr>
              <w:t>ю</w:t>
            </w:r>
            <w:r w:rsidRPr="00DA496B" w:rsidDel="008816FF">
              <w:rPr>
                <w:noProof/>
              </w:rPr>
              <w:t xml:space="preserve"> </w:t>
            </w:r>
            <w:r w:rsidR="00D9061A" w:rsidRPr="00DA496B">
              <w:rPr>
                <w:noProof/>
              </w:rPr>
              <w:t>сведения для обновления единого реестра</w:t>
            </w:r>
            <w:r w:rsidR="00200E72">
              <w:rPr>
                <w:noProof/>
              </w:rPr>
              <w:t xml:space="preserve"> и</w:t>
            </w:r>
          </w:p>
          <w:p w:rsidR="00AC6C78" w:rsidRPr="005D024A" w:rsidRDefault="008A3440" w:rsidP="00AA081D">
            <w:pPr>
              <w:pStyle w:val="ab"/>
              <w:jc w:val="left"/>
            </w:pPr>
            <w:r w:rsidRPr="00DA496B">
              <w:rPr>
                <w:noProof/>
              </w:rPr>
              <w:t>запрашивает в автоматизированном режиме сведения</w:t>
            </w:r>
            <w:r w:rsidR="00200E72">
              <w:rPr>
                <w:noProof/>
              </w:rPr>
              <w:t xml:space="preserve"> из</w:t>
            </w:r>
            <w:r w:rsidRPr="00DA496B">
              <w:rPr>
                <w:noProof/>
              </w:rPr>
              <w:t xml:space="preserve"> единого реестра через интегрированную систему</w:t>
            </w:r>
          </w:p>
        </w:tc>
      </w:tr>
      <w:tr w:rsidR="00AC6C78" w:rsidRPr="008452E7" w:rsidTr="00117EFA">
        <w:trPr>
          <w:cantSplit/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AC6C78" w:rsidRPr="008452E7" w:rsidRDefault="00AC6C78" w:rsidP="00AA081D">
            <w:pPr>
              <w:pStyle w:val="ab"/>
              <w:jc w:val="left"/>
            </w:pPr>
            <w:r w:rsidRPr="008452E7">
              <w:rPr>
                <w:lang w:eastAsia="en-US"/>
              </w:rPr>
              <w:t>P.MM.07.ACT.002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AC6C78" w:rsidRPr="0081760A" w:rsidRDefault="00B275CC" w:rsidP="00B275CC">
            <w:pPr>
              <w:pStyle w:val="ab"/>
              <w:jc w:val="left"/>
              <w:rPr>
                <w:lang w:val="en-US"/>
              </w:rPr>
            </w:pPr>
            <w:r w:rsidRPr="00B275CC">
              <w:rPr>
                <w:noProof/>
                <w:lang w:val="en-US"/>
              </w:rPr>
              <w:t>заинтересованное лицо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AC6C78" w:rsidRPr="00DA496B" w:rsidRDefault="00200E72" w:rsidP="00200E72">
            <w:pPr>
              <w:pStyle w:val="ab"/>
              <w:jc w:val="left"/>
            </w:pPr>
            <w:r>
              <w:rPr>
                <w:noProof/>
              </w:rPr>
              <w:t xml:space="preserve">лицо, </w:t>
            </w:r>
            <w:r w:rsidRPr="00DA496B">
              <w:rPr>
                <w:noProof/>
              </w:rPr>
              <w:t>запрашива</w:t>
            </w:r>
            <w:r>
              <w:rPr>
                <w:noProof/>
              </w:rPr>
              <w:t>ющее</w:t>
            </w:r>
            <w:r w:rsidRPr="00DA496B">
              <w:rPr>
                <w:noProof/>
              </w:rPr>
              <w:t xml:space="preserve"> </w:t>
            </w:r>
            <w:r w:rsidR="00D9061A" w:rsidRPr="00DA496B">
              <w:rPr>
                <w:noProof/>
              </w:rPr>
              <w:t>информацию из единого реестр</w:t>
            </w:r>
            <w:r>
              <w:rPr>
                <w:noProof/>
              </w:rPr>
              <w:t>а</w:t>
            </w:r>
          </w:p>
        </w:tc>
      </w:tr>
    </w:tbl>
    <w:p w:rsidR="00916A70" w:rsidRPr="00EE62B0" w:rsidRDefault="00341DB3" w:rsidP="00D03D43">
      <w:pPr>
        <w:pStyle w:val="2"/>
      </w:pPr>
      <w:bookmarkStart w:id="18" w:name="_Ref362515393"/>
      <w:bookmarkStart w:id="19" w:name="_Toc363227836"/>
      <w:bookmarkStart w:id="20" w:name="_Toc364113132"/>
      <w:bookmarkStart w:id="21" w:name="_Toc369271001"/>
      <w:bookmarkStart w:id="22" w:name="_Toc375908834"/>
      <w:r w:rsidRPr="00EE62B0">
        <w:lastRenderedPageBreak/>
        <w:t>3.</w:t>
      </w:r>
      <w:r w:rsidR="00C23E21">
        <w:t> </w:t>
      </w:r>
      <w:r w:rsidR="00F715E0" w:rsidRPr="00EE62B0">
        <w:t xml:space="preserve">Структура </w:t>
      </w:r>
      <w:r w:rsidR="00A320DD">
        <w:t>о</w:t>
      </w:r>
      <w:r w:rsidR="005A38DC" w:rsidRPr="00EE62B0">
        <w:t xml:space="preserve">бщего </w:t>
      </w:r>
      <w:r w:rsidR="00F715E0" w:rsidRPr="00EE62B0">
        <w:t>процесса</w:t>
      </w:r>
      <w:bookmarkEnd w:id="16"/>
      <w:bookmarkEnd w:id="18"/>
      <w:bookmarkEnd w:id="19"/>
      <w:bookmarkEnd w:id="20"/>
      <w:bookmarkEnd w:id="21"/>
      <w:bookmarkEnd w:id="22"/>
    </w:p>
    <w:p w:rsidR="00707C9A" w:rsidRPr="00EE62B0" w:rsidRDefault="001C183C" w:rsidP="00707C9A">
      <w:pPr>
        <w:pStyle w:val="aff"/>
      </w:pPr>
      <w:bookmarkStart w:id="23" w:name="_Toc369271002"/>
      <w:r>
        <w:rPr>
          <w:noProof/>
        </w:rPr>
        <w:t>10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F715E0" w:rsidRPr="00EE62B0">
        <w:t xml:space="preserve">Общий </w:t>
      </w:r>
      <w:r w:rsidR="00D310AC" w:rsidRPr="00EE62B0">
        <w:t>процесс</w:t>
      </w:r>
      <w:r w:rsidR="00F715E0" w:rsidRPr="00EE62B0">
        <w:t xml:space="preserve"> представляет</w:t>
      </w:r>
      <w:r w:rsidR="00D13AAB">
        <w:rPr>
          <w:lang w:val="ru-RU"/>
        </w:rPr>
        <w:t xml:space="preserve"> собой</w:t>
      </w:r>
      <w:r w:rsidR="00F715E0" w:rsidRPr="00EE62B0">
        <w:t xml:space="preserve"> </w:t>
      </w:r>
      <w:bookmarkEnd w:id="23"/>
      <w:r w:rsidR="00707C9A" w:rsidRPr="00EE62B0">
        <w:t xml:space="preserve">совокупность процедур, сгруппированных </w:t>
      </w:r>
      <w:r w:rsidR="00411431">
        <w:rPr>
          <w:lang w:val="ru-RU"/>
        </w:rPr>
        <w:t>по своему назначению</w:t>
      </w:r>
      <w:r w:rsidR="00707C9A" w:rsidRPr="00EE62B0">
        <w:t>:</w:t>
      </w:r>
    </w:p>
    <w:p w:rsidR="00707C9A" w:rsidRPr="00DA496B" w:rsidRDefault="00411431" w:rsidP="00707C9A">
      <w:pPr>
        <w:pStyle w:val="a4"/>
        <w:rPr>
          <w:lang w:val="ru-RU"/>
        </w:rPr>
      </w:pPr>
      <w:r w:rsidRPr="00DA496B">
        <w:rPr>
          <w:noProof/>
          <w:lang w:val="ru-RU"/>
        </w:rPr>
        <w:t>а</w:t>
      </w:r>
      <w:r w:rsidRPr="008452E7">
        <w:rPr>
          <w:rStyle w:val="afc"/>
          <w:color w:val="auto"/>
          <w:lang w:val="ru-RU"/>
        </w:rPr>
        <w:t>)</w:t>
      </w:r>
      <w:r w:rsidRPr="008452E7">
        <w:rPr>
          <w:rStyle w:val="afc"/>
          <w:color w:val="auto"/>
        </w:rPr>
        <w:t> </w:t>
      </w:r>
      <w:r w:rsidRPr="008452E7">
        <w:rPr>
          <w:rStyle w:val="afc"/>
          <w:color w:val="auto"/>
          <w:lang w:val="ru-RU"/>
        </w:rPr>
        <w:t>процедуры</w:t>
      </w:r>
      <w:r w:rsidR="00E736A4" w:rsidRPr="008452E7">
        <w:rPr>
          <w:rStyle w:val="afc"/>
          <w:color w:val="auto"/>
          <w:lang w:val="ru-RU"/>
        </w:rPr>
        <w:t xml:space="preserve"> </w:t>
      </w:r>
      <w:r w:rsidR="00707C9A" w:rsidRPr="00DA496B">
        <w:rPr>
          <w:noProof/>
          <w:lang w:val="ru-RU"/>
        </w:rPr>
        <w:t>формирования и ведения единого реестра</w:t>
      </w:r>
      <w:r w:rsidR="00707C9A" w:rsidRPr="00DA496B">
        <w:rPr>
          <w:lang w:val="ru-RU"/>
        </w:rPr>
        <w:t>;</w:t>
      </w:r>
    </w:p>
    <w:p w:rsidR="000F431C" w:rsidRPr="00C868B5" w:rsidRDefault="00411431" w:rsidP="000F431C">
      <w:pPr>
        <w:pStyle w:val="aff"/>
        <w:outlineLvl w:val="9"/>
        <w:rPr>
          <w:color w:val="000000" w:themeColor="text1"/>
          <w:lang w:val="ru-RU"/>
        </w:rPr>
      </w:pPr>
      <w:r w:rsidRPr="00C868B5">
        <w:rPr>
          <w:noProof/>
          <w:color w:val="000000" w:themeColor="text1"/>
          <w:lang w:val="ru-RU"/>
        </w:rPr>
        <w:t>б</w:t>
      </w:r>
      <w:r w:rsidRPr="00C868B5">
        <w:rPr>
          <w:rStyle w:val="afc"/>
          <w:color w:val="000000" w:themeColor="text1"/>
          <w:lang w:val="ru-RU"/>
        </w:rPr>
        <w:t>)</w:t>
      </w:r>
      <w:r w:rsidRPr="00C868B5">
        <w:rPr>
          <w:rStyle w:val="afc"/>
          <w:color w:val="000000" w:themeColor="text1"/>
        </w:rPr>
        <w:t> </w:t>
      </w:r>
      <w:r w:rsidRPr="00C868B5">
        <w:rPr>
          <w:rStyle w:val="afc"/>
          <w:color w:val="000000" w:themeColor="text1"/>
          <w:lang w:val="ru-RU"/>
        </w:rPr>
        <w:t>процедуры</w:t>
      </w:r>
      <w:r w:rsidR="00E736A4" w:rsidRPr="00C868B5">
        <w:rPr>
          <w:rStyle w:val="afc"/>
          <w:color w:val="000000" w:themeColor="text1"/>
          <w:lang w:val="ru-RU"/>
        </w:rPr>
        <w:t xml:space="preserve"> </w:t>
      </w:r>
      <w:r w:rsidR="00707C9A" w:rsidRPr="00C868B5">
        <w:rPr>
          <w:noProof/>
          <w:color w:val="000000" w:themeColor="text1"/>
          <w:lang w:val="ru-RU"/>
        </w:rPr>
        <w:t xml:space="preserve">представления сведений </w:t>
      </w:r>
      <w:r w:rsidR="00200E72" w:rsidRPr="00C868B5">
        <w:rPr>
          <w:noProof/>
          <w:color w:val="000000" w:themeColor="text1"/>
          <w:lang w:val="ru-RU"/>
        </w:rPr>
        <w:t xml:space="preserve">из </w:t>
      </w:r>
      <w:r w:rsidR="00707C9A" w:rsidRPr="00C868B5">
        <w:rPr>
          <w:noProof/>
          <w:color w:val="000000" w:themeColor="text1"/>
          <w:lang w:val="ru-RU"/>
        </w:rPr>
        <w:t>единого реестра</w:t>
      </w:r>
      <w:r w:rsidR="00707C9A" w:rsidRPr="00C868B5">
        <w:rPr>
          <w:color w:val="000000" w:themeColor="text1"/>
          <w:lang w:val="ru-RU"/>
        </w:rPr>
        <w:t>.</w:t>
      </w:r>
    </w:p>
    <w:p w:rsidR="004D37E3" w:rsidRDefault="001C183C" w:rsidP="001C183C">
      <w:pPr>
        <w:pStyle w:val="aff"/>
        <w:rPr>
          <w:noProof/>
        </w:rPr>
      </w:pPr>
      <w:bookmarkStart w:id="24" w:name="_Toc369271004"/>
      <w:r w:rsidRPr="001C183C">
        <w:rPr>
          <w:noProof/>
        </w:rPr>
        <w:t>11</w:t>
      </w:r>
      <w:r w:rsidRPr="001C183C">
        <w:t>.</w:t>
      </w:r>
      <w:r w:rsidR="00C23E21">
        <w:rPr>
          <w:lang w:val="en-US"/>
        </w:rPr>
        <w:t> </w:t>
      </w:r>
      <w:r w:rsidR="000A7FA1">
        <w:rPr>
          <w:noProof/>
        </w:rPr>
        <w:t xml:space="preserve">В рамках выполнения процедур общего процесса уполномоченные органы государств-членов обеспечивают представление </w:t>
      </w:r>
      <w:r w:rsidR="00200E72">
        <w:rPr>
          <w:noProof/>
          <w:lang w:val="ru-RU"/>
        </w:rPr>
        <w:t>в Комисси</w:t>
      </w:r>
      <w:r w:rsidR="0093248D">
        <w:rPr>
          <w:noProof/>
          <w:lang w:val="ru-RU"/>
        </w:rPr>
        <w:t>ю</w:t>
      </w:r>
      <w:r w:rsidR="00200E72">
        <w:rPr>
          <w:noProof/>
          <w:lang w:val="ru-RU"/>
        </w:rPr>
        <w:t xml:space="preserve"> </w:t>
      </w:r>
      <w:r w:rsidR="000A7FA1">
        <w:rPr>
          <w:noProof/>
        </w:rPr>
        <w:t xml:space="preserve">сведений об уполномоченных организациях. Комиссия на основе </w:t>
      </w:r>
      <w:r w:rsidR="00200E72">
        <w:rPr>
          <w:noProof/>
        </w:rPr>
        <w:t>полученн</w:t>
      </w:r>
      <w:r w:rsidR="00200E72">
        <w:rPr>
          <w:noProof/>
          <w:lang w:val="ru-RU"/>
        </w:rPr>
        <w:t>ых</w:t>
      </w:r>
      <w:r w:rsidR="00200E72">
        <w:rPr>
          <w:noProof/>
        </w:rPr>
        <w:t xml:space="preserve"> </w:t>
      </w:r>
      <w:r w:rsidR="00200E72">
        <w:rPr>
          <w:noProof/>
          <w:lang w:val="ru-RU"/>
        </w:rPr>
        <w:t xml:space="preserve">сведений вносит изменения в </w:t>
      </w:r>
      <w:r w:rsidR="00073F2F">
        <w:rPr>
          <w:noProof/>
          <w:lang w:val="ru-RU"/>
        </w:rPr>
        <w:t>е</w:t>
      </w:r>
      <w:r w:rsidR="00200E72">
        <w:rPr>
          <w:noProof/>
          <w:lang w:val="ru-RU"/>
        </w:rPr>
        <w:t>диный реестр и публикует его</w:t>
      </w:r>
      <w:r w:rsidR="00200E72">
        <w:rPr>
          <w:noProof/>
        </w:rPr>
        <w:t xml:space="preserve"> </w:t>
      </w:r>
      <w:r w:rsidR="000A7FA1">
        <w:rPr>
          <w:noProof/>
        </w:rPr>
        <w:t xml:space="preserve">на информационном портале Союза. Информационное взаимодействие между уполномоченным органом государства-члена и Комиссией осуществляется с использованием интеграционной платформы интегрированной системы. Доступ к информации, содержащейся в едином реестре, для заинтересованных лиц осуществляется </w:t>
      </w:r>
      <w:r w:rsidR="008D0D3F">
        <w:rPr>
          <w:noProof/>
          <w:lang w:val="ru-RU"/>
        </w:rPr>
        <w:t>посредством использования</w:t>
      </w:r>
      <w:r w:rsidR="008D0D3F">
        <w:rPr>
          <w:noProof/>
        </w:rPr>
        <w:t xml:space="preserve"> информационн</w:t>
      </w:r>
      <w:r w:rsidR="008D0D3F">
        <w:rPr>
          <w:noProof/>
          <w:lang w:val="ru-RU"/>
        </w:rPr>
        <w:t>ого</w:t>
      </w:r>
      <w:r w:rsidR="008D0D3F">
        <w:rPr>
          <w:noProof/>
        </w:rPr>
        <w:t xml:space="preserve"> </w:t>
      </w:r>
      <w:r w:rsidR="000A7FA1">
        <w:rPr>
          <w:noProof/>
        </w:rPr>
        <w:t>портал</w:t>
      </w:r>
      <w:r w:rsidR="008D0D3F">
        <w:rPr>
          <w:noProof/>
          <w:lang w:val="ru-RU"/>
        </w:rPr>
        <w:t>а</w:t>
      </w:r>
      <w:r w:rsidR="000A7FA1">
        <w:rPr>
          <w:noProof/>
        </w:rPr>
        <w:t xml:space="preserve"> Союза.</w:t>
      </w:r>
    </w:p>
    <w:p w:rsidR="0065007D" w:rsidRDefault="0065007D" w:rsidP="0065007D">
      <w:pPr>
        <w:pStyle w:val="a4"/>
        <w:rPr>
          <w:noProof/>
          <w:lang w:val="ru-RU"/>
        </w:rPr>
      </w:pPr>
      <w:r>
        <w:rPr>
          <w:noProof/>
        </w:rPr>
        <w:t xml:space="preserve">Представление указанных сведений осуществляется в соответствии с Регламентом информационного взаимодействия </w:t>
      </w:r>
      <w:r w:rsidRPr="00474DEB">
        <w:rPr>
          <w:noProof/>
        </w:rPr>
        <w:t>между уполномоченным</w:t>
      </w:r>
      <w:r>
        <w:rPr>
          <w:noProof/>
          <w:lang w:val="ru-RU"/>
        </w:rPr>
        <w:t>и</w:t>
      </w:r>
      <w:r w:rsidRPr="00474DEB">
        <w:rPr>
          <w:noProof/>
        </w:rPr>
        <w:t xml:space="preserve"> орган</w:t>
      </w:r>
      <w:r>
        <w:rPr>
          <w:noProof/>
          <w:lang w:val="ru-RU"/>
        </w:rPr>
        <w:t>ами</w:t>
      </w:r>
      <w:r w:rsidRPr="00474DEB">
        <w:rPr>
          <w:noProof/>
        </w:rPr>
        <w:t xml:space="preserve"> государств</w:t>
      </w:r>
      <w:r>
        <w:rPr>
          <w:noProof/>
          <w:lang w:val="ru-RU"/>
        </w:rPr>
        <w:t xml:space="preserve"> </w:t>
      </w:r>
      <w:r>
        <w:rPr>
          <w:noProof/>
        </w:rPr>
        <w:t>–</w:t>
      </w:r>
      <w:r>
        <w:rPr>
          <w:noProof/>
          <w:lang w:val="ru-RU"/>
        </w:rPr>
        <w:t xml:space="preserve"> </w:t>
      </w:r>
      <w:r w:rsidRPr="00474DEB">
        <w:rPr>
          <w:noProof/>
        </w:rPr>
        <w:t>член</w:t>
      </w:r>
      <w:r>
        <w:rPr>
          <w:noProof/>
          <w:lang w:val="ru-RU"/>
        </w:rPr>
        <w:t>ов</w:t>
      </w:r>
      <w:r w:rsidRPr="00474DEB">
        <w:rPr>
          <w:noProof/>
        </w:rPr>
        <w:t xml:space="preserve"> Евразийского экономического союза и Евразийской экономической комиссией при реализации средствами интегрированной информационной системы внешней и взаимной торговли общего процесса «</w:t>
      </w:r>
      <w:r w:rsidR="00A642B6"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Pr="00474DEB">
        <w:rPr>
          <w:noProof/>
        </w:rPr>
        <w:t>»</w:t>
      </w:r>
      <w:r>
        <w:rPr>
          <w:noProof/>
        </w:rPr>
        <w:t>,</w:t>
      </w:r>
      <w:r w:rsidRPr="00105ECE">
        <w:rPr>
          <w:noProof/>
        </w:rPr>
        <w:t xml:space="preserve"> утвержденн</w:t>
      </w:r>
      <w:r>
        <w:rPr>
          <w:noProof/>
        </w:rPr>
        <w:t>ым</w:t>
      </w:r>
      <w:r w:rsidRPr="00105ECE">
        <w:rPr>
          <w:noProof/>
        </w:rPr>
        <w:t xml:space="preserve"> Решением Коллегии </w:t>
      </w:r>
      <w:r>
        <w:rPr>
          <w:noProof/>
          <w:lang w:val="ru-RU"/>
        </w:rPr>
        <w:t>Евразийской экономической к</w:t>
      </w:r>
      <w:r w:rsidRPr="00105ECE">
        <w:rPr>
          <w:noProof/>
        </w:rPr>
        <w:t xml:space="preserve">омиссии </w:t>
      </w:r>
      <w:r w:rsidR="00643369">
        <w:t>о</w:t>
      </w:r>
      <w:r w:rsidR="00643369" w:rsidRPr="005D024A">
        <w:t>т</w:t>
      </w:r>
      <w:r w:rsidR="00643369">
        <w:t xml:space="preserve"> 30 августа</w:t>
      </w:r>
      <w:r w:rsidR="00643369" w:rsidRPr="005D024A">
        <w:t xml:space="preserve"> 20</w:t>
      </w:r>
      <w:r w:rsidR="00643369">
        <w:t>16</w:t>
      </w:r>
      <w:r w:rsidR="00643369" w:rsidRPr="005D024A">
        <w:t xml:space="preserve"> г. №</w:t>
      </w:r>
      <w:r w:rsidR="00643369">
        <w:t xml:space="preserve"> 93</w:t>
      </w:r>
      <w:r w:rsidR="00643369" w:rsidRPr="00474DEB">
        <w:rPr>
          <w:noProof/>
        </w:rPr>
        <w:t xml:space="preserve"> </w:t>
      </w:r>
      <w:r w:rsidRPr="00474DEB">
        <w:rPr>
          <w:noProof/>
        </w:rPr>
        <w:t>(далее</w:t>
      </w:r>
      <w:r>
        <w:rPr>
          <w:noProof/>
          <w:lang w:val="ru-RU"/>
        </w:rPr>
        <w:t xml:space="preserve"> </w:t>
      </w:r>
      <w:r w:rsidRPr="00474DEB">
        <w:rPr>
          <w:noProof/>
        </w:rPr>
        <w:t>–</w:t>
      </w:r>
      <w:r>
        <w:rPr>
          <w:noProof/>
          <w:lang w:val="ru-RU"/>
        </w:rPr>
        <w:t xml:space="preserve"> </w:t>
      </w:r>
      <w:r w:rsidRPr="00474DEB">
        <w:rPr>
          <w:noProof/>
        </w:rPr>
        <w:t>Регламент информационного взаимодействия)</w:t>
      </w:r>
      <w:r>
        <w:rPr>
          <w:noProof/>
          <w:lang w:val="ru-RU"/>
        </w:rPr>
        <w:t>.</w:t>
      </w:r>
    </w:p>
    <w:p w:rsidR="0065007D" w:rsidRPr="00F22A87" w:rsidRDefault="0065007D" w:rsidP="0065007D">
      <w:pPr>
        <w:pStyle w:val="a4"/>
        <w:rPr>
          <w:noProof/>
          <w:lang w:val="ru-RU"/>
        </w:rPr>
      </w:pPr>
      <w:r>
        <w:rPr>
          <w:noProof/>
        </w:rPr>
        <w:lastRenderedPageBreak/>
        <w:t>Формат и структура представляемых сведений должны соответствовать Описанию форматов и структур электронных документов и сведений</w:t>
      </w:r>
      <w:r w:rsidRPr="00474DEB">
        <w:rPr>
          <w:noProof/>
        </w:rPr>
        <w:t>, используемых для реализации средствами интегрированной информационной системы внешней и взаимной торговли общего процесса «</w:t>
      </w:r>
      <w:r w:rsidR="00A642B6">
        <w:t>Формирование, ведение и использование единого реестра уполномоченных организаций Евразийского экономического союза, осуществляющих проведение исследований (испытаний) медицинских изделий в целях их регистрации</w:t>
      </w:r>
      <w:r w:rsidRPr="00474DEB">
        <w:rPr>
          <w:noProof/>
        </w:rPr>
        <w:t>»</w:t>
      </w:r>
      <w:r>
        <w:rPr>
          <w:noProof/>
        </w:rPr>
        <w:t xml:space="preserve">, </w:t>
      </w:r>
      <w:r w:rsidRPr="00105ECE">
        <w:rPr>
          <w:noProof/>
        </w:rPr>
        <w:t xml:space="preserve">утвержденному Решением Коллегии </w:t>
      </w:r>
      <w:r>
        <w:rPr>
          <w:noProof/>
          <w:lang w:val="ru-RU"/>
        </w:rPr>
        <w:t>Евразийской экономической к</w:t>
      </w:r>
      <w:r w:rsidRPr="00105ECE">
        <w:rPr>
          <w:noProof/>
        </w:rPr>
        <w:t xml:space="preserve">омиссии </w:t>
      </w:r>
      <w:r w:rsidR="00643369">
        <w:t>о</w:t>
      </w:r>
      <w:r w:rsidR="00643369" w:rsidRPr="005D024A">
        <w:t>т</w:t>
      </w:r>
      <w:r w:rsidR="00643369">
        <w:t xml:space="preserve"> 30 августа</w:t>
      </w:r>
      <w:r w:rsidR="00643369" w:rsidRPr="005D024A">
        <w:t xml:space="preserve"> 20</w:t>
      </w:r>
      <w:r w:rsidR="00643369">
        <w:t>16</w:t>
      </w:r>
      <w:r w:rsidR="00643369" w:rsidRPr="005D024A">
        <w:t xml:space="preserve"> г. №</w:t>
      </w:r>
      <w:r w:rsidR="00643369">
        <w:t xml:space="preserve"> 93</w:t>
      </w:r>
      <w:r w:rsidR="00643369">
        <w:rPr>
          <w:noProof/>
          <w:lang w:val="ru-RU"/>
        </w:rPr>
        <w:t xml:space="preserve"> </w:t>
      </w:r>
      <w:r w:rsidRPr="00474DEB">
        <w:rPr>
          <w:noProof/>
        </w:rPr>
        <w:t>(далее</w:t>
      </w:r>
      <w:r>
        <w:rPr>
          <w:noProof/>
          <w:lang w:val="ru-RU"/>
        </w:rPr>
        <w:t xml:space="preserve"> </w:t>
      </w:r>
      <w:r w:rsidRPr="00474DEB">
        <w:rPr>
          <w:noProof/>
        </w:rPr>
        <w:t>–</w:t>
      </w:r>
      <w:r>
        <w:rPr>
          <w:noProof/>
          <w:lang w:val="ru-RU"/>
        </w:rPr>
        <w:t xml:space="preserve"> </w:t>
      </w:r>
      <w:r w:rsidRPr="00474DEB">
        <w:rPr>
          <w:noProof/>
        </w:rPr>
        <w:t>Описание форматов и структур электронных документов и сведений)</w:t>
      </w:r>
      <w:r>
        <w:rPr>
          <w:noProof/>
          <w:lang w:val="ru-RU"/>
        </w:rPr>
        <w:t>.</w:t>
      </w:r>
    </w:p>
    <w:p w:rsidR="00BF556B" w:rsidRPr="00EE62B0" w:rsidRDefault="001C183C" w:rsidP="001C183C">
      <w:pPr>
        <w:pStyle w:val="aff"/>
      </w:pPr>
      <w:r>
        <w:rPr>
          <w:noProof/>
        </w:rPr>
        <w:t>12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B25560">
        <w:rPr>
          <w:lang w:val="ru-RU"/>
        </w:rPr>
        <w:t>Приведенное описание структуры</w:t>
      </w:r>
      <w:r w:rsidR="00B25560" w:rsidRPr="00697841">
        <w:rPr>
          <w:lang w:val="ru-RU"/>
        </w:rPr>
        <w:t xml:space="preserve"> </w:t>
      </w:r>
      <w:r w:rsidR="00B25560">
        <w:rPr>
          <w:lang w:val="ru-RU"/>
        </w:rPr>
        <w:t>общего</w:t>
      </w:r>
      <w:r w:rsidR="00B25560" w:rsidRPr="00697841">
        <w:rPr>
          <w:lang w:val="ru-RU"/>
        </w:rPr>
        <w:t xml:space="preserve"> </w:t>
      </w:r>
      <w:r w:rsidR="00B25560">
        <w:rPr>
          <w:lang w:val="ru-RU"/>
        </w:rPr>
        <w:t>процесса</w:t>
      </w:r>
      <w:r w:rsidR="00B25560" w:rsidRPr="00697841">
        <w:rPr>
          <w:lang w:val="ru-RU"/>
        </w:rPr>
        <w:t xml:space="preserve"> </w:t>
      </w:r>
      <w:r w:rsidR="00B25560">
        <w:rPr>
          <w:lang w:val="ru-RU"/>
        </w:rPr>
        <w:t>представлено</w:t>
      </w:r>
      <w:r w:rsidR="00F715E0" w:rsidRPr="00EE62B0">
        <w:t xml:space="preserve"> на</w:t>
      </w:r>
      <w:r w:rsidR="00B05D87" w:rsidRPr="00EE62B0">
        <w:t xml:space="preserve"> </w:t>
      </w:r>
      <w:r w:rsidR="00091941" w:rsidRPr="00BF556B">
        <w:rPr>
          <w:lang w:val="ru-RU"/>
        </w:rPr>
        <w:t>рис</w:t>
      </w:r>
      <w:r w:rsidR="005A38DC" w:rsidRPr="00BF556B">
        <w:rPr>
          <w:lang w:val="ru-RU"/>
        </w:rPr>
        <w:t>унке</w:t>
      </w:r>
      <w:r w:rsidR="000B69FD" w:rsidRPr="00EE62B0">
        <w:t> </w:t>
      </w:r>
      <w:r w:rsidR="00E75E86" w:rsidRPr="00EE62B0">
        <w:rPr>
          <w:noProof/>
        </w:rPr>
        <w:t>1</w:t>
      </w:r>
      <w:r w:rsidR="00F715E0" w:rsidRPr="00EE62B0">
        <w:t>.</w:t>
      </w:r>
      <w:bookmarkEnd w:id="24"/>
    </w:p>
    <w:p w:rsidR="00F715E0" w:rsidRPr="00EE62B0" w:rsidRDefault="00643369" w:rsidP="006E064A">
      <w:pPr>
        <w:pStyle w:val="af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92pt">
            <v:imagedata r:id="rId9" o:title="РИС1"/>
          </v:shape>
        </w:pict>
      </w:r>
    </w:p>
    <w:p w:rsidR="00F715E0" w:rsidRPr="00DA496B" w:rsidRDefault="00B73FB5" w:rsidP="0095762B">
      <w:pPr>
        <w:pStyle w:val="af5"/>
      </w:pPr>
      <w:bookmarkStart w:id="25" w:name="_Ref363494350"/>
      <w:bookmarkStart w:id="26" w:name="_Toc375908853"/>
      <w:r w:rsidRPr="007E0CC6">
        <w:t>Рис</w:t>
      </w:r>
      <w:bookmarkEnd w:id="25"/>
      <w:r w:rsidR="00B25560" w:rsidRPr="00DA496B">
        <w:t>.</w:t>
      </w:r>
      <w:r w:rsidR="005A38DC" w:rsidRPr="007E0CC6">
        <w:rPr>
          <w:lang w:val="en-US"/>
        </w:rPr>
        <w:t> </w:t>
      </w:r>
      <w:r w:rsidR="00E75E86" w:rsidRPr="00DA496B">
        <w:t>1</w:t>
      </w:r>
      <w:r w:rsidRPr="00DA496B">
        <w:t xml:space="preserve">. </w:t>
      </w:r>
      <w:r w:rsidR="00F715E0" w:rsidRPr="007E0CC6">
        <w:t>Структура</w:t>
      </w:r>
      <w:r w:rsidR="00F715E0" w:rsidRPr="00DA496B">
        <w:t xml:space="preserve"> </w:t>
      </w:r>
      <w:r w:rsidR="00A253EE" w:rsidRPr="007E0CC6">
        <w:t>о</w:t>
      </w:r>
      <w:r w:rsidR="005A38DC" w:rsidRPr="007E0CC6">
        <w:t>бщего</w:t>
      </w:r>
      <w:r w:rsidR="005A38DC" w:rsidRPr="00DA496B">
        <w:t xml:space="preserve"> </w:t>
      </w:r>
      <w:r w:rsidR="00F715E0" w:rsidRPr="007E0CC6">
        <w:t>процесса</w:t>
      </w:r>
      <w:bookmarkEnd w:id="26"/>
    </w:p>
    <w:p w:rsidR="00494C14" w:rsidRPr="001C183C" w:rsidRDefault="001C183C" w:rsidP="001C183C">
      <w:pPr>
        <w:pStyle w:val="aff"/>
      </w:pPr>
      <w:bookmarkStart w:id="27" w:name="_Toc369271005"/>
      <w:bookmarkStart w:id="28" w:name="_Toc351924591"/>
      <w:r w:rsidRPr="001C183C">
        <w:rPr>
          <w:noProof/>
        </w:rPr>
        <w:t>13</w:t>
      </w:r>
      <w:r w:rsidRPr="001C183C">
        <w:t>.</w:t>
      </w:r>
      <w:r w:rsidR="00C23E21">
        <w:t> </w:t>
      </w:r>
      <w:r w:rsidR="00494C14" w:rsidRPr="00EE62B0">
        <w:t>Порядок</w:t>
      </w:r>
      <w:r w:rsidR="00494C14" w:rsidRPr="001C183C">
        <w:t xml:space="preserve"> </w:t>
      </w:r>
      <w:r w:rsidR="00433655">
        <w:rPr>
          <w:lang w:val="ru-RU"/>
        </w:rPr>
        <w:t>выполнения</w:t>
      </w:r>
      <w:r w:rsidR="005A38DC" w:rsidRPr="001C183C">
        <w:t xml:space="preserve"> </w:t>
      </w:r>
      <w:r w:rsidR="0062177E" w:rsidRPr="00EE62B0">
        <w:t>процедур</w:t>
      </w:r>
      <w:r w:rsidR="003A344F" w:rsidRPr="008219C2">
        <w:rPr>
          <w:lang w:val="ru-RU"/>
        </w:rPr>
        <w:t xml:space="preserve"> </w:t>
      </w:r>
      <w:r w:rsidR="003A344F">
        <w:rPr>
          <w:lang w:val="ru-RU"/>
        </w:rPr>
        <w:t>общего</w:t>
      </w:r>
      <w:r w:rsidR="003A344F" w:rsidRPr="008219C2">
        <w:rPr>
          <w:lang w:val="ru-RU"/>
        </w:rPr>
        <w:t xml:space="preserve"> </w:t>
      </w:r>
      <w:r w:rsidR="003A344F">
        <w:rPr>
          <w:lang w:val="ru-RU"/>
        </w:rPr>
        <w:t>процесса</w:t>
      </w:r>
      <w:r w:rsidR="0058434C" w:rsidRPr="008219C2">
        <w:rPr>
          <w:lang w:val="ru-RU"/>
        </w:rPr>
        <w:t xml:space="preserve">, </w:t>
      </w:r>
      <w:r w:rsidR="00494C14" w:rsidRPr="00EE62B0">
        <w:t>сгруппированных</w:t>
      </w:r>
      <w:r w:rsidR="00494C14" w:rsidRPr="001C183C">
        <w:t xml:space="preserve"> </w:t>
      </w:r>
      <w:r w:rsidR="00B25560">
        <w:rPr>
          <w:lang w:val="ru-RU"/>
        </w:rPr>
        <w:t>по</w:t>
      </w:r>
      <w:r w:rsidR="00B25560" w:rsidRPr="008219C2">
        <w:rPr>
          <w:lang w:val="ru-RU"/>
        </w:rPr>
        <w:t xml:space="preserve"> </w:t>
      </w:r>
      <w:r w:rsidR="00B25560">
        <w:rPr>
          <w:lang w:val="ru-RU"/>
        </w:rPr>
        <w:t>своему</w:t>
      </w:r>
      <w:r w:rsidR="00B25560" w:rsidRPr="008219C2">
        <w:rPr>
          <w:lang w:val="ru-RU"/>
        </w:rPr>
        <w:t xml:space="preserve"> </w:t>
      </w:r>
      <w:r w:rsidR="00B25560">
        <w:rPr>
          <w:lang w:val="ru-RU"/>
        </w:rPr>
        <w:t>назначению</w:t>
      </w:r>
      <w:r w:rsidR="00346395">
        <w:rPr>
          <w:lang w:val="ru-RU"/>
        </w:rPr>
        <w:t>,</w:t>
      </w:r>
      <w:r w:rsidR="00494C14" w:rsidRPr="001C183C">
        <w:t xml:space="preserve"> </w:t>
      </w:r>
      <w:r w:rsidR="00494C14" w:rsidRPr="00EE62B0">
        <w:t>включая</w:t>
      </w:r>
      <w:r w:rsidR="00494C14" w:rsidRPr="001C183C">
        <w:t xml:space="preserve"> </w:t>
      </w:r>
      <w:r w:rsidR="00494C14" w:rsidRPr="00EE62B0">
        <w:t>детализированное</w:t>
      </w:r>
      <w:r w:rsidR="00494C14" w:rsidRPr="001C183C">
        <w:t xml:space="preserve"> </w:t>
      </w:r>
      <w:r w:rsidR="00494C14" w:rsidRPr="00EE62B0">
        <w:t>описание</w:t>
      </w:r>
      <w:r w:rsidR="00494C14" w:rsidRPr="001C183C">
        <w:t xml:space="preserve"> </w:t>
      </w:r>
      <w:r w:rsidR="00494C14" w:rsidRPr="00EE62B0">
        <w:t>операций</w:t>
      </w:r>
      <w:r w:rsidR="00494C14" w:rsidRPr="001C183C">
        <w:t xml:space="preserve">, </w:t>
      </w:r>
      <w:r w:rsidR="00494C14" w:rsidRPr="00EE62B0">
        <w:t>прив</w:t>
      </w:r>
      <w:r w:rsidR="00B25560">
        <w:rPr>
          <w:lang w:val="ru-RU"/>
        </w:rPr>
        <w:t>еден</w:t>
      </w:r>
      <w:r w:rsidR="00494C14" w:rsidRPr="001C183C">
        <w:t xml:space="preserve"> </w:t>
      </w:r>
      <w:r w:rsidR="00494C14" w:rsidRPr="00EE62B0">
        <w:t>в</w:t>
      </w:r>
      <w:r w:rsidR="00494C14" w:rsidRPr="001C183C">
        <w:t xml:space="preserve"> </w:t>
      </w:r>
      <w:r w:rsidR="00B1517F" w:rsidRPr="00EE62B0">
        <w:t>разделе</w:t>
      </w:r>
      <w:bookmarkEnd w:id="27"/>
      <w:r w:rsidR="00007134">
        <w:rPr>
          <w:lang w:val="ru-RU"/>
        </w:rPr>
        <w:t xml:space="preserve"> </w:t>
      </w:r>
      <w:r w:rsidR="00007134">
        <w:rPr>
          <w:lang w:val="en-US"/>
        </w:rPr>
        <w:t>V</w:t>
      </w:r>
      <w:r w:rsidR="000B52FD">
        <w:rPr>
          <w:lang w:val="en-US"/>
        </w:rPr>
        <w:t>I</w:t>
      </w:r>
      <w:r w:rsidR="00007134">
        <w:rPr>
          <w:lang w:val="en-US"/>
        </w:rPr>
        <w:t>II</w:t>
      </w:r>
      <w:r w:rsidR="00F52816">
        <w:rPr>
          <w:lang w:val="ru-RU"/>
        </w:rPr>
        <w:t xml:space="preserve"> настоящих Правил</w:t>
      </w:r>
      <w:r w:rsidR="00BD6FAC" w:rsidRPr="001C183C">
        <w:t>.</w:t>
      </w:r>
    </w:p>
    <w:p w:rsidR="00494C14" w:rsidRPr="00E03F9F" w:rsidRDefault="00B80674" w:rsidP="00E03F9F">
      <w:pPr>
        <w:pStyle w:val="aff"/>
      </w:pPr>
      <w:bookmarkStart w:id="29" w:name="_Toc369271006"/>
      <w:r w:rsidRPr="001C183C">
        <w:rPr>
          <w:noProof/>
        </w:rPr>
        <w:t>14</w:t>
      </w:r>
      <w:r w:rsidRPr="00F35441">
        <w:rPr>
          <w:lang w:val="ru-RU"/>
        </w:rPr>
        <w:t>.</w:t>
      </w:r>
      <w:r w:rsidR="00C23E21">
        <w:rPr>
          <w:lang w:val="en-US"/>
        </w:rPr>
        <w:t> </w:t>
      </w:r>
      <w:r w:rsidR="00136344" w:rsidRPr="00EE62B0">
        <w:t xml:space="preserve">Для каждой группы процедур </w:t>
      </w:r>
      <w:r w:rsidR="00AB4A7A">
        <w:rPr>
          <w:lang w:val="ru-RU"/>
        </w:rPr>
        <w:t>приводится</w:t>
      </w:r>
      <w:r w:rsidR="00136344" w:rsidRPr="00EE62B0">
        <w:t xml:space="preserve"> общая схема, </w:t>
      </w:r>
      <w:r w:rsidR="00B25560">
        <w:rPr>
          <w:lang w:val="ru-RU"/>
        </w:rPr>
        <w:t>демон</w:t>
      </w:r>
      <w:r w:rsidR="00AB4A7A">
        <w:rPr>
          <w:lang w:val="ru-RU"/>
        </w:rPr>
        <w:t>стрирующая</w:t>
      </w:r>
      <w:r w:rsidR="00136344" w:rsidRPr="00EE62B0">
        <w:t xml:space="preserve"> связи между процедурами</w:t>
      </w:r>
      <w:r w:rsidR="00B25560">
        <w:rPr>
          <w:lang w:val="ru-RU"/>
        </w:rPr>
        <w:t xml:space="preserve"> общего процесса</w:t>
      </w:r>
      <w:r w:rsidR="00136344" w:rsidRPr="00EE62B0">
        <w:t xml:space="preserve"> </w:t>
      </w:r>
      <w:r w:rsidR="00AB4A7A">
        <w:rPr>
          <w:lang w:val="ru-RU"/>
        </w:rPr>
        <w:t xml:space="preserve">и </w:t>
      </w:r>
      <w:r w:rsidR="00B25560">
        <w:rPr>
          <w:lang w:val="ru-RU"/>
        </w:rPr>
        <w:t xml:space="preserve">порядок их выполнения. Общая схема процедур построена с </w:t>
      </w:r>
      <w:r w:rsidR="00B25560">
        <w:rPr>
          <w:lang w:val="ru-RU"/>
        </w:rPr>
        <w:lastRenderedPageBreak/>
        <w:t xml:space="preserve">использованием графической нотации </w:t>
      </w:r>
      <w:r w:rsidR="00B25560">
        <w:rPr>
          <w:lang w:val="en-US"/>
        </w:rPr>
        <w:t>UML</w:t>
      </w:r>
      <w:r w:rsidR="00B25560" w:rsidRPr="00EE2D6A">
        <w:rPr>
          <w:lang w:val="ru-RU"/>
        </w:rPr>
        <w:t xml:space="preserve"> </w:t>
      </w:r>
      <w:r w:rsidR="00B25560">
        <w:rPr>
          <w:lang w:val="ru-RU"/>
        </w:rPr>
        <w:t xml:space="preserve">(унифицированный язык моделирования – </w:t>
      </w:r>
      <w:r w:rsidR="00B25560">
        <w:rPr>
          <w:lang w:val="en-US"/>
        </w:rPr>
        <w:t>Unified</w:t>
      </w:r>
      <w:r w:rsidR="00B25560" w:rsidRPr="00EE2D6A">
        <w:rPr>
          <w:lang w:val="ru-RU"/>
        </w:rPr>
        <w:t xml:space="preserve"> </w:t>
      </w:r>
      <w:r w:rsidR="00B25560">
        <w:rPr>
          <w:lang w:val="en-US"/>
        </w:rPr>
        <w:t>Modeling</w:t>
      </w:r>
      <w:r w:rsidR="00B25560" w:rsidRPr="00EE2D6A">
        <w:rPr>
          <w:lang w:val="ru-RU"/>
        </w:rPr>
        <w:t xml:space="preserve"> </w:t>
      </w:r>
      <w:r w:rsidR="00B25560">
        <w:rPr>
          <w:lang w:val="en-US"/>
        </w:rPr>
        <w:t>Language</w:t>
      </w:r>
      <w:r w:rsidR="00B25560">
        <w:rPr>
          <w:lang w:val="ru-RU"/>
        </w:rPr>
        <w:t>)</w:t>
      </w:r>
      <w:r w:rsidR="00B25560" w:rsidRPr="00EE2D6A">
        <w:rPr>
          <w:lang w:val="ru-RU"/>
        </w:rPr>
        <w:t xml:space="preserve"> </w:t>
      </w:r>
      <w:r w:rsidR="00B25560">
        <w:rPr>
          <w:lang w:val="ru-RU"/>
        </w:rPr>
        <w:t>и снабжена текстовым описанием</w:t>
      </w:r>
      <w:r w:rsidR="00136344" w:rsidRPr="00EE62B0">
        <w:t>.</w:t>
      </w:r>
      <w:bookmarkEnd w:id="29"/>
      <w:r w:rsidR="00702F17" w:rsidRPr="008452E7">
        <w:rPr>
          <w:rStyle w:val="afc"/>
          <w:lang w:val="ru-RU"/>
        </w:rPr>
        <w:t xml:space="preserve"> </w:t>
      </w:r>
    </w:p>
    <w:p w:rsidR="00717B1E" w:rsidRPr="00DA496B" w:rsidRDefault="0009735D" w:rsidP="00D03D43">
      <w:pPr>
        <w:pStyle w:val="2"/>
      </w:pPr>
      <w:bookmarkStart w:id="30" w:name="_Toc351924584"/>
      <w:bookmarkEnd w:id="28"/>
      <w:r w:rsidRPr="00DA496B">
        <w:t>4</w:t>
      </w:r>
      <w:r w:rsidR="00341DB3" w:rsidRPr="00DA496B">
        <w:t>.</w:t>
      </w:r>
      <w:r w:rsidR="00C23E21" w:rsidRPr="003153BA">
        <w:rPr>
          <w:lang w:val="en-US"/>
        </w:rPr>
        <w:t> </w:t>
      </w:r>
      <w:r w:rsidR="001F1BCB" w:rsidRPr="00EE62B0">
        <w:t>Группа</w:t>
      </w:r>
      <w:r w:rsidR="001F1BCB" w:rsidRPr="00DA496B">
        <w:t xml:space="preserve"> </w:t>
      </w:r>
      <w:r w:rsidR="001F1BCB" w:rsidRPr="00EE62B0">
        <w:t>процедур</w:t>
      </w:r>
      <w:r w:rsidR="001F1BCB" w:rsidRPr="00DA496B">
        <w:t xml:space="preserve"> </w:t>
      </w:r>
      <w:r w:rsidR="00FB6D8B" w:rsidRPr="00DA496B">
        <w:rPr>
          <w:noProof/>
        </w:rPr>
        <w:t>формирования</w:t>
      </w:r>
      <w:r w:rsidR="00073F2F">
        <w:rPr>
          <w:noProof/>
        </w:rPr>
        <w:t xml:space="preserve"> </w:t>
      </w:r>
      <w:r w:rsidR="00FB6D8B" w:rsidRPr="00DA496B">
        <w:rPr>
          <w:noProof/>
        </w:rPr>
        <w:t>и ведения единого реестра</w:t>
      </w:r>
      <w:r w:rsidR="0090447D" w:rsidRPr="00DA496B">
        <w:t xml:space="preserve"> </w:t>
      </w:r>
    </w:p>
    <w:p w:rsidR="008D0D3F" w:rsidRDefault="001C183C" w:rsidP="001C183C">
      <w:pPr>
        <w:pStyle w:val="aff"/>
        <w:rPr>
          <w:noProof/>
        </w:rPr>
      </w:pPr>
      <w:r w:rsidRPr="001C183C">
        <w:rPr>
          <w:noProof/>
        </w:rPr>
        <w:t>15</w:t>
      </w:r>
      <w:r w:rsidRPr="001C183C">
        <w:t>.</w:t>
      </w:r>
      <w:r w:rsidR="00C23E21" w:rsidRPr="00C23E21">
        <w:rPr>
          <w:lang w:val="en-US"/>
        </w:rPr>
        <w:t> </w:t>
      </w:r>
      <w:r w:rsidR="008D414D">
        <w:rPr>
          <w:noProof/>
        </w:rPr>
        <w:t xml:space="preserve">Процедуры формирования и ведения единого реестра выполняются по мере представления уполномоченными органами государств-членов сведений для </w:t>
      </w:r>
      <w:r w:rsidR="008D0D3F">
        <w:rPr>
          <w:noProof/>
          <w:lang w:val="ru-RU"/>
        </w:rPr>
        <w:t>включения в</w:t>
      </w:r>
      <w:r w:rsidR="008D0D3F">
        <w:rPr>
          <w:noProof/>
        </w:rPr>
        <w:t xml:space="preserve"> един</w:t>
      </w:r>
      <w:r w:rsidR="008D0D3F">
        <w:rPr>
          <w:noProof/>
          <w:lang w:val="ru-RU"/>
        </w:rPr>
        <w:t>ый</w:t>
      </w:r>
      <w:r w:rsidR="008D0D3F">
        <w:rPr>
          <w:noProof/>
        </w:rPr>
        <w:t xml:space="preserve"> </w:t>
      </w:r>
      <w:r w:rsidR="008D414D">
        <w:rPr>
          <w:noProof/>
        </w:rPr>
        <w:t>р</w:t>
      </w:r>
      <w:r w:rsidR="00321EC5">
        <w:rPr>
          <w:noProof/>
          <w:lang w:val="ru-RU"/>
        </w:rPr>
        <w:t>е</w:t>
      </w:r>
      <w:r w:rsidR="008D414D">
        <w:rPr>
          <w:noProof/>
        </w:rPr>
        <w:t xml:space="preserve">естр. Уполномоченный орган государства-члена формирует и направляет </w:t>
      </w:r>
      <w:r w:rsidR="00321EC5">
        <w:rPr>
          <w:noProof/>
        </w:rPr>
        <w:br/>
      </w:r>
      <w:r w:rsidR="008D414D">
        <w:rPr>
          <w:noProof/>
        </w:rPr>
        <w:t xml:space="preserve">в </w:t>
      </w:r>
      <w:r w:rsidR="008D0D3F">
        <w:rPr>
          <w:noProof/>
        </w:rPr>
        <w:t>Комиссию</w:t>
      </w:r>
      <w:r w:rsidR="008D0D3F">
        <w:rPr>
          <w:noProof/>
          <w:lang w:val="ru-RU"/>
        </w:rPr>
        <w:t xml:space="preserve"> посредством использования интегрированной системы информацию </w:t>
      </w:r>
      <w:r w:rsidR="008D414D">
        <w:rPr>
          <w:noProof/>
        </w:rPr>
        <w:t xml:space="preserve">об </w:t>
      </w:r>
      <w:r w:rsidR="008D0D3F">
        <w:rPr>
          <w:noProof/>
        </w:rPr>
        <w:t>изменени</w:t>
      </w:r>
      <w:r w:rsidR="008D0D3F">
        <w:rPr>
          <w:noProof/>
          <w:lang w:val="ru-RU"/>
        </w:rPr>
        <w:t>и</w:t>
      </w:r>
      <w:r w:rsidR="008D0D3F">
        <w:rPr>
          <w:noProof/>
        </w:rPr>
        <w:t xml:space="preserve"> </w:t>
      </w:r>
      <w:r w:rsidR="008D414D">
        <w:rPr>
          <w:noProof/>
        </w:rPr>
        <w:t xml:space="preserve">сведений об уполномоченных организациях. </w:t>
      </w:r>
    </w:p>
    <w:p w:rsidR="00321EC5" w:rsidRDefault="008D414D" w:rsidP="001C183C">
      <w:pPr>
        <w:pStyle w:val="aff"/>
        <w:rPr>
          <w:noProof/>
          <w:lang w:val="ru-RU"/>
        </w:rPr>
      </w:pPr>
      <w:r>
        <w:rPr>
          <w:noProof/>
        </w:rPr>
        <w:t>В зависимости от вида изменений выполняются</w:t>
      </w:r>
      <w:r w:rsidR="00321EC5">
        <w:rPr>
          <w:noProof/>
          <w:lang w:val="ru-RU"/>
        </w:rPr>
        <w:t xml:space="preserve"> следующие</w:t>
      </w:r>
      <w:r>
        <w:rPr>
          <w:noProof/>
        </w:rPr>
        <w:t xml:space="preserve"> процедуры </w:t>
      </w:r>
      <w:r w:rsidR="00321EC5">
        <w:rPr>
          <w:noProof/>
          <w:lang w:val="ru-RU"/>
        </w:rPr>
        <w:t xml:space="preserve">общего процесса, включенные в группу процедур </w:t>
      </w:r>
      <w:r w:rsidR="00321EC5" w:rsidRPr="00DA496B">
        <w:rPr>
          <w:noProof/>
        </w:rPr>
        <w:t>формирования</w:t>
      </w:r>
      <w:r w:rsidR="00321EC5">
        <w:rPr>
          <w:noProof/>
        </w:rPr>
        <w:t xml:space="preserve"> </w:t>
      </w:r>
      <w:r w:rsidR="00321EC5" w:rsidRPr="00DA496B">
        <w:rPr>
          <w:noProof/>
        </w:rPr>
        <w:t>и ведения единого реестра</w:t>
      </w:r>
      <w:r w:rsidR="00321EC5">
        <w:rPr>
          <w:noProof/>
          <w:lang w:val="ru-RU"/>
        </w:rPr>
        <w:t>:</w:t>
      </w:r>
    </w:p>
    <w:p w:rsidR="00321EC5" w:rsidRDefault="008D414D" w:rsidP="001C183C">
      <w:pPr>
        <w:pStyle w:val="aff"/>
        <w:rPr>
          <w:noProof/>
          <w:lang w:val="ru-RU"/>
        </w:rPr>
      </w:pPr>
      <w:r>
        <w:rPr>
          <w:noProof/>
        </w:rPr>
        <w:t>«Включение сведений в единый реестр» (P.MM.07.PRC.001</w:t>
      </w:r>
      <w:r w:rsidR="00321EC5">
        <w:rPr>
          <w:noProof/>
        </w:rPr>
        <w:t>)</w:t>
      </w:r>
      <w:r w:rsidR="00321EC5">
        <w:rPr>
          <w:noProof/>
          <w:lang w:val="ru-RU"/>
        </w:rPr>
        <w:t>;</w:t>
      </w:r>
    </w:p>
    <w:p w:rsidR="00321EC5" w:rsidRDefault="008D414D" w:rsidP="001C183C">
      <w:pPr>
        <w:pStyle w:val="aff"/>
        <w:rPr>
          <w:noProof/>
        </w:rPr>
      </w:pPr>
      <w:r>
        <w:rPr>
          <w:noProof/>
        </w:rPr>
        <w:t>«Изменение сведений</w:t>
      </w:r>
      <w:r w:rsidR="00321EC5">
        <w:rPr>
          <w:noProof/>
          <w:lang w:val="ru-RU"/>
        </w:rPr>
        <w:t>, содержащихся</w:t>
      </w:r>
      <w:r>
        <w:rPr>
          <w:noProof/>
        </w:rPr>
        <w:t xml:space="preserve"> в едином реестре» (P.MM.07.PRC.002)</w:t>
      </w:r>
      <w:r w:rsidR="00321EC5">
        <w:rPr>
          <w:noProof/>
          <w:lang w:val="ru-RU"/>
        </w:rPr>
        <w:t>;</w:t>
      </w:r>
      <w:r>
        <w:rPr>
          <w:noProof/>
        </w:rPr>
        <w:t xml:space="preserve"> </w:t>
      </w:r>
    </w:p>
    <w:p w:rsidR="00411F5B" w:rsidRPr="001353E7" w:rsidRDefault="008D414D" w:rsidP="001C183C">
      <w:pPr>
        <w:pStyle w:val="aff"/>
      </w:pPr>
      <w:r>
        <w:rPr>
          <w:noProof/>
        </w:rPr>
        <w:t>«Исключение сведений из единого реестра» (P.MM.07.PRC.003).</w:t>
      </w:r>
    </w:p>
    <w:p w:rsidR="00783772" w:rsidRPr="001C183C" w:rsidRDefault="001C183C" w:rsidP="001C183C">
      <w:pPr>
        <w:pStyle w:val="aff"/>
      </w:pPr>
      <w:r w:rsidRPr="001C183C">
        <w:rPr>
          <w:noProof/>
        </w:rPr>
        <w:t>16</w:t>
      </w:r>
      <w:r w:rsidRPr="001C183C">
        <w:t>.</w:t>
      </w:r>
      <w:r w:rsidR="00C23E21">
        <w:t> </w:t>
      </w:r>
      <w:r w:rsidR="00D9061A">
        <w:rPr>
          <w:lang w:val="ru-RU"/>
        </w:rPr>
        <w:t>Приведенное</w:t>
      </w:r>
      <w:r w:rsidR="00D9061A" w:rsidRPr="00DA496B">
        <w:rPr>
          <w:lang w:val="ru-RU"/>
        </w:rPr>
        <w:t xml:space="preserve"> </w:t>
      </w:r>
      <w:r w:rsidR="00D9061A">
        <w:rPr>
          <w:lang w:val="ru-RU"/>
        </w:rPr>
        <w:t>описание</w:t>
      </w:r>
      <w:r w:rsidR="00D9061A" w:rsidRPr="00DA496B">
        <w:rPr>
          <w:lang w:val="ru-RU"/>
        </w:rPr>
        <w:t xml:space="preserve"> </w:t>
      </w:r>
      <w:r w:rsidR="00D9061A">
        <w:t>группы</w:t>
      </w:r>
      <w:r w:rsidR="00D9061A" w:rsidRPr="001C183C">
        <w:t xml:space="preserve"> </w:t>
      </w:r>
      <w:r w:rsidR="00D9061A">
        <w:t>процедур</w:t>
      </w:r>
      <w:r w:rsidR="00743157" w:rsidRPr="001C183C">
        <w:t xml:space="preserve"> </w:t>
      </w:r>
      <w:r w:rsidR="00750BF9">
        <w:rPr>
          <w:noProof/>
        </w:rPr>
        <w:t>формирования и ведения единого реестра</w:t>
      </w:r>
      <w:r w:rsidR="00743157" w:rsidRPr="001C183C">
        <w:t xml:space="preserve"> </w:t>
      </w:r>
      <w:r w:rsidR="00A44286" w:rsidRPr="00EE62B0">
        <w:t>пр</w:t>
      </w:r>
      <w:r w:rsidR="00F52816">
        <w:rPr>
          <w:lang w:val="ru-RU"/>
        </w:rPr>
        <w:t>едставлен</w:t>
      </w:r>
      <w:r w:rsidR="00D9061A">
        <w:rPr>
          <w:lang w:val="ru-RU"/>
        </w:rPr>
        <w:t>о</w:t>
      </w:r>
      <w:r w:rsidR="00743157" w:rsidRPr="001C183C">
        <w:t xml:space="preserve"> </w:t>
      </w:r>
      <w:r w:rsidR="00743157" w:rsidRPr="00EE62B0">
        <w:t>на</w:t>
      </w:r>
      <w:r w:rsidR="003D20E2" w:rsidRPr="001C183C">
        <w:t xml:space="preserve"> </w:t>
      </w:r>
      <w:r w:rsidR="003D20E2" w:rsidRPr="00EE62B0">
        <w:t>рис</w:t>
      </w:r>
      <w:r w:rsidR="008B44D7">
        <w:rPr>
          <w:lang w:val="ru-RU"/>
        </w:rPr>
        <w:t>унке</w:t>
      </w:r>
      <w:r w:rsidR="008B44D7" w:rsidRPr="001C183C">
        <w:t> </w:t>
      </w:r>
      <w:r w:rsidR="003D20E2" w:rsidRPr="001C183C">
        <w:t>2</w:t>
      </w:r>
      <w:r w:rsidR="00783772" w:rsidRPr="001C183C">
        <w:t>.</w:t>
      </w:r>
    </w:p>
    <w:p w:rsidR="000E16C6" w:rsidRPr="00EE62B0" w:rsidRDefault="00643369" w:rsidP="000B69FD">
      <w:pPr>
        <w:pStyle w:val="af6"/>
      </w:pPr>
      <w:r>
        <w:lastRenderedPageBreak/>
        <w:pict>
          <v:shape id="_x0000_i1026" type="#_x0000_t75" style="width:467.25pt;height:262.5pt">
            <v:imagedata r:id="rId10" o:title="РИС2"/>
          </v:shape>
        </w:pict>
      </w:r>
    </w:p>
    <w:p w:rsidR="00743157" w:rsidRPr="00DA496B" w:rsidRDefault="00B73FB5" w:rsidP="0095762B">
      <w:pPr>
        <w:pStyle w:val="af5"/>
      </w:pPr>
      <w:r w:rsidRPr="007E0CC6">
        <w:t>Рис</w:t>
      </w:r>
      <w:r w:rsidR="00D9061A" w:rsidRPr="00DA496B">
        <w:t>.</w:t>
      </w:r>
      <w:r w:rsidR="008B44D7" w:rsidRPr="007E0CC6">
        <w:rPr>
          <w:lang w:val="en-US"/>
        </w:rPr>
        <w:t> </w:t>
      </w:r>
      <w:r w:rsidR="00E75E86" w:rsidRPr="00DA496B">
        <w:rPr>
          <w:noProof/>
        </w:rPr>
        <w:t>2</w:t>
      </w:r>
      <w:r w:rsidRPr="00DA496B">
        <w:t>.</w:t>
      </w:r>
      <w:r w:rsidR="00743157" w:rsidRPr="00DA496B">
        <w:t xml:space="preserve"> </w:t>
      </w:r>
      <w:r w:rsidR="00743157" w:rsidRPr="007E0CC6">
        <w:t>Общая</w:t>
      </w:r>
      <w:r w:rsidR="00743157" w:rsidRPr="00DA496B">
        <w:t xml:space="preserve"> </w:t>
      </w:r>
      <w:r w:rsidR="00743157" w:rsidRPr="007E0CC6">
        <w:t>схема</w:t>
      </w:r>
      <w:r w:rsidR="00743157" w:rsidRPr="00DA496B">
        <w:t xml:space="preserve"> </w:t>
      </w:r>
      <w:r w:rsidR="0012046B" w:rsidRPr="007E0CC6">
        <w:t>группы</w:t>
      </w:r>
      <w:r w:rsidR="0012046B" w:rsidRPr="00DA496B">
        <w:t xml:space="preserve"> </w:t>
      </w:r>
      <w:r w:rsidR="0012046B" w:rsidRPr="007E0CC6">
        <w:t>процедур</w:t>
      </w:r>
      <w:r w:rsidR="0012046B" w:rsidRPr="00DA496B">
        <w:t xml:space="preserve"> </w:t>
      </w:r>
      <w:r w:rsidR="00750BF9" w:rsidRPr="00DA496B">
        <w:rPr>
          <w:noProof/>
        </w:rPr>
        <w:t>формирования и ведения единого реестра</w:t>
      </w:r>
    </w:p>
    <w:p w:rsidR="00A33109" w:rsidRPr="00D27257" w:rsidRDefault="001C183C" w:rsidP="00D27257">
      <w:pPr>
        <w:pStyle w:val="aff"/>
      </w:pPr>
      <w:r>
        <w:rPr>
          <w:noProof/>
        </w:rPr>
        <w:t>17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A33109" w:rsidRPr="00EE62B0">
        <w:t>Перечень</w:t>
      </w:r>
      <w:r w:rsidR="00A33109" w:rsidRPr="0012046B">
        <w:t xml:space="preserve"> </w:t>
      </w:r>
      <w:r w:rsidR="00A33109" w:rsidRPr="00EE62B0">
        <w:t>процедур</w:t>
      </w:r>
      <w:r w:rsidR="002F3DB0" w:rsidRPr="00DA496B">
        <w:rPr>
          <w:lang w:val="ru-RU"/>
        </w:rPr>
        <w:t xml:space="preserve"> </w:t>
      </w:r>
      <w:r w:rsidR="002F3DB0">
        <w:rPr>
          <w:lang w:val="ru-RU"/>
        </w:rPr>
        <w:t>общего</w:t>
      </w:r>
      <w:r w:rsidR="002F3DB0" w:rsidRPr="00DA496B">
        <w:rPr>
          <w:lang w:val="ru-RU"/>
        </w:rPr>
        <w:t xml:space="preserve"> </w:t>
      </w:r>
      <w:r w:rsidR="002F3DB0">
        <w:rPr>
          <w:lang w:val="ru-RU"/>
        </w:rPr>
        <w:t>процесса</w:t>
      </w:r>
      <w:r w:rsidR="00F335A9" w:rsidRPr="0012046B">
        <w:t>,</w:t>
      </w:r>
      <w:r w:rsidR="00A33109" w:rsidRPr="0012046B">
        <w:t xml:space="preserve"> </w:t>
      </w:r>
      <w:r w:rsidR="00A33109" w:rsidRPr="00EE62B0">
        <w:t>входящих</w:t>
      </w:r>
      <w:r w:rsidR="00A33109" w:rsidRPr="0012046B">
        <w:t xml:space="preserve"> </w:t>
      </w:r>
      <w:r w:rsidR="00A33109" w:rsidRPr="00EE62B0">
        <w:t>в</w:t>
      </w:r>
      <w:r w:rsidR="00A33109" w:rsidRPr="0012046B">
        <w:t xml:space="preserve"> </w:t>
      </w:r>
      <w:r w:rsidR="00B567BC" w:rsidRPr="00EE62B0">
        <w:t>группу</w:t>
      </w:r>
      <w:r w:rsidR="00FD6913" w:rsidRPr="00DA496B">
        <w:rPr>
          <w:lang w:val="ru-RU"/>
        </w:rPr>
        <w:t xml:space="preserve"> </w:t>
      </w:r>
      <w:r w:rsidR="00FD6913">
        <w:rPr>
          <w:lang w:val="ru-RU"/>
        </w:rPr>
        <w:t>процедур</w:t>
      </w:r>
      <w:r w:rsidR="008219C2" w:rsidRPr="00DA496B">
        <w:rPr>
          <w:lang w:val="ru-RU"/>
        </w:rPr>
        <w:t xml:space="preserve"> </w:t>
      </w:r>
      <w:r w:rsidR="00750BF9">
        <w:rPr>
          <w:noProof/>
        </w:rPr>
        <w:t>формирования и ведения единого реестра</w:t>
      </w:r>
      <w:r w:rsidR="00A33109" w:rsidRPr="0012046B">
        <w:t xml:space="preserve">, </w:t>
      </w:r>
      <w:r w:rsidR="00A33109" w:rsidRPr="00EE62B0">
        <w:t>пр</w:t>
      </w:r>
      <w:r w:rsidR="00D02238">
        <w:rPr>
          <w:lang w:val="ru-RU"/>
        </w:rPr>
        <w:t>иведен</w:t>
      </w:r>
      <w:r w:rsidR="00A33109" w:rsidRPr="0012046B">
        <w:t xml:space="preserve"> </w:t>
      </w:r>
      <w:r w:rsidR="00EA4094">
        <w:br/>
      </w:r>
      <w:r w:rsidR="00A33109" w:rsidRPr="00EE62B0">
        <w:t>в</w:t>
      </w:r>
      <w:r w:rsidR="000B69FD" w:rsidRPr="0012046B">
        <w:t xml:space="preserve"> </w:t>
      </w:r>
      <w:r w:rsidR="000B69FD" w:rsidRPr="00EE62B0">
        <w:t>табл</w:t>
      </w:r>
      <w:r w:rsidR="00E21084">
        <w:rPr>
          <w:lang w:val="ru-RU"/>
        </w:rPr>
        <w:t>ице</w:t>
      </w:r>
      <w:r w:rsidR="00D27257" w:rsidRPr="001C183C">
        <w:t> </w:t>
      </w:r>
      <w:r w:rsidR="00702F17">
        <w:rPr>
          <w:noProof/>
        </w:rPr>
        <w:t>2</w:t>
      </w:r>
      <w:r w:rsidR="00A33109" w:rsidRPr="00DA496B">
        <w:rPr>
          <w:lang w:val="ru-RU"/>
        </w:rPr>
        <w:t>.</w:t>
      </w:r>
    </w:p>
    <w:p w:rsidR="00A320DD" w:rsidRPr="00AD29D7" w:rsidRDefault="00221902" w:rsidP="005148D2">
      <w:pPr>
        <w:pStyle w:val="aff4"/>
        <w:rPr>
          <w:lang w:val="ru-RU"/>
        </w:rPr>
      </w:pPr>
      <w:r w:rsidRPr="00EE62B0">
        <w:t>Табл</w:t>
      </w:r>
      <w:r>
        <w:rPr>
          <w:lang w:val="ru-RU"/>
        </w:rPr>
        <w:t>ица</w:t>
      </w:r>
      <w:r w:rsidRPr="001353E7">
        <w:rPr>
          <w:lang w:val="en-US"/>
        </w:rPr>
        <w:t> </w:t>
      </w:r>
      <w:r w:rsidR="00702F17">
        <w:rPr>
          <w:noProof/>
        </w:rPr>
        <w:t>2</w:t>
      </w:r>
      <w:r w:rsidR="00702F17" w:rsidRPr="00AD29D7">
        <w:rPr>
          <w:lang w:val="ru-RU"/>
        </w:rPr>
        <w:t xml:space="preserve"> </w:t>
      </w:r>
    </w:p>
    <w:p w:rsidR="003A79F2" w:rsidRPr="00DA496B" w:rsidRDefault="000712E1" w:rsidP="00857B8B">
      <w:pPr>
        <w:pStyle w:val="aff6"/>
        <w:keepLines/>
        <w:rPr>
          <w:noProof/>
        </w:rPr>
      </w:pPr>
      <w:r w:rsidRPr="00EE62B0">
        <w:t>Перечень</w:t>
      </w:r>
      <w:r w:rsidRPr="00DA496B">
        <w:t xml:space="preserve"> </w:t>
      </w:r>
      <w:r w:rsidRPr="00EE62B0">
        <w:t>процедур</w:t>
      </w:r>
      <w:r w:rsidR="00274664" w:rsidRPr="00DA496B">
        <w:t xml:space="preserve"> </w:t>
      </w:r>
      <w:r w:rsidR="00274664">
        <w:t>общего</w:t>
      </w:r>
      <w:r w:rsidR="00274664" w:rsidRPr="00DA496B">
        <w:t xml:space="preserve"> </w:t>
      </w:r>
      <w:r w:rsidR="00274664">
        <w:t>процесса</w:t>
      </w:r>
      <w:r w:rsidRPr="00DA496B">
        <w:t xml:space="preserve">, </w:t>
      </w:r>
      <w:r w:rsidRPr="00EE62B0">
        <w:t>входящих</w:t>
      </w:r>
      <w:r w:rsidRPr="00DA496B">
        <w:t xml:space="preserve"> </w:t>
      </w:r>
      <w:r w:rsidRPr="00EE62B0">
        <w:t>в</w:t>
      </w:r>
      <w:r w:rsidR="00B567BC" w:rsidRPr="00DA496B">
        <w:t xml:space="preserve"> </w:t>
      </w:r>
      <w:r w:rsidR="00B567BC" w:rsidRPr="00EE62B0">
        <w:t>группу</w:t>
      </w:r>
      <w:r w:rsidR="00FD6913" w:rsidRPr="00DA496B">
        <w:t xml:space="preserve"> </w:t>
      </w:r>
      <w:r w:rsidR="00FD6913">
        <w:t>процедур</w:t>
      </w:r>
      <w:r w:rsidRPr="00DA496B">
        <w:t xml:space="preserve"> </w:t>
      </w:r>
      <w:r w:rsidR="00750BF9" w:rsidRPr="00DA496B">
        <w:rPr>
          <w:noProof/>
        </w:rPr>
        <w:t>формирования и ведения единого реестра</w:t>
      </w:r>
    </w:p>
    <w:p w:rsidR="00D9061A" w:rsidRPr="00DA496B" w:rsidRDefault="00D9061A" w:rsidP="00D9061A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3471"/>
        <w:gridCol w:w="3470"/>
      </w:tblGrid>
      <w:tr w:rsidR="003C14F5" w:rsidRPr="008452E7" w:rsidTr="008452E7">
        <w:trPr>
          <w:trHeight w:val="601"/>
          <w:tblHeader/>
          <w:jc w:val="center"/>
        </w:trPr>
        <w:tc>
          <w:tcPr>
            <w:tcW w:w="2415" w:type="dxa"/>
            <w:shd w:val="clear" w:color="auto" w:fill="auto"/>
            <w:tcMar>
              <w:top w:w="85" w:type="dxa"/>
              <w:bottom w:w="85" w:type="dxa"/>
            </w:tcMar>
          </w:tcPr>
          <w:p w:rsidR="003C14F5" w:rsidRDefault="003C14F5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3471" w:type="dxa"/>
            <w:shd w:val="clear" w:color="auto" w:fill="auto"/>
            <w:tcMar>
              <w:top w:w="85" w:type="dxa"/>
              <w:bottom w:w="85" w:type="dxa"/>
            </w:tcMar>
          </w:tcPr>
          <w:p w:rsidR="003C14F5" w:rsidRDefault="003C14F5" w:rsidP="008452E7">
            <w:pPr>
              <w:pStyle w:val="ad"/>
              <w:spacing w:line="264" w:lineRule="auto"/>
            </w:pPr>
            <w:r w:rsidRPr="00EE62B0">
              <w:t>Наименование</w:t>
            </w:r>
          </w:p>
        </w:tc>
        <w:tc>
          <w:tcPr>
            <w:tcW w:w="3470" w:type="dxa"/>
            <w:shd w:val="clear" w:color="auto" w:fill="auto"/>
            <w:tcMar>
              <w:top w:w="85" w:type="dxa"/>
              <w:bottom w:w="85" w:type="dxa"/>
            </w:tcMar>
          </w:tcPr>
          <w:p w:rsidR="003C14F5" w:rsidRDefault="003C14F5" w:rsidP="008452E7">
            <w:pPr>
              <w:pStyle w:val="ad"/>
              <w:spacing w:line="264" w:lineRule="auto"/>
            </w:pPr>
            <w:r w:rsidRPr="00EE62B0"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241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347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347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jc w:val="left"/>
              <w:rPr>
                <w:lang w:val="en-US" w:eastAsia="en-US"/>
              </w:rPr>
            </w:pPr>
            <w:r w:rsidRPr="008452E7">
              <w:rPr>
                <w:noProof/>
                <w:lang w:val="en-US" w:eastAsia="en-US"/>
              </w:rPr>
              <w:t>P.MM.07.PRC.001</w:t>
            </w:r>
            <w:r w:rsidR="006A5C7A" w:rsidRPr="008452E7">
              <w:rPr>
                <w:lang w:val="en-US"/>
              </w:rPr>
              <w:t xml:space="preserve"> </w:t>
            </w:r>
          </w:p>
        </w:tc>
        <w:tc>
          <w:tcPr>
            <w:tcW w:w="3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EE62B0" w:rsidRDefault="00694CA0" w:rsidP="008452E7">
            <w:pPr>
              <w:pStyle w:val="ab"/>
              <w:jc w:val="left"/>
            </w:pPr>
            <w:r>
              <w:rPr>
                <w:noProof/>
              </w:rPr>
              <w:t>включение сведений в единый реестр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DA496B" w:rsidRDefault="00AC6C78" w:rsidP="00321EC5">
            <w:pPr>
              <w:pStyle w:val="ab"/>
              <w:jc w:val="left"/>
            </w:pPr>
            <w:r w:rsidRPr="00DA496B">
              <w:rPr>
                <w:noProof/>
              </w:rPr>
              <w:t xml:space="preserve">предназначена для включения сведений </w:t>
            </w:r>
            <w:r w:rsidR="00321EC5">
              <w:rPr>
                <w:noProof/>
              </w:rPr>
              <w:t>об</w:t>
            </w:r>
            <w:r w:rsidRPr="00DA496B">
              <w:rPr>
                <w:noProof/>
              </w:rPr>
              <w:t xml:space="preserve"> уполномоченной организации в единый реестр. Процедура включает в себя представление в Комиссию сведений </w:t>
            </w:r>
            <w:r w:rsidR="00321EC5">
              <w:rPr>
                <w:noProof/>
              </w:rPr>
              <w:t>об</w:t>
            </w:r>
            <w:r w:rsidRPr="00DA496B">
              <w:rPr>
                <w:noProof/>
              </w:rPr>
              <w:t xml:space="preserve"> уполномоченной организации, обновление единого реестра и опубликование его на информационном портале Союза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jc w:val="left"/>
              <w:rPr>
                <w:lang w:val="en-US" w:eastAsia="en-US"/>
              </w:rPr>
            </w:pPr>
            <w:r w:rsidRPr="008452E7">
              <w:rPr>
                <w:noProof/>
                <w:lang w:val="en-US" w:eastAsia="en-US"/>
              </w:rPr>
              <w:lastRenderedPageBreak/>
              <w:t>P.MM.07.PRC.002</w:t>
            </w:r>
            <w:r w:rsidR="006A5C7A" w:rsidRPr="008452E7">
              <w:rPr>
                <w:lang w:val="en-US"/>
              </w:rPr>
              <w:t xml:space="preserve"> </w:t>
            </w:r>
          </w:p>
        </w:tc>
        <w:tc>
          <w:tcPr>
            <w:tcW w:w="3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EE62B0" w:rsidRDefault="00694CA0" w:rsidP="008452E7">
            <w:pPr>
              <w:pStyle w:val="ab"/>
              <w:jc w:val="left"/>
            </w:pPr>
            <w:r>
              <w:rPr>
                <w:noProof/>
              </w:rPr>
              <w:t>изменение сведений</w:t>
            </w:r>
            <w:r w:rsidR="00321EC5">
              <w:rPr>
                <w:noProof/>
              </w:rPr>
              <w:t>, содержащихся</w:t>
            </w:r>
            <w:r>
              <w:rPr>
                <w:noProof/>
              </w:rPr>
              <w:t xml:space="preserve"> в едином реестре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DA496B" w:rsidRDefault="00AC6C78" w:rsidP="00321EC5">
            <w:pPr>
              <w:pStyle w:val="ab"/>
              <w:jc w:val="left"/>
            </w:pPr>
            <w:r w:rsidRPr="00DA496B">
              <w:rPr>
                <w:noProof/>
              </w:rPr>
              <w:t xml:space="preserve">предназначена для внесения изменений </w:t>
            </w:r>
            <w:r w:rsidR="00321EC5">
              <w:rPr>
                <w:noProof/>
              </w:rPr>
              <w:t xml:space="preserve">в </w:t>
            </w:r>
            <w:r w:rsidR="00321EC5" w:rsidRPr="00DA496B">
              <w:rPr>
                <w:noProof/>
              </w:rPr>
              <w:t>сведени</w:t>
            </w:r>
            <w:r w:rsidR="00321EC5">
              <w:rPr>
                <w:noProof/>
              </w:rPr>
              <w:t>я, содержащиеся в едином реестре</w:t>
            </w:r>
            <w:r w:rsidRPr="00DA496B">
              <w:rPr>
                <w:noProof/>
              </w:rPr>
              <w:t>. Процедура включает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>в себя представление в Комиссию измененных сведений об уполномоченной организации, обновление единого реестра и опубликование его на информационном портале Союза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jc w:val="left"/>
              <w:rPr>
                <w:lang w:val="en-US" w:eastAsia="en-US"/>
              </w:rPr>
            </w:pPr>
            <w:r w:rsidRPr="008452E7">
              <w:rPr>
                <w:noProof/>
                <w:lang w:val="en-US" w:eastAsia="en-US"/>
              </w:rPr>
              <w:t>P.MM.07.PRC.003</w:t>
            </w:r>
            <w:r w:rsidR="006A5C7A" w:rsidRPr="008452E7">
              <w:rPr>
                <w:lang w:val="en-US"/>
              </w:rPr>
              <w:t xml:space="preserve"> </w:t>
            </w:r>
          </w:p>
        </w:tc>
        <w:tc>
          <w:tcPr>
            <w:tcW w:w="3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EE62B0" w:rsidRDefault="00694CA0" w:rsidP="008452E7">
            <w:pPr>
              <w:pStyle w:val="ab"/>
              <w:jc w:val="left"/>
            </w:pPr>
            <w:r>
              <w:rPr>
                <w:noProof/>
              </w:rPr>
              <w:t>исключение сведений из единого реестра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DA496B" w:rsidRDefault="00AC6C78" w:rsidP="00321EC5">
            <w:pPr>
              <w:pStyle w:val="ab"/>
              <w:jc w:val="left"/>
            </w:pPr>
            <w:r w:rsidRPr="00DA496B">
              <w:rPr>
                <w:noProof/>
              </w:rPr>
              <w:t xml:space="preserve">предназначена для исключения сведений об уполномоченной организации из единого реестра. Процедура включает 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 xml:space="preserve">в себя представление в Комиссию сведений об уполномоченной организации, </w:t>
            </w:r>
            <w:r w:rsidR="00321EC5" w:rsidRPr="00DA496B">
              <w:rPr>
                <w:noProof/>
              </w:rPr>
              <w:t>подлежащ</w:t>
            </w:r>
            <w:r w:rsidR="00321EC5">
              <w:rPr>
                <w:noProof/>
              </w:rPr>
              <w:t>их</w:t>
            </w:r>
            <w:r w:rsidR="00321EC5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>исключению из единого реестра, обновление единого реестра и опубликование его на информационном портале Союза</w:t>
            </w:r>
          </w:p>
        </w:tc>
      </w:tr>
    </w:tbl>
    <w:p w:rsidR="00717B1E" w:rsidRPr="00DA496B" w:rsidRDefault="0009735D" w:rsidP="00D03D43">
      <w:pPr>
        <w:pStyle w:val="2"/>
      </w:pPr>
      <w:r w:rsidRPr="00DA496B">
        <w:t>5</w:t>
      </w:r>
      <w:r w:rsidR="00341DB3" w:rsidRPr="00DA496B">
        <w:t>.</w:t>
      </w:r>
      <w:r w:rsidR="00C23E21" w:rsidRPr="003153BA">
        <w:rPr>
          <w:lang w:val="en-US"/>
        </w:rPr>
        <w:t> </w:t>
      </w:r>
      <w:r w:rsidR="001F1BCB" w:rsidRPr="00EE62B0">
        <w:t>Группа</w:t>
      </w:r>
      <w:r w:rsidR="001F1BCB" w:rsidRPr="00DA496B">
        <w:t xml:space="preserve"> </w:t>
      </w:r>
      <w:r w:rsidR="001F1BCB" w:rsidRPr="00EE62B0">
        <w:t>процедур</w:t>
      </w:r>
      <w:r w:rsidR="001F1BCB" w:rsidRPr="00DA496B">
        <w:t xml:space="preserve"> </w:t>
      </w:r>
      <w:r w:rsidR="00FB6D8B" w:rsidRPr="00DA496B">
        <w:rPr>
          <w:noProof/>
        </w:rPr>
        <w:t>представления</w:t>
      </w:r>
      <w:r w:rsidR="004B0436">
        <w:rPr>
          <w:noProof/>
        </w:rPr>
        <w:t xml:space="preserve"> </w:t>
      </w:r>
      <w:r w:rsidR="00FB6D8B" w:rsidRPr="00DA496B">
        <w:rPr>
          <w:noProof/>
        </w:rPr>
        <w:t>сведений</w:t>
      </w:r>
      <w:r w:rsidR="00321EC5">
        <w:rPr>
          <w:noProof/>
        </w:rPr>
        <w:t xml:space="preserve"> из</w:t>
      </w:r>
      <w:r w:rsidR="00FB6D8B" w:rsidRPr="00DA496B">
        <w:rPr>
          <w:noProof/>
        </w:rPr>
        <w:t xml:space="preserve"> единого реестра</w:t>
      </w:r>
      <w:r w:rsidR="0090447D" w:rsidRPr="00DA496B">
        <w:t xml:space="preserve"> </w:t>
      </w:r>
    </w:p>
    <w:p w:rsidR="00411F5B" w:rsidRPr="001353E7" w:rsidRDefault="001C183C" w:rsidP="001C183C">
      <w:pPr>
        <w:pStyle w:val="aff"/>
      </w:pPr>
      <w:r w:rsidRPr="001C183C">
        <w:rPr>
          <w:noProof/>
        </w:rPr>
        <w:t>18</w:t>
      </w:r>
      <w:r w:rsidRPr="001C183C">
        <w:t>.</w:t>
      </w:r>
      <w:r w:rsidR="00C23E21" w:rsidRPr="00C23E21">
        <w:rPr>
          <w:lang w:val="en-US"/>
        </w:rPr>
        <w:t> </w:t>
      </w:r>
      <w:r w:rsidR="008D414D">
        <w:rPr>
          <w:noProof/>
        </w:rPr>
        <w:t xml:space="preserve">Процедуры представления сведений </w:t>
      </w:r>
      <w:r w:rsidR="00321EC5">
        <w:rPr>
          <w:noProof/>
          <w:lang w:val="ru-RU"/>
        </w:rPr>
        <w:t xml:space="preserve">из </w:t>
      </w:r>
      <w:r w:rsidR="008D414D">
        <w:rPr>
          <w:noProof/>
        </w:rPr>
        <w:t xml:space="preserve">единого реестра осуществляются при получении запросов от информационных систем уполномоченных органов государств-членов. </w:t>
      </w:r>
      <w:r w:rsidR="00321EC5">
        <w:rPr>
          <w:noProof/>
          <w:lang w:val="ru-RU"/>
        </w:rPr>
        <w:t>При этом</w:t>
      </w:r>
      <w:r w:rsidR="008D414D">
        <w:rPr>
          <w:noProof/>
        </w:rPr>
        <w:t xml:space="preserve"> могут осуществлять</w:t>
      </w:r>
      <w:r w:rsidR="00321EC5">
        <w:rPr>
          <w:noProof/>
          <w:lang w:val="ru-RU"/>
        </w:rPr>
        <w:t>ся</w:t>
      </w:r>
      <w:r w:rsidR="008D414D">
        <w:rPr>
          <w:noProof/>
        </w:rPr>
        <w:t xml:space="preserve"> следующие виды запросов:</w:t>
      </w:r>
    </w:p>
    <w:p w:rsidR="00725E5A" w:rsidRPr="00DA496B" w:rsidRDefault="00DB71D4" w:rsidP="00F737C7">
      <w:pPr>
        <w:pStyle w:val="a4"/>
        <w:rPr>
          <w:lang w:val="ru-RU"/>
        </w:rPr>
      </w:pPr>
      <w:r>
        <w:rPr>
          <w:noProof/>
          <w:lang w:val="ru-RU"/>
        </w:rPr>
        <w:t>з</w:t>
      </w:r>
      <w:r>
        <w:rPr>
          <w:noProof/>
        </w:rPr>
        <w:t>апрос</w:t>
      </w:r>
      <w:r>
        <w:rPr>
          <w:noProof/>
          <w:lang w:val="ru-RU"/>
        </w:rPr>
        <w:t xml:space="preserve"> </w:t>
      </w:r>
      <w:r w:rsidR="00321EC5">
        <w:rPr>
          <w:noProof/>
          <w:lang w:val="ru-RU"/>
        </w:rPr>
        <w:t>информации о</w:t>
      </w:r>
      <w:r w:rsidR="008D414D">
        <w:rPr>
          <w:noProof/>
        </w:rPr>
        <w:t xml:space="preserve"> </w:t>
      </w:r>
      <w:r w:rsidR="00321EC5">
        <w:rPr>
          <w:noProof/>
        </w:rPr>
        <w:t>дат</w:t>
      </w:r>
      <w:r w:rsidR="00321EC5">
        <w:rPr>
          <w:noProof/>
          <w:lang w:val="ru-RU"/>
        </w:rPr>
        <w:t>е</w:t>
      </w:r>
      <w:r w:rsidR="00321EC5">
        <w:rPr>
          <w:noProof/>
        </w:rPr>
        <w:t xml:space="preserve"> </w:t>
      </w:r>
      <w:r w:rsidR="008D414D">
        <w:rPr>
          <w:noProof/>
        </w:rPr>
        <w:t>и времени обновления единого реестра;</w:t>
      </w:r>
    </w:p>
    <w:p w:rsidR="00725E5A" w:rsidRPr="00DA496B" w:rsidRDefault="008D414D" w:rsidP="00F737C7">
      <w:pPr>
        <w:pStyle w:val="a4"/>
        <w:rPr>
          <w:lang w:val="ru-RU"/>
        </w:rPr>
      </w:pPr>
      <w:r>
        <w:rPr>
          <w:noProof/>
        </w:rPr>
        <w:t xml:space="preserve">запрос сведений </w:t>
      </w:r>
      <w:r w:rsidR="002061D3">
        <w:rPr>
          <w:noProof/>
          <w:lang w:val="ru-RU"/>
        </w:rPr>
        <w:t xml:space="preserve">из </w:t>
      </w:r>
      <w:r>
        <w:rPr>
          <w:noProof/>
        </w:rPr>
        <w:t>единого реестра;</w:t>
      </w:r>
    </w:p>
    <w:p w:rsidR="00725E5A" w:rsidRPr="00DA496B" w:rsidRDefault="008D414D" w:rsidP="00F737C7">
      <w:pPr>
        <w:pStyle w:val="a4"/>
        <w:rPr>
          <w:lang w:val="ru-RU"/>
        </w:rPr>
      </w:pPr>
      <w:r>
        <w:rPr>
          <w:noProof/>
        </w:rPr>
        <w:t xml:space="preserve">запрос </w:t>
      </w:r>
      <w:r w:rsidR="00DB71D4">
        <w:rPr>
          <w:noProof/>
        </w:rPr>
        <w:t>изменен</w:t>
      </w:r>
      <w:r w:rsidR="00DB71D4">
        <w:rPr>
          <w:noProof/>
          <w:lang w:val="ru-RU"/>
        </w:rPr>
        <w:t>ных</w:t>
      </w:r>
      <w:r w:rsidR="00DB71D4">
        <w:rPr>
          <w:noProof/>
        </w:rPr>
        <w:t xml:space="preserve"> </w:t>
      </w:r>
      <w:r>
        <w:rPr>
          <w:noProof/>
        </w:rPr>
        <w:t xml:space="preserve">сведений </w:t>
      </w:r>
      <w:r w:rsidR="002061D3">
        <w:rPr>
          <w:noProof/>
          <w:lang w:val="ru-RU"/>
        </w:rPr>
        <w:t xml:space="preserve">из </w:t>
      </w:r>
      <w:r>
        <w:rPr>
          <w:noProof/>
        </w:rPr>
        <w:t>единого реестра.</w:t>
      </w:r>
    </w:p>
    <w:p w:rsidR="00DB71D4" w:rsidRDefault="008D414D" w:rsidP="00F737C7">
      <w:pPr>
        <w:pStyle w:val="a4"/>
        <w:rPr>
          <w:noProof/>
          <w:lang w:val="ru-RU"/>
        </w:rPr>
      </w:pPr>
      <w:r>
        <w:rPr>
          <w:noProof/>
        </w:rPr>
        <w:lastRenderedPageBreak/>
        <w:t xml:space="preserve">Запрос </w:t>
      </w:r>
      <w:r w:rsidR="00DB71D4">
        <w:rPr>
          <w:noProof/>
          <w:lang w:val="ru-RU"/>
        </w:rPr>
        <w:t xml:space="preserve">информации о </w:t>
      </w:r>
      <w:r w:rsidR="00DB71D4">
        <w:rPr>
          <w:noProof/>
        </w:rPr>
        <w:t>дат</w:t>
      </w:r>
      <w:r w:rsidR="00DB71D4">
        <w:rPr>
          <w:noProof/>
          <w:lang w:val="ru-RU"/>
        </w:rPr>
        <w:t>е</w:t>
      </w:r>
      <w:r w:rsidR="00DB71D4">
        <w:rPr>
          <w:noProof/>
        </w:rPr>
        <w:t xml:space="preserve"> </w:t>
      </w:r>
      <w:r>
        <w:rPr>
          <w:noProof/>
        </w:rPr>
        <w:t xml:space="preserve">и времени обновления единого реестра </w:t>
      </w:r>
      <w:r w:rsidR="00DB71D4">
        <w:rPr>
          <w:noProof/>
          <w:lang w:val="ru-RU"/>
        </w:rPr>
        <w:t>осуществляется</w:t>
      </w:r>
      <w:r w:rsidR="00DB71D4">
        <w:rPr>
          <w:noProof/>
        </w:rPr>
        <w:t xml:space="preserve"> </w:t>
      </w:r>
      <w:r w:rsidR="004B0436">
        <w:rPr>
          <w:noProof/>
          <w:lang w:val="ru-RU"/>
        </w:rPr>
        <w:t>в</w:t>
      </w:r>
      <w:r w:rsidR="004B0436">
        <w:rPr>
          <w:noProof/>
        </w:rPr>
        <w:t xml:space="preserve"> </w:t>
      </w:r>
      <w:r>
        <w:rPr>
          <w:noProof/>
        </w:rPr>
        <w:t>цел</w:t>
      </w:r>
      <w:r w:rsidR="004B0436">
        <w:rPr>
          <w:noProof/>
          <w:lang w:val="ru-RU"/>
        </w:rPr>
        <w:t>ях</w:t>
      </w:r>
      <w:r>
        <w:rPr>
          <w:noProof/>
        </w:rPr>
        <w:t xml:space="preserve"> оценки необходимости</w:t>
      </w:r>
      <w:r w:rsidR="00DB71D4">
        <w:rPr>
          <w:noProof/>
          <w:lang w:val="ru-RU"/>
        </w:rPr>
        <w:t xml:space="preserve"> синхронизации хранящихся в информационных системах уполномоченных органов государств-членов сведений об уполномочен</w:t>
      </w:r>
      <w:r w:rsidR="004B0436">
        <w:rPr>
          <w:noProof/>
          <w:lang w:val="ru-RU"/>
        </w:rPr>
        <w:t>н</w:t>
      </w:r>
      <w:r w:rsidR="00DB71D4">
        <w:rPr>
          <w:noProof/>
          <w:lang w:val="ru-RU"/>
        </w:rPr>
        <w:t>ых организаци</w:t>
      </w:r>
      <w:r w:rsidR="004B0436">
        <w:rPr>
          <w:noProof/>
          <w:lang w:val="ru-RU"/>
        </w:rPr>
        <w:t>ях</w:t>
      </w:r>
      <w:r w:rsidR="00DB71D4">
        <w:rPr>
          <w:noProof/>
          <w:lang w:val="ru-RU"/>
        </w:rPr>
        <w:t xml:space="preserve">, включенных в единый реестр, со сведениями, содержащимися в едином реестре и хранящимися в Комиссии. </w:t>
      </w:r>
    </w:p>
    <w:p w:rsidR="00DB71D4" w:rsidRDefault="00DB71D4" w:rsidP="00DB71D4">
      <w:pPr>
        <w:pStyle w:val="a4"/>
        <w:rPr>
          <w:noProof/>
          <w:lang w:val="ru-RU"/>
        </w:rPr>
      </w:pPr>
      <w:r>
        <w:rPr>
          <w:noProof/>
        </w:rPr>
        <w:t xml:space="preserve">Запрос сведений </w:t>
      </w:r>
      <w:r>
        <w:rPr>
          <w:noProof/>
          <w:lang w:val="ru-RU"/>
        </w:rPr>
        <w:t xml:space="preserve">из </w:t>
      </w:r>
      <w:r>
        <w:rPr>
          <w:noProof/>
        </w:rPr>
        <w:t xml:space="preserve">единого реестра </w:t>
      </w:r>
      <w:r>
        <w:rPr>
          <w:noProof/>
          <w:lang w:val="ru-RU"/>
        </w:rPr>
        <w:t>осуществляется</w:t>
      </w:r>
      <w:r>
        <w:rPr>
          <w:noProof/>
        </w:rPr>
        <w:t xml:space="preserve"> </w:t>
      </w:r>
      <w:r>
        <w:rPr>
          <w:noProof/>
          <w:lang w:val="ru-RU"/>
        </w:rPr>
        <w:t>в</w:t>
      </w:r>
      <w:r>
        <w:rPr>
          <w:noProof/>
        </w:rPr>
        <w:t xml:space="preserve"> цел</w:t>
      </w:r>
      <w:r>
        <w:rPr>
          <w:noProof/>
          <w:lang w:val="ru-RU"/>
        </w:rPr>
        <w:t xml:space="preserve">ях </w:t>
      </w:r>
      <w:r>
        <w:rPr>
          <w:noProof/>
        </w:rPr>
        <w:t>получения уполномоченным органом государства-члена актуальных сведений</w:t>
      </w:r>
      <w:r w:rsidR="004B0436">
        <w:rPr>
          <w:noProof/>
          <w:lang w:val="ru-RU"/>
        </w:rPr>
        <w:t xml:space="preserve"> о</w:t>
      </w:r>
      <w:r>
        <w:rPr>
          <w:noProof/>
        </w:rPr>
        <w:t xml:space="preserve"> включенных в единый реестр уполномоченных организациях всех государств-членов или одного из государств-членов </w:t>
      </w:r>
      <w:r>
        <w:rPr>
          <w:noProof/>
          <w:lang w:val="ru-RU"/>
        </w:rPr>
        <w:t xml:space="preserve">в зависимости от </w:t>
      </w:r>
      <w:r w:rsidR="00F616EB">
        <w:rPr>
          <w:noProof/>
          <w:lang w:val="ru-RU"/>
        </w:rPr>
        <w:t>условий запроса. Запрос сведений из единого реестра может осуществляться по состоянию как на текущую дату, так и на дату</w:t>
      </w:r>
      <w:r w:rsidR="004B0436">
        <w:rPr>
          <w:noProof/>
          <w:lang w:val="ru-RU"/>
        </w:rPr>
        <w:t>,</w:t>
      </w:r>
      <w:r w:rsidR="00F616EB">
        <w:rPr>
          <w:noProof/>
          <w:lang w:val="ru-RU"/>
        </w:rPr>
        <w:t xml:space="preserve"> указанную в запросе. </w:t>
      </w:r>
    </w:p>
    <w:p w:rsidR="00725E5A" w:rsidRPr="00DA496B" w:rsidRDefault="008D414D" w:rsidP="00F737C7">
      <w:pPr>
        <w:pStyle w:val="a4"/>
        <w:rPr>
          <w:lang w:val="ru-RU"/>
        </w:rPr>
      </w:pPr>
      <w:r>
        <w:rPr>
          <w:noProof/>
        </w:rPr>
        <w:t xml:space="preserve">Запрос </w:t>
      </w:r>
      <w:r w:rsidR="00F616EB">
        <w:rPr>
          <w:noProof/>
          <w:lang w:val="ru-RU"/>
        </w:rPr>
        <w:t>измененных</w:t>
      </w:r>
      <w:r w:rsidR="00F616EB">
        <w:rPr>
          <w:noProof/>
        </w:rPr>
        <w:t xml:space="preserve"> </w:t>
      </w:r>
      <w:r>
        <w:rPr>
          <w:noProof/>
        </w:rPr>
        <w:t>сведений</w:t>
      </w:r>
      <w:r w:rsidR="002061D3">
        <w:rPr>
          <w:noProof/>
          <w:lang w:val="ru-RU"/>
        </w:rPr>
        <w:t xml:space="preserve"> из</w:t>
      </w:r>
      <w:r>
        <w:rPr>
          <w:noProof/>
        </w:rPr>
        <w:t xml:space="preserve"> единого реестра </w:t>
      </w:r>
      <w:r w:rsidR="00F616EB">
        <w:rPr>
          <w:noProof/>
          <w:lang w:val="ru-RU"/>
        </w:rPr>
        <w:t>осуществляется</w:t>
      </w:r>
      <w:r w:rsidR="00F616EB">
        <w:rPr>
          <w:noProof/>
        </w:rPr>
        <w:t xml:space="preserve"> </w:t>
      </w:r>
      <w:r w:rsidR="00EA4094">
        <w:rPr>
          <w:noProof/>
        </w:rPr>
        <w:br/>
      </w:r>
      <w:r w:rsidR="00F616EB">
        <w:rPr>
          <w:noProof/>
          <w:lang w:val="ru-RU"/>
        </w:rPr>
        <w:t>в</w:t>
      </w:r>
      <w:r w:rsidR="00F616EB">
        <w:rPr>
          <w:noProof/>
        </w:rPr>
        <w:t xml:space="preserve"> цел</w:t>
      </w:r>
      <w:r w:rsidR="00F616EB">
        <w:rPr>
          <w:noProof/>
          <w:lang w:val="ru-RU"/>
        </w:rPr>
        <w:t>ях</w:t>
      </w:r>
      <w:r>
        <w:rPr>
          <w:noProof/>
        </w:rPr>
        <w:t xml:space="preserve"> получения уполномоченным органом государства-члена </w:t>
      </w:r>
      <w:r w:rsidR="00664FE8">
        <w:rPr>
          <w:noProof/>
        </w:rPr>
        <w:t>изменен</w:t>
      </w:r>
      <w:r w:rsidR="00664FE8">
        <w:rPr>
          <w:noProof/>
          <w:lang w:val="ru-RU"/>
        </w:rPr>
        <w:t>ных</w:t>
      </w:r>
      <w:r w:rsidR="00664FE8">
        <w:rPr>
          <w:noProof/>
        </w:rPr>
        <w:t xml:space="preserve"> </w:t>
      </w:r>
      <w:r>
        <w:rPr>
          <w:noProof/>
        </w:rPr>
        <w:t xml:space="preserve">сведений. При выполнении запроса представляются сведения </w:t>
      </w:r>
      <w:r w:rsidR="002061D3">
        <w:rPr>
          <w:noProof/>
          <w:lang w:val="ru-RU"/>
        </w:rPr>
        <w:t xml:space="preserve">из </w:t>
      </w:r>
      <w:r>
        <w:rPr>
          <w:noProof/>
        </w:rPr>
        <w:t xml:space="preserve">единого реестра, </w:t>
      </w:r>
      <w:r w:rsidR="00664FE8">
        <w:rPr>
          <w:noProof/>
        </w:rPr>
        <w:t>добавлен</w:t>
      </w:r>
      <w:r w:rsidR="00664FE8">
        <w:rPr>
          <w:noProof/>
          <w:lang w:val="ru-RU"/>
        </w:rPr>
        <w:t>ые</w:t>
      </w:r>
      <w:r w:rsidR="00664FE8">
        <w:rPr>
          <w:noProof/>
        </w:rPr>
        <w:t xml:space="preserve"> </w:t>
      </w:r>
      <w:r>
        <w:rPr>
          <w:noProof/>
        </w:rPr>
        <w:t xml:space="preserve">или </w:t>
      </w:r>
      <w:r w:rsidR="00664FE8">
        <w:rPr>
          <w:noProof/>
        </w:rPr>
        <w:t>изменен</w:t>
      </w:r>
      <w:r w:rsidR="00664FE8">
        <w:rPr>
          <w:noProof/>
          <w:lang w:val="ru-RU"/>
        </w:rPr>
        <w:t>ные начиная с</w:t>
      </w:r>
      <w:r w:rsidR="00664FE8">
        <w:rPr>
          <w:noProof/>
        </w:rPr>
        <w:t xml:space="preserve"> </w:t>
      </w:r>
      <w:r>
        <w:rPr>
          <w:noProof/>
        </w:rPr>
        <w:t>даты и времени, указанны</w:t>
      </w:r>
      <w:r w:rsidR="002E14FF">
        <w:rPr>
          <w:noProof/>
          <w:lang w:val="ru-RU"/>
        </w:rPr>
        <w:t>ых</w:t>
      </w:r>
      <w:r>
        <w:rPr>
          <w:noProof/>
        </w:rPr>
        <w:t xml:space="preserve"> в запросе, до момента выполнения запроса. </w:t>
      </w:r>
      <w:r w:rsidR="004B0436">
        <w:rPr>
          <w:noProof/>
          <w:lang w:val="ru-RU"/>
        </w:rPr>
        <w:t xml:space="preserve">В зависимости от условий запроса </w:t>
      </w:r>
      <w:r w:rsidR="004B0436">
        <w:rPr>
          <w:noProof/>
        </w:rPr>
        <w:t xml:space="preserve">представляются </w:t>
      </w:r>
      <w:r w:rsidR="004B0436">
        <w:rPr>
          <w:noProof/>
          <w:lang w:val="ru-RU"/>
        </w:rPr>
        <w:t>с</w:t>
      </w:r>
      <w:r>
        <w:rPr>
          <w:noProof/>
        </w:rPr>
        <w:t xml:space="preserve">ведения </w:t>
      </w:r>
      <w:r w:rsidR="004B0436">
        <w:rPr>
          <w:noProof/>
          <w:lang w:val="ru-RU"/>
        </w:rPr>
        <w:t>о включенных в единый реестр уполномоченных организациях</w:t>
      </w:r>
      <w:r>
        <w:rPr>
          <w:noProof/>
        </w:rPr>
        <w:t xml:space="preserve"> </w:t>
      </w:r>
      <w:r w:rsidR="00CB2476">
        <w:rPr>
          <w:noProof/>
          <w:lang w:val="ru-RU"/>
        </w:rPr>
        <w:t>всех</w:t>
      </w:r>
      <w:r>
        <w:rPr>
          <w:noProof/>
        </w:rPr>
        <w:t xml:space="preserve"> государств-член</w:t>
      </w:r>
      <w:r w:rsidR="00CB2476">
        <w:rPr>
          <w:noProof/>
          <w:lang w:val="ru-RU"/>
        </w:rPr>
        <w:t>ов</w:t>
      </w:r>
      <w:r>
        <w:rPr>
          <w:noProof/>
        </w:rPr>
        <w:t xml:space="preserve"> или </w:t>
      </w:r>
      <w:r w:rsidR="00CB2476">
        <w:rPr>
          <w:noProof/>
          <w:lang w:val="ru-RU"/>
        </w:rPr>
        <w:t>одного из</w:t>
      </w:r>
      <w:r>
        <w:rPr>
          <w:noProof/>
        </w:rPr>
        <w:t xml:space="preserve"> государств-член</w:t>
      </w:r>
      <w:r w:rsidR="00CB2476">
        <w:rPr>
          <w:noProof/>
          <w:lang w:val="ru-RU"/>
        </w:rPr>
        <w:t>ов</w:t>
      </w:r>
      <w:r>
        <w:rPr>
          <w:noProof/>
        </w:rPr>
        <w:t>. Указанный запрос используется при первоначальной загрузке сведений в национальный информационный ресурс, например, при инициализации общего процесса, при подключении нового государства-члена, восстановлении информации после сбоя.</w:t>
      </w:r>
    </w:p>
    <w:p w:rsidR="00CB2476" w:rsidRDefault="008D414D" w:rsidP="00F737C7">
      <w:pPr>
        <w:pStyle w:val="a4"/>
        <w:rPr>
          <w:noProof/>
        </w:rPr>
      </w:pPr>
      <w:r>
        <w:rPr>
          <w:noProof/>
        </w:rPr>
        <w:t xml:space="preserve">В зависимости от типа запроса выполняется одна из </w:t>
      </w:r>
      <w:r w:rsidR="00CB2476">
        <w:rPr>
          <w:noProof/>
          <w:lang w:val="ru-RU"/>
        </w:rPr>
        <w:t xml:space="preserve">следующих </w:t>
      </w:r>
      <w:r>
        <w:rPr>
          <w:noProof/>
        </w:rPr>
        <w:t>процедур</w:t>
      </w:r>
      <w:r w:rsidR="00CB2476">
        <w:rPr>
          <w:noProof/>
          <w:lang w:val="ru-RU"/>
        </w:rPr>
        <w:t>, включенных в группу процедур представления сведений из единого реестра</w:t>
      </w:r>
      <w:r>
        <w:rPr>
          <w:noProof/>
        </w:rPr>
        <w:t xml:space="preserve">: </w:t>
      </w:r>
    </w:p>
    <w:p w:rsidR="00CB2476" w:rsidRDefault="008D414D" w:rsidP="00F737C7">
      <w:pPr>
        <w:pStyle w:val="a4"/>
        <w:rPr>
          <w:noProof/>
        </w:rPr>
      </w:pPr>
      <w:r>
        <w:rPr>
          <w:noProof/>
        </w:rPr>
        <w:lastRenderedPageBreak/>
        <w:t xml:space="preserve">«Получение </w:t>
      </w:r>
      <w:r w:rsidR="00CB2476">
        <w:rPr>
          <w:noProof/>
          <w:lang w:val="ru-RU"/>
        </w:rPr>
        <w:t xml:space="preserve">информации о </w:t>
      </w:r>
      <w:r>
        <w:rPr>
          <w:noProof/>
        </w:rPr>
        <w:t>дат</w:t>
      </w:r>
      <w:r w:rsidR="00CB2476">
        <w:rPr>
          <w:noProof/>
          <w:lang w:val="ru-RU"/>
        </w:rPr>
        <w:t>е</w:t>
      </w:r>
      <w:r>
        <w:rPr>
          <w:noProof/>
        </w:rPr>
        <w:t xml:space="preserve"> и времени обновления единого реестра» (P.MM.07.PRC.004)</w:t>
      </w:r>
      <w:r w:rsidR="00CB2476">
        <w:rPr>
          <w:noProof/>
          <w:lang w:val="ru-RU"/>
        </w:rPr>
        <w:t>;</w:t>
      </w:r>
      <w:r>
        <w:rPr>
          <w:noProof/>
        </w:rPr>
        <w:t xml:space="preserve"> </w:t>
      </w:r>
    </w:p>
    <w:p w:rsidR="00CB2476" w:rsidRDefault="008D414D" w:rsidP="00F737C7">
      <w:pPr>
        <w:pStyle w:val="a4"/>
        <w:rPr>
          <w:noProof/>
        </w:rPr>
      </w:pPr>
      <w:r>
        <w:rPr>
          <w:noProof/>
        </w:rPr>
        <w:t xml:space="preserve">«Получение сведений </w:t>
      </w:r>
      <w:r w:rsidR="00CB2476">
        <w:rPr>
          <w:noProof/>
          <w:lang w:val="ru-RU"/>
        </w:rPr>
        <w:t xml:space="preserve">из </w:t>
      </w:r>
      <w:r>
        <w:rPr>
          <w:noProof/>
        </w:rPr>
        <w:t>единого реестра» (P.MM.07.PRC.005)</w:t>
      </w:r>
    </w:p>
    <w:p w:rsidR="00725E5A" w:rsidRPr="00664FE8" w:rsidRDefault="008D414D" w:rsidP="00F737C7">
      <w:pPr>
        <w:pStyle w:val="a4"/>
        <w:rPr>
          <w:lang w:val="ru-RU"/>
        </w:rPr>
      </w:pPr>
      <w:r>
        <w:rPr>
          <w:noProof/>
        </w:rPr>
        <w:t>«Получение изменен</w:t>
      </w:r>
      <w:r w:rsidR="00CB2476">
        <w:rPr>
          <w:noProof/>
          <w:lang w:val="ru-RU"/>
        </w:rPr>
        <w:t>ных</w:t>
      </w:r>
      <w:r>
        <w:rPr>
          <w:noProof/>
        </w:rPr>
        <w:t xml:space="preserve"> сведений </w:t>
      </w:r>
      <w:r w:rsidR="00CB2476">
        <w:rPr>
          <w:noProof/>
          <w:lang w:val="ru-RU"/>
        </w:rPr>
        <w:t xml:space="preserve">из </w:t>
      </w:r>
      <w:r>
        <w:rPr>
          <w:noProof/>
        </w:rPr>
        <w:t>единого реестра» (P.MM.07.PRC.006).</w:t>
      </w:r>
    </w:p>
    <w:p w:rsidR="00725E5A" w:rsidRPr="00DA496B" w:rsidRDefault="008D414D" w:rsidP="00F737C7">
      <w:pPr>
        <w:pStyle w:val="a4"/>
        <w:rPr>
          <w:lang w:val="ru-RU"/>
        </w:rPr>
      </w:pPr>
      <w:r>
        <w:rPr>
          <w:noProof/>
        </w:rPr>
        <w:t>Указанные процедуры могут выполняться последовательно, либо каждая процедура может выполняться отдельно от других в зависимости от целей запроса.</w:t>
      </w:r>
    </w:p>
    <w:p w:rsidR="00783772" w:rsidRPr="001C183C" w:rsidRDefault="001C183C" w:rsidP="001C183C">
      <w:pPr>
        <w:pStyle w:val="aff"/>
      </w:pPr>
      <w:r w:rsidRPr="001C183C">
        <w:rPr>
          <w:noProof/>
        </w:rPr>
        <w:t>19</w:t>
      </w:r>
      <w:r w:rsidRPr="001C183C">
        <w:t>.</w:t>
      </w:r>
      <w:r w:rsidR="00C23E21">
        <w:t> </w:t>
      </w:r>
      <w:r w:rsidR="00D9061A">
        <w:rPr>
          <w:lang w:val="ru-RU"/>
        </w:rPr>
        <w:t>Приведенное</w:t>
      </w:r>
      <w:r w:rsidR="00D9061A" w:rsidRPr="00DA496B">
        <w:rPr>
          <w:lang w:val="ru-RU"/>
        </w:rPr>
        <w:t xml:space="preserve"> </w:t>
      </w:r>
      <w:r w:rsidR="00D9061A">
        <w:rPr>
          <w:lang w:val="ru-RU"/>
        </w:rPr>
        <w:t>описание</w:t>
      </w:r>
      <w:r w:rsidR="00D9061A" w:rsidRPr="00DA496B">
        <w:rPr>
          <w:lang w:val="ru-RU"/>
        </w:rPr>
        <w:t xml:space="preserve"> </w:t>
      </w:r>
      <w:r w:rsidR="00D9061A">
        <w:t>группы</w:t>
      </w:r>
      <w:r w:rsidR="00D9061A" w:rsidRPr="001C183C">
        <w:t xml:space="preserve"> </w:t>
      </w:r>
      <w:r w:rsidR="00D9061A">
        <w:t>процедур</w:t>
      </w:r>
      <w:r w:rsidR="00743157" w:rsidRPr="001C183C">
        <w:t xml:space="preserve"> </w:t>
      </w:r>
      <w:r w:rsidR="00750BF9">
        <w:rPr>
          <w:noProof/>
        </w:rPr>
        <w:t xml:space="preserve">представления сведений </w:t>
      </w:r>
      <w:r w:rsidR="00664FE8">
        <w:rPr>
          <w:noProof/>
          <w:lang w:val="ru-RU"/>
        </w:rPr>
        <w:t xml:space="preserve">из </w:t>
      </w:r>
      <w:r w:rsidR="00750BF9">
        <w:rPr>
          <w:noProof/>
        </w:rPr>
        <w:t>единого реестра</w:t>
      </w:r>
      <w:r w:rsidR="00743157" w:rsidRPr="001C183C">
        <w:t xml:space="preserve"> </w:t>
      </w:r>
      <w:r w:rsidR="00A44286" w:rsidRPr="00EE62B0">
        <w:t>пр</w:t>
      </w:r>
      <w:r w:rsidR="00F52816">
        <w:rPr>
          <w:lang w:val="ru-RU"/>
        </w:rPr>
        <w:t>едставлен</w:t>
      </w:r>
      <w:r w:rsidR="00D9061A">
        <w:rPr>
          <w:lang w:val="ru-RU"/>
        </w:rPr>
        <w:t>о</w:t>
      </w:r>
      <w:r w:rsidR="00743157" w:rsidRPr="001C183C">
        <w:t xml:space="preserve"> </w:t>
      </w:r>
      <w:r w:rsidR="00743157" w:rsidRPr="00EE62B0">
        <w:t>на</w:t>
      </w:r>
      <w:bookmarkStart w:id="31" w:name="_Ref361245195"/>
      <w:r w:rsidR="003D20E2" w:rsidRPr="001C183C">
        <w:t xml:space="preserve"> </w:t>
      </w:r>
      <w:r w:rsidR="003D20E2" w:rsidRPr="00EE62B0">
        <w:t>рис</w:t>
      </w:r>
      <w:r w:rsidR="008B44D7">
        <w:rPr>
          <w:lang w:val="ru-RU"/>
        </w:rPr>
        <w:t>унке</w:t>
      </w:r>
      <w:r w:rsidR="008B44D7" w:rsidRPr="001C183C">
        <w:t> </w:t>
      </w:r>
      <w:r w:rsidR="003D20E2" w:rsidRPr="001C183C">
        <w:t>3</w:t>
      </w:r>
      <w:r w:rsidR="00783772" w:rsidRPr="001C183C">
        <w:t>.</w:t>
      </w:r>
    </w:p>
    <w:p w:rsidR="000E16C6" w:rsidRPr="00EE62B0" w:rsidRDefault="00643369" w:rsidP="000B69FD">
      <w:pPr>
        <w:pStyle w:val="af6"/>
      </w:pPr>
      <w:r>
        <w:pict>
          <v:shape id="_x0000_i1027" type="#_x0000_t75" style="width:467.25pt;height:257.25pt">
            <v:imagedata r:id="rId11" o:title="РИС3"/>
          </v:shape>
        </w:pict>
      </w:r>
    </w:p>
    <w:p w:rsidR="00743157" w:rsidRPr="00DA496B" w:rsidRDefault="00B73FB5" w:rsidP="0095762B">
      <w:pPr>
        <w:pStyle w:val="af5"/>
      </w:pPr>
      <w:bookmarkStart w:id="32" w:name="_Ref363494361"/>
      <w:bookmarkStart w:id="33" w:name="_Toc375908854"/>
      <w:bookmarkEnd w:id="31"/>
      <w:r w:rsidRPr="007E0CC6">
        <w:t>Рис</w:t>
      </w:r>
      <w:bookmarkEnd w:id="32"/>
      <w:r w:rsidR="00D9061A" w:rsidRPr="00DA496B">
        <w:t>.</w:t>
      </w:r>
      <w:r w:rsidR="008B44D7" w:rsidRPr="007E0CC6">
        <w:rPr>
          <w:lang w:val="en-US"/>
        </w:rPr>
        <w:t> </w:t>
      </w:r>
      <w:r w:rsidR="00E75E86" w:rsidRPr="00DA496B">
        <w:rPr>
          <w:noProof/>
        </w:rPr>
        <w:t>3</w:t>
      </w:r>
      <w:r w:rsidRPr="00DA496B">
        <w:t>.</w:t>
      </w:r>
      <w:r w:rsidR="00743157" w:rsidRPr="00DA496B">
        <w:t xml:space="preserve"> </w:t>
      </w:r>
      <w:r w:rsidR="00743157" w:rsidRPr="007E0CC6">
        <w:t>Общая</w:t>
      </w:r>
      <w:r w:rsidR="00743157" w:rsidRPr="00DA496B">
        <w:t xml:space="preserve"> </w:t>
      </w:r>
      <w:r w:rsidR="00743157" w:rsidRPr="007E0CC6">
        <w:t>схема</w:t>
      </w:r>
      <w:r w:rsidR="00743157" w:rsidRPr="00DA496B">
        <w:t xml:space="preserve"> </w:t>
      </w:r>
      <w:bookmarkEnd w:id="33"/>
      <w:r w:rsidR="0012046B" w:rsidRPr="007E0CC6">
        <w:t>группы</w:t>
      </w:r>
      <w:r w:rsidR="0012046B" w:rsidRPr="00DA496B">
        <w:t xml:space="preserve"> </w:t>
      </w:r>
      <w:r w:rsidR="0012046B" w:rsidRPr="007E0CC6">
        <w:t>процедур</w:t>
      </w:r>
      <w:r w:rsidR="0012046B" w:rsidRPr="00DA496B">
        <w:t xml:space="preserve"> </w:t>
      </w:r>
      <w:r w:rsidR="00750BF9" w:rsidRPr="00DA496B">
        <w:rPr>
          <w:noProof/>
        </w:rPr>
        <w:t>представления</w:t>
      </w:r>
      <w:r w:rsidR="00664FE8">
        <w:rPr>
          <w:noProof/>
        </w:rPr>
        <w:br/>
      </w:r>
      <w:r w:rsidR="00750BF9" w:rsidRPr="00DA496B">
        <w:rPr>
          <w:noProof/>
        </w:rPr>
        <w:t xml:space="preserve">сведений </w:t>
      </w:r>
      <w:r w:rsidR="00664FE8">
        <w:rPr>
          <w:noProof/>
        </w:rPr>
        <w:t xml:space="preserve">из </w:t>
      </w:r>
      <w:r w:rsidR="00750BF9" w:rsidRPr="00DA496B">
        <w:rPr>
          <w:noProof/>
        </w:rPr>
        <w:t>единого реестра</w:t>
      </w:r>
    </w:p>
    <w:p w:rsidR="00A33109" w:rsidRPr="00D27257" w:rsidRDefault="001C183C" w:rsidP="00D27257">
      <w:pPr>
        <w:pStyle w:val="aff"/>
      </w:pPr>
      <w:bookmarkStart w:id="34" w:name="_Toc369271016"/>
      <w:bookmarkStart w:id="35" w:name="_Ref363496975"/>
      <w:r>
        <w:rPr>
          <w:noProof/>
        </w:rPr>
        <w:t>20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A33109" w:rsidRPr="00EE62B0">
        <w:t>Перечень</w:t>
      </w:r>
      <w:r w:rsidR="00A33109" w:rsidRPr="0012046B">
        <w:t xml:space="preserve"> </w:t>
      </w:r>
      <w:r w:rsidR="00A33109" w:rsidRPr="00EE62B0">
        <w:t>процедур</w:t>
      </w:r>
      <w:r w:rsidR="002F3DB0" w:rsidRPr="00DA496B">
        <w:rPr>
          <w:lang w:val="ru-RU"/>
        </w:rPr>
        <w:t xml:space="preserve"> </w:t>
      </w:r>
      <w:r w:rsidR="002F3DB0">
        <w:rPr>
          <w:lang w:val="ru-RU"/>
        </w:rPr>
        <w:t>общего</w:t>
      </w:r>
      <w:r w:rsidR="002F3DB0" w:rsidRPr="00DA496B">
        <w:rPr>
          <w:lang w:val="ru-RU"/>
        </w:rPr>
        <w:t xml:space="preserve"> </w:t>
      </w:r>
      <w:r w:rsidR="002F3DB0">
        <w:rPr>
          <w:lang w:val="ru-RU"/>
        </w:rPr>
        <w:t>процесса</w:t>
      </w:r>
      <w:r w:rsidR="00F335A9" w:rsidRPr="0012046B">
        <w:t>,</w:t>
      </w:r>
      <w:r w:rsidR="00A33109" w:rsidRPr="0012046B">
        <w:t xml:space="preserve"> </w:t>
      </w:r>
      <w:r w:rsidR="00A33109" w:rsidRPr="00EE62B0">
        <w:t>входящих</w:t>
      </w:r>
      <w:r w:rsidR="00A33109" w:rsidRPr="0012046B">
        <w:t xml:space="preserve"> </w:t>
      </w:r>
      <w:r w:rsidR="00A33109" w:rsidRPr="00EE62B0">
        <w:t>в</w:t>
      </w:r>
      <w:r w:rsidR="00A33109" w:rsidRPr="0012046B">
        <w:t xml:space="preserve"> </w:t>
      </w:r>
      <w:r w:rsidR="00B567BC" w:rsidRPr="00EE62B0">
        <w:t>группу</w:t>
      </w:r>
      <w:r w:rsidR="00FD6913" w:rsidRPr="00DA496B">
        <w:rPr>
          <w:lang w:val="ru-RU"/>
        </w:rPr>
        <w:t xml:space="preserve"> </w:t>
      </w:r>
      <w:r w:rsidR="00FD6913">
        <w:rPr>
          <w:lang w:val="ru-RU"/>
        </w:rPr>
        <w:t>процедур</w:t>
      </w:r>
      <w:r w:rsidR="008219C2" w:rsidRPr="00DA496B">
        <w:rPr>
          <w:lang w:val="ru-RU"/>
        </w:rPr>
        <w:t xml:space="preserve"> </w:t>
      </w:r>
      <w:r w:rsidR="00750BF9">
        <w:rPr>
          <w:noProof/>
        </w:rPr>
        <w:t xml:space="preserve">представления сведений </w:t>
      </w:r>
      <w:r w:rsidR="00664FE8">
        <w:rPr>
          <w:noProof/>
          <w:lang w:val="ru-RU"/>
        </w:rPr>
        <w:t xml:space="preserve">из </w:t>
      </w:r>
      <w:r w:rsidR="00750BF9">
        <w:rPr>
          <w:noProof/>
        </w:rPr>
        <w:t>единого реестра</w:t>
      </w:r>
      <w:r w:rsidR="00A33109" w:rsidRPr="0012046B">
        <w:t xml:space="preserve">, </w:t>
      </w:r>
      <w:r w:rsidR="00A33109" w:rsidRPr="00EE62B0">
        <w:t>пр</w:t>
      </w:r>
      <w:r w:rsidR="00D02238">
        <w:rPr>
          <w:lang w:val="ru-RU"/>
        </w:rPr>
        <w:t>иведен</w:t>
      </w:r>
      <w:r w:rsidR="00EA4094">
        <w:rPr>
          <w:lang w:val="ru-RU"/>
        </w:rPr>
        <w:br/>
      </w:r>
      <w:r w:rsidR="00A33109" w:rsidRPr="00EE62B0">
        <w:t>в</w:t>
      </w:r>
      <w:r w:rsidR="000B69FD" w:rsidRPr="0012046B">
        <w:t xml:space="preserve"> </w:t>
      </w:r>
      <w:r w:rsidR="000B69FD" w:rsidRPr="00EE62B0">
        <w:t>табл</w:t>
      </w:r>
      <w:r w:rsidR="00E21084">
        <w:rPr>
          <w:lang w:val="ru-RU"/>
        </w:rPr>
        <w:t>ице</w:t>
      </w:r>
      <w:r w:rsidR="00D27257" w:rsidRPr="001C183C">
        <w:t> </w:t>
      </w:r>
      <w:r w:rsidR="00702F17">
        <w:rPr>
          <w:noProof/>
        </w:rPr>
        <w:t>3</w:t>
      </w:r>
      <w:r w:rsidR="00A33109" w:rsidRPr="00DA496B">
        <w:rPr>
          <w:lang w:val="ru-RU"/>
        </w:rPr>
        <w:t>.</w:t>
      </w:r>
      <w:bookmarkEnd w:id="34"/>
    </w:p>
    <w:p w:rsidR="00A320DD" w:rsidRPr="00AD29D7" w:rsidRDefault="00221902" w:rsidP="005148D2">
      <w:pPr>
        <w:pStyle w:val="aff4"/>
        <w:rPr>
          <w:lang w:val="ru-RU"/>
        </w:rPr>
      </w:pPr>
      <w:r w:rsidRPr="00EE62B0">
        <w:lastRenderedPageBreak/>
        <w:t>Табл</w:t>
      </w:r>
      <w:r>
        <w:rPr>
          <w:lang w:val="ru-RU"/>
        </w:rPr>
        <w:t>ица</w:t>
      </w:r>
      <w:r w:rsidRPr="001353E7">
        <w:rPr>
          <w:lang w:val="en-US"/>
        </w:rPr>
        <w:t> </w:t>
      </w:r>
      <w:r w:rsidR="00702F17">
        <w:rPr>
          <w:noProof/>
        </w:rPr>
        <w:t>3</w:t>
      </w:r>
      <w:r w:rsidR="00702F17" w:rsidRPr="00AD29D7">
        <w:rPr>
          <w:lang w:val="ru-RU"/>
        </w:rPr>
        <w:t xml:space="preserve"> </w:t>
      </w:r>
    </w:p>
    <w:bookmarkEnd w:id="35"/>
    <w:p w:rsidR="003A79F2" w:rsidRPr="00DA496B" w:rsidRDefault="000712E1" w:rsidP="00857B8B">
      <w:pPr>
        <w:pStyle w:val="aff6"/>
        <w:keepLines/>
        <w:rPr>
          <w:noProof/>
        </w:rPr>
      </w:pPr>
      <w:r w:rsidRPr="00EE62B0">
        <w:t>Перечень</w:t>
      </w:r>
      <w:r w:rsidRPr="00DA496B">
        <w:t xml:space="preserve"> </w:t>
      </w:r>
      <w:r w:rsidRPr="00EE62B0">
        <w:t>процедур</w:t>
      </w:r>
      <w:r w:rsidR="00274664" w:rsidRPr="00DA496B">
        <w:t xml:space="preserve"> </w:t>
      </w:r>
      <w:r w:rsidR="00274664">
        <w:t>общего</w:t>
      </w:r>
      <w:r w:rsidR="00274664" w:rsidRPr="00DA496B">
        <w:t xml:space="preserve"> </w:t>
      </w:r>
      <w:r w:rsidR="00274664">
        <w:t>процесса</w:t>
      </w:r>
      <w:r w:rsidRPr="00DA496B">
        <w:t xml:space="preserve">, </w:t>
      </w:r>
      <w:r w:rsidRPr="00EE62B0">
        <w:t>входящих</w:t>
      </w:r>
      <w:r w:rsidRPr="00DA496B">
        <w:t xml:space="preserve"> </w:t>
      </w:r>
      <w:r w:rsidRPr="00EE62B0">
        <w:t>в</w:t>
      </w:r>
      <w:r w:rsidR="00B567BC" w:rsidRPr="00DA496B">
        <w:t xml:space="preserve"> </w:t>
      </w:r>
      <w:r w:rsidR="00B567BC" w:rsidRPr="00EE62B0">
        <w:t>группу</w:t>
      </w:r>
      <w:r w:rsidR="00FD6913" w:rsidRPr="00DA496B">
        <w:t xml:space="preserve"> </w:t>
      </w:r>
      <w:r w:rsidR="00FD6913">
        <w:t>процедур</w:t>
      </w:r>
      <w:r w:rsidRPr="00DA496B">
        <w:t xml:space="preserve"> </w:t>
      </w:r>
      <w:r w:rsidR="00750BF9" w:rsidRPr="00DA496B">
        <w:rPr>
          <w:noProof/>
        </w:rPr>
        <w:t xml:space="preserve">представления сведений </w:t>
      </w:r>
      <w:r w:rsidR="00CB2476">
        <w:rPr>
          <w:noProof/>
        </w:rPr>
        <w:t xml:space="preserve">из </w:t>
      </w:r>
      <w:r w:rsidR="00750BF9" w:rsidRPr="00DA496B">
        <w:rPr>
          <w:noProof/>
        </w:rPr>
        <w:t>единого реестра</w:t>
      </w:r>
    </w:p>
    <w:p w:rsidR="00D9061A" w:rsidRPr="00DA496B" w:rsidRDefault="00D9061A" w:rsidP="00D9061A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3471"/>
        <w:gridCol w:w="3470"/>
      </w:tblGrid>
      <w:tr w:rsidR="003C14F5" w:rsidRPr="008452E7" w:rsidTr="008452E7">
        <w:trPr>
          <w:trHeight w:val="601"/>
          <w:tblHeader/>
          <w:jc w:val="center"/>
        </w:trPr>
        <w:tc>
          <w:tcPr>
            <w:tcW w:w="2415" w:type="dxa"/>
            <w:shd w:val="clear" w:color="auto" w:fill="auto"/>
            <w:tcMar>
              <w:top w:w="85" w:type="dxa"/>
              <w:bottom w:w="85" w:type="dxa"/>
            </w:tcMar>
          </w:tcPr>
          <w:p w:rsidR="003C14F5" w:rsidRDefault="003C14F5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3471" w:type="dxa"/>
            <w:shd w:val="clear" w:color="auto" w:fill="auto"/>
            <w:tcMar>
              <w:top w:w="85" w:type="dxa"/>
              <w:bottom w:w="85" w:type="dxa"/>
            </w:tcMar>
          </w:tcPr>
          <w:p w:rsidR="003C14F5" w:rsidRDefault="003C14F5" w:rsidP="008452E7">
            <w:pPr>
              <w:pStyle w:val="ad"/>
              <w:spacing w:line="264" w:lineRule="auto"/>
            </w:pPr>
            <w:r w:rsidRPr="00EE62B0">
              <w:t>Наименование</w:t>
            </w:r>
          </w:p>
        </w:tc>
        <w:tc>
          <w:tcPr>
            <w:tcW w:w="3470" w:type="dxa"/>
            <w:shd w:val="clear" w:color="auto" w:fill="auto"/>
            <w:tcMar>
              <w:top w:w="85" w:type="dxa"/>
              <w:bottom w:w="85" w:type="dxa"/>
            </w:tcMar>
          </w:tcPr>
          <w:p w:rsidR="003C14F5" w:rsidRDefault="003C14F5" w:rsidP="008452E7">
            <w:pPr>
              <w:pStyle w:val="ad"/>
              <w:spacing w:line="264" w:lineRule="auto"/>
            </w:pPr>
            <w:r w:rsidRPr="00EE62B0"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241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347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347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jc w:val="left"/>
              <w:rPr>
                <w:lang w:val="en-US" w:eastAsia="en-US"/>
              </w:rPr>
            </w:pPr>
            <w:r w:rsidRPr="008452E7">
              <w:rPr>
                <w:noProof/>
                <w:lang w:val="en-US" w:eastAsia="en-US"/>
              </w:rPr>
              <w:t>P.MM.07.PRC.004</w:t>
            </w:r>
            <w:r w:rsidR="006A5C7A" w:rsidRPr="008452E7">
              <w:rPr>
                <w:lang w:val="en-US"/>
              </w:rPr>
              <w:t xml:space="preserve"> </w:t>
            </w:r>
          </w:p>
        </w:tc>
        <w:tc>
          <w:tcPr>
            <w:tcW w:w="3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EE62B0" w:rsidRDefault="00694CA0" w:rsidP="00664FE8">
            <w:pPr>
              <w:pStyle w:val="ab"/>
              <w:jc w:val="left"/>
            </w:pPr>
            <w:r>
              <w:rPr>
                <w:noProof/>
              </w:rPr>
              <w:t xml:space="preserve">получение </w:t>
            </w:r>
            <w:r w:rsidR="00664FE8">
              <w:rPr>
                <w:noProof/>
              </w:rPr>
              <w:t xml:space="preserve">информации о дате </w:t>
            </w:r>
            <w:r>
              <w:rPr>
                <w:noProof/>
              </w:rPr>
              <w:t>и времени обновления единого реестра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DA496B" w:rsidRDefault="00AC6C78" w:rsidP="00664FE8">
            <w:pPr>
              <w:pStyle w:val="ab"/>
              <w:jc w:val="left"/>
            </w:pPr>
            <w:r w:rsidRPr="00DA496B">
              <w:rPr>
                <w:noProof/>
              </w:rPr>
              <w:t xml:space="preserve">предназначена для представления </w:t>
            </w:r>
            <w:r w:rsidR="00664FE8">
              <w:rPr>
                <w:noProof/>
              </w:rPr>
              <w:t xml:space="preserve">информации о </w:t>
            </w:r>
            <w:r w:rsidR="00664FE8" w:rsidRPr="00DA496B">
              <w:rPr>
                <w:noProof/>
              </w:rPr>
              <w:t>дат</w:t>
            </w:r>
            <w:r w:rsidR="00664FE8">
              <w:rPr>
                <w:noProof/>
              </w:rPr>
              <w:t>е</w:t>
            </w:r>
            <w:r w:rsidR="00664FE8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>и времени обновления единого реестра по запросам от информационных систем уполномоченных органов государств-членов</w:t>
            </w:r>
            <w:r w:rsidR="00664FE8">
              <w:rPr>
                <w:noProof/>
              </w:rPr>
              <w:t xml:space="preserve"> посредством использования</w:t>
            </w:r>
            <w:r w:rsidR="00664FE8" w:rsidRPr="00DA496B">
              <w:rPr>
                <w:noProof/>
              </w:rPr>
              <w:t xml:space="preserve"> интегрированн</w:t>
            </w:r>
            <w:r w:rsidR="00664FE8">
              <w:rPr>
                <w:noProof/>
              </w:rPr>
              <w:t>ой</w:t>
            </w:r>
            <w:r w:rsidR="00664FE8" w:rsidRPr="00DA496B">
              <w:rPr>
                <w:noProof/>
              </w:rPr>
              <w:t xml:space="preserve"> систем</w:t>
            </w:r>
            <w:r w:rsidR="00664FE8">
              <w:rPr>
                <w:noProof/>
              </w:rPr>
              <w:t>ы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jc w:val="left"/>
              <w:rPr>
                <w:lang w:val="en-US" w:eastAsia="en-US"/>
              </w:rPr>
            </w:pPr>
            <w:r w:rsidRPr="008452E7">
              <w:rPr>
                <w:noProof/>
                <w:lang w:val="en-US" w:eastAsia="en-US"/>
              </w:rPr>
              <w:t>P.MM.07.PRC.005</w:t>
            </w:r>
            <w:r w:rsidR="006A5C7A" w:rsidRPr="008452E7">
              <w:rPr>
                <w:lang w:val="en-US"/>
              </w:rPr>
              <w:t xml:space="preserve"> </w:t>
            </w:r>
          </w:p>
        </w:tc>
        <w:tc>
          <w:tcPr>
            <w:tcW w:w="3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EE62B0" w:rsidRDefault="00694CA0" w:rsidP="008452E7">
            <w:pPr>
              <w:pStyle w:val="ab"/>
              <w:jc w:val="left"/>
            </w:pPr>
            <w:r>
              <w:rPr>
                <w:noProof/>
              </w:rPr>
              <w:t xml:space="preserve">получение сведений </w:t>
            </w:r>
            <w:r w:rsidR="00927A5C">
              <w:rPr>
                <w:noProof/>
              </w:rPr>
              <w:t xml:space="preserve">из </w:t>
            </w:r>
            <w:r>
              <w:rPr>
                <w:noProof/>
              </w:rPr>
              <w:t>единого реестра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DA496B" w:rsidRDefault="00AC6C78" w:rsidP="00664FE8">
            <w:pPr>
              <w:pStyle w:val="ab"/>
              <w:jc w:val="left"/>
            </w:pPr>
            <w:r w:rsidRPr="00DA496B">
              <w:rPr>
                <w:noProof/>
              </w:rPr>
              <w:t xml:space="preserve">предназначена для представления актуальных </w:t>
            </w:r>
            <w:r w:rsidR="00664FE8">
              <w:rPr>
                <w:noProof/>
              </w:rPr>
              <w:t xml:space="preserve">по состоянию </w:t>
            </w:r>
            <w:r w:rsidRPr="00DA496B">
              <w:rPr>
                <w:noProof/>
              </w:rPr>
              <w:t xml:space="preserve">на указанную дату сведений </w:t>
            </w:r>
            <w:r w:rsidR="00664FE8">
              <w:rPr>
                <w:noProof/>
              </w:rPr>
              <w:t xml:space="preserve">из </w:t>
            </w:r>
            <w:r w:rsidRPr="00DA496B">
              <w:rPr>
                <w:noProof/>
              </w:rPr>
              <w:t>единого реестра по запросам от информационных систем уполномоченных органов государств-членов</w:t>
            </w:r>
            <w:r w:rsidR="00664FE8">
              <w:rPr>
                <w:noProof/>
              </w:rPr>
              <w:t xml:space="preserve"> посредством использования</w:t>
            </w:r>
            <w:r w:rsidR="00664FE8" w:rsidRPr="00DA496B">
              <w:rPr>
                <w:noProof/>
              </w:rPr>
              <w:t xml:space="preserve"> интегрированн</w:t>
            </w:r>
            <w:r w:rsidR="00664FE8">
              <w:rPr>
                <w:noProof/>
              </w:rPr>
              <w:t>ой</w:t>
            </w:r>
            <w:r w:rsidR="00664FE8" w:rsidRPr="00DA496B">
              <w:rPr>
                <w:noProof/>
              </w:rPr>
              <w:t xml:space="preserve"> систем</w:t>
            </w:r>
            <w:r w:rsidR="00664FE8">
              <w:rPr>
                <w:noProof/>
              </w:rPr>
              <w:t>ы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jc w:val="left"/>
              <w:rPr>
                <w:lang w:val="en-US" w:eastAsia="en-US"/>
              </w:rPr>
            </w:pPr>
            <w:r w:rsidRPr="008452E7">
              <w:rPr>
                <w:noProof/>
                <w:lang w:val="en-US" w:eastAsia="en-US"/>
              </w:rPr>
              <w:t>P.MM.07.PRC.006</w:t>
            </w:r>
            <w:r w:rsidR="006A5C7A" w:rsidRPr="008452E7">
              <w:rPr>
                <w:lang w:val="en-US"/>
              </w:rPr>
              <w:t xml:space="preserve"> </w:t>
            </w:r>
          </w:p>
        </w:tc>
        <w:tc>
          <w:tcPr>
            <w:tcW w:w="3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EE62B0" w:rsidRDefault="00694CA0" w:rsidP="008452E7">
            <w:pPr>
              <w:pStyle w:val="ab"/>
              <w:jc w:val="left"/>
            </w:pPr>
            <w:r>
              <w:rPr>
                <w:noProof/>
              </w:rPr>
              <w:t>получение измененных сведений из едино</w:t>
            </w:r>
            <w:r w:rsidR="00927A5C">
              <w:rPr>
                <w:noProof/>
              </w:rPr>
              <w:t>го реестра</w:t>
            </w:r>
            <w:r>
              <w:rPr>
                <w:noProof/>
              </w:rPr>
              <w:t xml:space="preserve"> 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DA496B" w:rsidRDefault="00AC6C78" w:rsidP="00664FE8">
            <w:pPr>
              <w:pStyle w:val="ab"/>
              <w:jc w:val="left"/>
            </w:pPr>
            <w:r w:rsidRPr="00DA496B">
              <w:rPr>
                <w:noProof/>
              </w:rPr>
              <w:t xml:space="preserve">предназначена для представления измененных сведений из </w:t>
            </w:r>
            <w:r w:rsidR="00664FE8" w:rsidRPr="00DA496B">
              <w:rPr>
                <w:noProof/>
              </w:rPr>
              <w:t xml:space="preserve">единого реестра </w:t>
            </w:r>
            <w:r w:rsidRPr="00DA496B">
              <w:rPr>
                <w:noProof/>
              </w:rPr>
              <w:t xml:space="preserve">по запросам от информационных систем уполномоченных органов государств-членов </w:t>
            </w:r>
            <w:r w:rsidR="00664FE8">
              <w:rPr>
                <w:noProof/>
              </w:rPr>
              <w:t>посредством использования</w:t>
            </w:r>
            <w:r w:rsidR="00664FE8" w:rsidRPr="00DA496B">
              <w:rPr>
                <w:noProof/>
              </w:rPr>
              <w:t xml:space="preserve"> интегрированн</w:t>
            </w:r>
            <w:r w:rsidR="00664FE8">
              <w:rPr>
                <w:noProof/>
              </w:rPr>
              <w:t>ой</w:t>
            </w:r>
            <w:r w:rsidR="00664FE8" w:rsidRPr="00DA496B">
              <w:rPr>
                <w:noProof/>
              </w:rPr>
              <w:t xml:space="preserve"> систем</w:t>
            </w:r>
            <w:r w:rsidR="00664FE8">
              <w:rPr>
                <w:noProof/>
              </w:rPr>
              <w:t>ы</w:t>
            </w:r>
          </w:p>
        </w:tc>
      </w:tr>
    </w:tbl>
    <w:p w:rsidR="00CD4665" w:rsidRPr="00EE62B0" w:rsidRDefault="009725E7" w:rsidP="00D03D43">
      <w:pPr>
        <w:pStyle w:val="1"/>
      </w:pPr>
      <w:bookmarkStart w:id="36" w:name="_Toc363227840"/>
      <w:bookmarkStart w:id="37" w:name="_Toc364113135"/>
      <w:bookmarkStart w:id="38" w:name="_Toc369271024"/>
      <w:bookmarkStart w:id="39" w:name="_Toc375908837"/>
      <w:bookmarkStart w:id="40" w:name="_Toc351924587"/>
      <w:bookmarkEnd w:id="30"/>
      <w:r w:rsidRPr="00EE62B0">
        <w:t>V</w:t>
      </w:r>
      <w:r w:rsidR="00E6007B" w:rsidRPr="00EE62B0">
        <w:t>.</w:t>
      </w:r>
      <w:bookmarkEnd w:id="36"/>
      <w:bookmarkEnd w:id="37"/>
      <w:bookmarkEnd w:id="38"/>
      <w:bookmarkEnd w:id="39"/>
      <w:r w:rsidR="00C23E21">
        <w:t> </w:t>
      </w:r>
      <w:r>
        <w:t>Информационные объекты общего процесса</w:t>
      </w:r>
    </w:p>
    <w:p w:rsidR="00375990" w:rsidRDefault="001C183C" w:rsidP="009B2CBA">
      <w:pPr>
        <w:pStyle w:val="aff"/>
        <w:rPr>
          <w:szCs w:val="28"/>
          <w:lang w:val="ru-RU"/>
        </w:rPr>
      </w:pPr>
      <w:bookmarkStart w:id="41" w:name="_Toc369271025"/>
      <w:r>
        <w:rPr>
          <w:noProof/>
        </w:rPr>
        <w:t>21</w:t>
      </w:r>
      <w:r>
        <w:rPr>
          <w:lang w:val="ru-RU"/>
        </w:rPr>
        <w:t>.</w:t>
      </w:r>
      <w:bookmarkEnd w:id="41"/>
      <w:r w:rsidR="00C23E21">
        <w:rPr>
          <w:lang w:val="ru-RU"/>
        </w:rPr>
        <w:t> </w:t>
      </w:r>
      <w:r w:rsidR="00664FE8">
        <w:rPr>
          <w:lang w:val="ru-RU"/>
        </w:rPr>
        <w:t>Перечень</w:t>
      </w:r>
      <w:r w:rsidR="00664FE8">
        <w:t xml:space="preserve"> </w:t>
      </w:r>
      <w:r w:rsidR="002C769E">
        <w:t>информационн</w:t>
      </w:r>
      <w:r w:rsidR="00664FE8">
        <w:rPr>
          <w:lang w:val="ru-RU"/>
        </w:rPr>
        <w:t xml:space="preserve">ых </w:t>
      </w:r>
      <w:r w:rsidR="00664FE8">
        <w:t>объект</w:t>
      </w:r>
      <w:r w:rsidR="00664FE8">
        <w:rPr>
          <w:lang w:val="ru-RU"/>
        </w:rPr>
        <w:t>ов</w:t>
      </w:r>
      <w:r w:rsidR="002C769E">
        <w:rPr>
          <w:lang w:val="ru-RU"/>
        </w:rPr>
        <w:t xml:space="preserve">, сведения о </w:t>
      </w:r>
      <w:r w:rsidR="00664FE8">
        <w:rPr>
          <w:lang w:val="ru-RU"/>
        </w:rPr>
        <w:t xml:space="preserve">которых </w:t>
      </w:r>
      <w:r w:rsidR="002C769E">
        <w:rPr>
          <w:lang w:val="ru-RU"/>
        </w:rPr>
        <w:t xml:space="preserve">или из </w:t>
      </w:r>
      <w:r w:rsidR="00664FE8">
        <w:rPr>
          <w:lang w:val="ru-RU"/>
        </w:rPr>
        <w:t xml:space="preserve">которых </w:t>
      </w:r>
      <w:r w:rsidR="002C769E">
        <w:rPr>
          <w:lang w:val="ru-RU"/>
        </w:rPr>
        <w:t xml:space="preserve">передаются в процессе взаимодействия между участниками общего процесса, </w:t>
      </w:r>
      <w:r w:rsidR="00D02238">
        <w:rPr>
          <w:lang w:val="ru-RU"/>
        </w:rPr>
        <w:t>приведен</w:t>
      </w:r>
      <w:r w:rsidR="0037686D" w:rsidRPr="00EE62B0">
        <w:rPr>
          <w:szCs w:val="28"/>
          <w:lang w:val="ru-RU"/>
        </w:rPr>
        <w:t xml:space="preserve"> в </w:t>
      </w:r>
      <w:r w:rsidR="000B69FD" w:rsidRPr="00EE62B0">
        <w:rPr>
          <w:szCs w:val="28"/>
          <w:lang w:val="ru-RU"/>
        </w:rPr>
        <w:t>табл</w:t>
      </w:r>
      <w:r w:rsidR="008B44D7">
        <w:rPr>
          <w:szCs w:val="28"/>
          <w:lang w:val="ru-RU"/>
        </w:rPr>
        <w:t>ице</w:t>
      </w:r>
      <w:r w:rsidR="008B44D7" w:rsidRPr="00EE62B0">
        <w:rPr>
          <w:szCs w:val="28"/>
          <w:lang w:val="ru-RU"/>
        </w:rPr>
        <w:t> </w:t>
      </w:r>
      <w:r w:rsidR="00702F17">
        <w:rPr>
          <w:noProof/>
          <w:szCs w:val="28"/>
          <w:lang w:val="ru-RU"/>
        </w:rPr>
        <w:t>4</w:t>
      </w:r>
      <w:r w:rsidR="005E2E9E" w:rsidRPr="00EE62B0">
        <w:rPr>
          <w:szCs w:val="28"/>
          <w:lang w:val="ru-RU"/>
        </w:rPr>
        <w:t>.</w:t>
      </w:r>
    </w:p>
    <w:p w:rsidR="008B44D7" w:rsidRPr="00325A18" w:rsidRDefault="00221902" w:rsidP="005148D2">
      <w:pPr>
        <w:pStyle w:val="aff4"/>
        <w:rPr>
          <w:szCs w:val="28"/>
          <w:lang w:val="ru-RU"/>
        </w:rPr>
      </w:pPr>
      <w:r w:rsidRPr="00EE62B0">
        <w:lastRenderedPageBreak/>
        <w:t>Табл</w:t>
      </w:r>
      <w:r>
        <w:rPr>
          <w:lang w:val="ru-RU"/>
        </w:rPr>
        <w:t>ица</w:t>
      </w:r>
      <w:r w:rsidRPr="001353E7">
        <w:rPr>
          <w:lang w:val="en-US"/>
        </w:rPr>
        <w:t> </w:t>
      </w:r>
      <w:r w:rsidR="00702F17">
        <w:rPr>
          <w:noProof/>
        </w:rPr>
        <w:t>4</w:t>
      </w:r>
      <w:r w:rsidR="00702F17" w:rsidRPr="00325A18">
        <w:rPr>
          <w:szCs w:val="28"/>
          <w:lang w:val="ru-RU"/>
        </w:rPr>
        <w:t xml:space="preserve"> </w:t>
      </w:r>
    </w:p>
    <w:p w:rsidR="00241A04" w:rsidRDefault="00664FE8" w:rsidP="00857B8B">
      <w:pPr>
        <w:pStyle w:val="aff6"/>
        <w:keepLines/>
      </w:pPr>
      <w:r>
        <w:t>Перечень</w:t>
      </w:r>
      <w:r w:rsidR="009A0ED2">
        <w:t xml:space="preserve"> </w:t>
      </w:r>
      <w:r>
        <w:t>информационных объектов</w:t>
      </w:r>
    </w:p>
    <w:p w:rsidR="00D9061A" w:rsidRPr="009B2CBA" w:rsidRDefault="00D9061A" w:rsidP="00D9061A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16"/>
        <w:gridCol w:w="3470"/>
        <w:gridCol w:w="3470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2416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3470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Наименование</w:t>
            </w:r>
          </w:p>
        </w:tc>
        <w:tc>
          <w:tcPr>
            <w:tcW w:w="3470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2416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347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347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jc w:val="left"/>
              <w:rPr>
                <w:lang w:val="en-US"/>
              </w:rPr>
            </w:pPr>
            <w:r w:rsidRPr="008452E7">
              <w:rPr>
                <w:noProof/>
                <w:lang w:val="en-US"/>
              </w:rPr>
              <w:t>P.MM.07.BEN.001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EE62B0" w:rsidRDefault="00307C38" w:rsidP="008452E7">
            <w:pPr>
              <w:pStyle w:val="ab"/>
              <w:jc w:val="left"/>
            </w:pPr>
            <w:r>
              <w:rPr>
                <w:noProof/>
              </w:rPr>
              <w:t>единый реестр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DA496B" w:rsidRDefault="00AC6C78" w:rsidP="00A642B6">
            <w:pPr>
              <w:pStyle w:val="ab"/>
              <w:jc w:val="left"/>
            </w:pPr>
            <w:r w:rsidRPr="00DA496B">
              <w:rPr>
                <w:noProof/>
              </w:rPr>
              <w:t xml:space="preserve">информационный ресурс, </w:t>
            </w:r>
            <w:r w:rsidR="00664FE8">
              <w:rPr>
                <w:noProof/>
              </w:rPr>
              <w:t xml:space="preserve">который </w:t>
            </w:r>
            <w:r w:rsidR="00664FE8" w:rsidRPr="00DA496B">
              <w:rPr>
                <w:noProof/>
              </w:rPr>
              <w:t>содерж</w:t>
            </w:r>
            <w:r w:rsidR="00664FE8">
              <w:rPr>
                <w:noProof/>
              </w:rPr>
              <w:t>ит</w:t>
            </w:r>
            <w:r w:rsidR="00664FE8" w:rsidRPr="00DA496B">
              <w:rPr>
                <w:noProof/>
              </w:rPr>
              <w:t xml:space="preserve"> </w:t>
            </w:r>
            <w:r w:rsidR="00664FE8">
              <w:rPr>
                <w:noProof/>
              </w:rPr>
              <w:t>сведени</w:t>
            </w:r>
            <w:r w:rsidR="002E14FF">
              <w:rPr>
                <w:noProof/>
              </w:rPr>
              <w:t>я</w:t>
            </w:r>
            <w:r w:rsidR="00664FE8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 xml:space="preserve">об уполномоченных организациях, осуществляющих проведение </w:t>
            </w:r>
            <w:r w:rsidR="00A642B6" w:rsidRPr="00DA496B">
              <w:rPr>
                <w:noProof/>
              </w:rPr>
              <w:t xml:space="preserve">исследований </w:t>
            </w:r>
            <w:r w:rsidR="00A642B6">
              <w:rPr>
                <w:noProof/>
              </w:rPr>
              <w:t>(испытаний</w:t>
            </w:r>
            <w:r w:rsidRPr="00DA496B">
              <w:rPr>
                <w:noProof/>
              </w:rPr>
              <w:t xml:space="preserve">) медицинских изделий в целях их регистрации, формирование и ведение которого осуществляется </w:t>
            </w:r>
            <w:r w:rsidR="00664FE8">
              <w:rPr>
                <w:noProof/>
              </w:rPr>
              <w:t xml:space="preserve">Комиссией </w:t>
            </w:r>
            <w:r w:rsidRPr="00DA496B">
              <w:rPr>
                <w:noProof/>
              </w:rPr>
              <w:t>на основании сведений, представленных уполномоченными органами</w:t>
            </w:r>
            <w:r w:rsidR="00664FE8">
              <w:rPr>
                <w:noProof/>
              </w:rPr>
              <w:t xml:space="preserve"> государств-членов</w:t>
            </w:r>
          </w:p>
        </w:tc>
      </w:tr>
    </w:tbl>
    <w:p w:rsidR="000B52FD" w:rsidRDefault="000B52FD" w:rsidP="00EB6B88">
      <w:pPr>
        <w:pStyle w:val="aff"/>
        <w:keepNext/>
        <w:spacing w:before="360" w:after="360" w:line="240" w:lineRule="auto"/>
        <w:ind w:firstLine="0"/>
        <w:jc w:val="center"/>
        <w:outlineLvl w:val="0"/>
        <w:rPr>
          <w:lang w:val="ru-RU"/>
        </w:rPr>
      </w:pPr>
      <w:bookmarkStart w:id="42" w:name="_Toc365988086"/>
      <w:bookmarkStart w:id="43" w:name="_Toc365988138"/>
      <w:bookmarkStart w:id="44" w:name="_Toc366081613"/>
      <w:bookmarkStart w:id="45" w:name="_Toc366230561"/>
      <w:bookmarkStart w:id="46" w:name="_Toc363227845"/>
      <w:bookmarkStart w:id="47" w:name="_Toc364113136"/>
      <w:bookmarkStart w:id="48" w:name="_Toc369271028"/>
      <w:bookmarkStart w:id="49" w:name="_Toc375908838"/>
      <w:bookmarkEnd w:id="42"/>
      <w:bookmarkEnd w:id="43"/>
      <w:bookmarkEnd w:id="44"/>
      <w:bookmarkEnd w:id="45"/>
      <w:r>
        <w:rPr>
          <w:lang w:val="en-US"/>
        </w:rPr>
        <w:t>VI</w:t>
      </w:r>
      <w:r>
        <w:rPr>
          <w:lang w:val="ru-RU"/>
        </w:rPr>
        <w:t>.</w:t>
      </w:r>
      <w:r w:rsidR="00C23E21">
        <w:t> </w:t>
      </w:r>
      <w:r>
        <w:rPr>
          <w:lang w:val="ru-RU"/>
        </w:rPr>
        <w:t>Ответственность участников общего процесса</w:t>
      </w:r>
    </w:p>
    <w:p w:rsidR="000B52FD" w:rsidRDefault="00EE4BFB" w:rsidP="000B52FD">
      <w:pPr>
        <w:pStyle w:val="aff"/>
        <w:keepNext/>
        <w:rPr>
          <w:noProof/>
        </w:rPr>
      </w:pPr>
      <w:r>
        <w:rPr>
          <w:noProof/>
        </w:rPr>
        <w:t>22</w:t>
      </w:r>
      <w:r w:rsidRPr="001C183C">
        <w:t>.</w:t>
      </w:r>
      <w:r w:rsidR="00C23E21" w:rsidRPr="003153BA">
        <w:rPr>
          <w:lang w:val="en-US"/>
        </w:rPr>
        <w:t> </w:t>
      </w:r>
      <w:r w:rsidR="00101AB9">
        <w:rPr>
          <w:noProof/>
        </w:rPr>
        <w:t xml:space="preserve">Привлечение к дисциплинарной ответственности за несоблюдение требований, направленных на обеспечение своевременности и полноты передачи сведений, участвующих </w:t>
      </w:r>
      <w:r w:rsidR="00EA4094">
        <w:rPr>
          <w:noProof/>
        </w:rPr>
        <w:br/>
      </w:r>
      <w:r w:rsidR="00101AB9">
        <w:rPr>
          <w:noProof/>
        </w:rPr>
        <w:t>в информационном взаимодействии должностных лиц и сотрудников Комиссии осуществляется в соответствии с Договором о Евразийском экономическом союзе от 29 мая 2014 года, иными международными договорами и актами, составляющими право Союза, а должностных лиц и сотрудников уполномоченных органов государств-членов</w:t>
      </w:r>
      <w:r w:rsidR="0017229E">
        <w:rPr>
          <w:noProof/>
          <w:lang w:val="ru-RU"/>
        </w:rPr>
        <w:t xml:space="preserve"> –</w:t>
      </w:r>
      <w:r w:rsidR="00664FE8">
        <w:rPr>
          <w:noProof/>
        </w:rPr>
        <w:br/>
      </w:r>
      <w:r w:rsidR="00101AB9">
        <w:rPr>
          <w:noProof/>
        </w:rPr>
        <w:t>в соответствии с законодательством государств-членов</w:t>
      </w:r>
      <w:r w:rsidR="00FC7058" w:rsidRPr="00DA496B">
        <w:rPr>
          <w:noProof/>
          <w:lang w:val="ru-RU"/>
        </w:rPr>
        <w:t>.</w:t>
      </w:r>
    </w:p>
    <w:p w:rsidR="00BA2A08" w:rsidRDefault="00225D39" w:rsidP="00EB6B88">
      <w:pPr>
        <w:pStyle w:val="aff"/>
        <w:keepNext/>
        <w:spacing w:before="360" w:after="360" w:line="240" w:lineRule="auto"/>
        <w:ind w:firstLine="0"/>
        <w:jc w:val="center"/>
        <w:outlineLvl w:val="0"/>
      </w:pPr>
      <w:r w:rsidRPr="00EE62B0">
        <w:t>V</w:t>
      </w:r>
      <w:r w:rsidRPr="000A7FA1">
        <w:rPr>
          <w:lang w:val="en-US"/>
        </w:rPr>
        <w:t>I</w:t>
      </w:r>
      <w:r w:rsidR="000B52FD">
        <w:rPr>
          <w:lang w:val="en-US"/>
        </w:rPr>
        <w:t>I</w:t>
      </w:r>
      <w:r w:rsidRPr="00EE62B0">
        <w:t>.</w:t>
      </w:r>
      <w:r w:rsidR="00C23E21">
        <w:t> </w:t>
      </w:r>
      <w:r w:rsidRPr="00EE62B0">
        <w:t>Справочники и классификаторы общего процесса</w:t>
      </w:r>
      <w:bookmarkEnd w:id="46"/>
      <w:bookmarkEnd w:id="47"/>
      <w:bookmarkEnd w:id="48"/>
      <w:bookmarkEnd w:id="49"/>
    </w:p>
    <w:p w:rsidR="0013701B" w:rsidRDefault="001C183C" w:rsidP="001C183C">
      <w:pPr>
        <w:pStyle w:val="aff"/>
      </w:pPr>
      <w:r>
        <w:rPr>
          <w:noProof/>
        </w:rPr>
        <w:t>23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8B44D7">
        <w:rPr>
          <w:lang w:val="ru-RU"/>
        </w:rPr>
        <w:t xml:space="preserve">Перечень справочников и классификаторов общего процесса </w:t>
      </w:r>
      <w:r w:rsidR="00D02238">
        <w:rPr>
          <w:lang w:val="ru-RU"/>
        </w:rPr>
        <w:t>приведе</w:t>
      </w:r>
      <w:r w:rsidR="008B44D7">
        <w:rPr>
          <w:lang w:val="ru-RU"/>
        </w:rPr>
        <w:t xml:space="preserve">н </w:t>
      </w:r>
      <w:r w:rsidR="0013701B" w:rsidRPr="00EE62B0">
        <w:t xml:space="preserve">в </w:t>
      </w:r>
      <w:r w:rsidR="000B69FD" w:rsidRPr="00EE62B0">
        <w:t>табл</w:t>
      </w:r>
      <w:r w:rsidR="008B44D7">
        <w:rPr>
          <w:lang w:val="ru-RU"/>
        </w:rPr>
        <w:t>ице</w:t>
      </w:r>
      <w:r w:rsidR="008B44D7" w:rsidRPr="00EE62B0">
        <w:t> </w:t>
      </w:r>
      <w:r w:rsidR="00702F17">
        <w:rPr>
          <w:noProof/>
        </w:rPr>
        <w:t>5</w:t>
      </w:r>
      <w:r w:rsidR="0013701B" w:rsidRPr="00EE62B0">
        <w:t>.</w:t>
      </w:r>
    </w:p>
    <w:p w:rsidR="00221902" w:rsidRPr="00EE62B0" w:rsidRDefault="00221902" w:rsidP="005148D2">
      <w:pPr>
        <w:pStyle w:val="aff4"/>
      </w:pPr>
      <w:r w:rsidRPr="00EE62B0">
        <w:lastRenderedPageBreak/>
        <w:t>Табл</w:t>
      </w:r>
      <w:r>
        <w:t>ица</w:t>
      </w:r>
      <w:r w:rsidRPr="001353E7">
        <w:rPr>
          <w:lang w:val="en-US"/>
        </w:rPr>
        <w:t> </w:t>
      </w:r>
      <w:r w:rsidR="00702F17">
        <w:rPr>
          <w:noProof/>
        </w:rPr>
        <w:t>5</w:t>
      </w:r>
      <w:r w:rsidR="00702F17" w:rsidRPr="00EE62B0">
        <w:t xml:space="preserve"> </w:t>
      </w:r>
    </w:p>
    <w:p w:rsidR="000356FF" w:rsidRDefault="008B44D7" w:rsidP="00857B8B">
      <w:pPr>
        <w:pStyle w:val="aff6"/>
        <w:keepLines/>
      </w:pPr>
      <w:bookmarkStart w:id="50" w:name="_Toc375908869"/>
      <w:r>
        <w:t>Перечень с</w:t>
      </w:r>
      <w:r w:rsidRPr="00EE62B0">
        <w:t>правочник</w:t>
      </w:r>
      <w:r>
        <w:t>ов</w:t>
      </w:r>
      <w:r w:rsidRPr="00EE62B0">
        <w:t xml:space="preserve"> </w:t>
      </w:r>
      <w:r w:rsidR="000356FF" w:rsidRPr="00EE62B0">
        <w:t xml:space="preserve">и </w:t>
      </w:r>
      <w:r w:rsidR="00221902" w:rsidRPr="00EE62B0">
        <w:t>классификатор</w:t>
      </w:r>
      <w:r w:rsidR="00221902">
        <w:t>ов</w:t>
      </w:r>
      <w:r w:rsidR="00221902" w:rsidRPr="00EE62B0">
        <w:t xml:space="preserve"> </w:t>
      </w:r>
      <w:r w:rsidR="000356FF" w:rsidRPr="00EE62B0">
        <w:t>общего процесса</w:t>
      </w:r>
      <w:bookmarkEnd w:id="50"/>
    </w:p>
    <w:p w:rsidR="00307C38" w:rsidRPr="00EE62B0" w:rsidRDefault="00307C38" w:rsidP="00307C38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123"/>
        <w:gridCol w:w="2550"/>
        <w:gridCol w:w="1843"/>
        <w:gridCol w:w="2840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1134" w:type="pct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1363" w:type="pct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Наименование</w:t>
            </w:r>
          </w:p>
        </w:tc>
        <w:tc>
          <w:tcPr>
            <w:tcW w:w="985" w:type="pct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Тип</w:t>
            </w:r>
          </w:p>
        </w:tc>
        <w:tc>
          <w:tcPr>
            <w:tcW w:w="1518" w:type="pct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1134" w:type="pct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1363" w:type="pct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985" w:type="pct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  <w:tc>
          <w:tcPr>
            <w:tcW w:w="1518" w:type="pct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4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P.CLS.019</w:t>
            </w:r>
            <w:r w:rsidR="006A5C7A" w:rsidRPr="008452E7">
              <w:rPr>
                <w:lang w:val="en-US"/>
              </w:rPr>
              <w:t xml:space="preserve"> </w:t>
            </w:r>
          </w:p>
        </w:tc>
        <w:tc>
          <w:tcPr>
            <w:tcW w:w="1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307C38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noProof/>
              </w:rPr>
              <w:t>классификатор стран мира</w:t>
            </w: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DA496B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noProof/>
              </w:rPr>
              <w:t>классификатор</w:t>
            </w:r>
          </w:p>
        </w:tc>
        <w:tc>
          <w:tcPr>
            <w:tcW w:w="15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DA496B" w:rsidRDefault="00AC6C78" w:rsidP="008452E7">
            <w:pPr>
              <w:pStyle w:val="ab"/>
              <w:jc w:val="left"/>
            </w:pPr>
            <w:r w:rsidRPr="00DA496B">
              <w:rPr>
                <w:noProof/>
              </w:rPr>
              <w:t>содержит перечень наименований стран</w:t>
            </w:r>
            <w:r w:rsidR="006A411A">
              <w:rPr>
                <w:noProof/>
              </w:rPr>
              <w:t xml:space="preserve"> мира</w:t>
            </w:r>
            <w:r w:rsidRPr="00DA496B">
              <w:rPr>
                <w:noProof/>
              </w:rPr>
              <w:t xml:space="preserve"> и их коды в соответствии со стандартом </w:t>
            </w:r>
            <w:r w:rsidRPr="008452E7">
              <w:rPr>
                <w:noProof/>
                <w:lang w:val="en-US"/>
              </w:rPr>
              <w:t>ISO</w:t>
            </w:r>
            <w:r w:rsidRPr="00DA496B">
              <w:rPr>
                <w:noProof/>
              </w:rPr>
              <w:t xml:space="preserve"> 3166-1</w:t>
            </w:r>
          </w:p>
        </w:tc>
      </w:tr>
      <w:tr w:rsidR="00AC6C78" w:rsidRPr="00902B44" w:rsidTr="008452E7">
        <w:trPr>
          <w:cantSplit/>
          <w:jc w:val="center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2E14FF" w:rsidRPr="00C868B5" w:rsidRDefault="00AC6C78" w:rsidP="008452E7">
            <w:pPr>
              <w:pStyle w:val="ab"/>
              <w:jc w:val="left"/>
              <w:rPr>
                <w:noProof/>
                <w:color w:val="auto"/>
                <w:lang w:val="en-US"/>
              </w:rPr>
            </w:pPr>
            <w:r w:rsidRPr="00C868B5">
              <w:rPr>
                <w:noProof/>
                <w:color w:val="auto"/>
                <w:lang w:val="en-US"/>
              </w:rPr>
              <w:t>P.CLS.024</w:t>
            </w:r>
            <w:r w:rsidR="006A5C7A" w:rsidRPr="00C868B5">
              <w:rPr>
                <w:color w:val="auto"/>
                <w:lang w:val="en-US"/>
              </w:rPr>
              <w:t xml:space="preserve"> </w:t>
            </w:r>
          </w:p>
          <w:p w:rsidR="00AC6C78" w:rsidRPr="00C868B5" w:rsidRDefault="00AC6C78" w:rsidP="00C868B5">
            <w:pPr>
              <w:jc w:val="center"/>
              <w:rPr>
                <w:color w:val="auto"/>
                <w:lang w:val="en-US" w:eastAsia="ru-RU"/>
              </w:rPr>
            </w:pPr>
          </w:p>
        </w:tc>
        <w:tc>
          <w:tcPr>
            <w:tcW w:w="1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C868B5" w:rsidRDefault="00307C38" w:rsidP="008452E7">
            <w:pPr>
              <w:pStyle w:val="ab"/>
              <w:jc w:val="left"/>
              <w:rPr>
                <w:noProof/>
                <w:color w:val="auto"/>
              </w:rPr>
            </w:pPr>
            <w:r w:rsidRPr="00C868B5">
              <w:rPr>
                <w:noProof/>
                <w:color w:val="auto"/>
              </w:rPr>
              <w:t>классификатор языков</w:t>
            </w: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C868B5" w:rsidRDefault="00DA496B" w:rsidP="008452E7">
            <w:pPr>
              <w:pStyle w:val="ab"/>
              <w:jc w:val="left"/>
              <w:rPr>
                <w:noProof/>
                <w:color w:val="auto"/>
              </w:rPr>
            </w:pPr>
            <w:r w:rsidRPr="00C868B5">
              <w:rPr>
                <w:noProof/>
                <w:color w:val="auto"/>
              </w:rPr>
              <w:t>классификатор</w:t>
            </w:r>
          </w:p>
        </w:tc>
        <w:tc>
          <w:tcPr>
            <w:tcW w:w="15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C868B5" w:rsidRDefault="00AC6C78" w:rsidP="008452E7">
            <w:pPr>
              <w:pStyle w:val="ab"/>
              <w:jc w:val="left"/>
              <w:rPr>
                <w:color w:val="auto"/>
              </w:rPr>
            </w:pPr>
            <w:r w:rsidRPr="00C868B5">
              <w:rPr>
                <w:noProof/>
                <w:color w:val="auto"/>
              </w:rPr>
              <w:t xml:space="preserve">содержит перечень наименований языков и их коды в соответствии со стандартом </w:t>
            </w:r>
            <w:r w:rsidRPr="00C868B5">
              <w:rPr>
                <w:noProof/>
                <w:color w:val="auto"/>
                <w:lang w:val="en-US"/>
              </w:rPr>
              <w:t>ISO</w:t>
            </w:r>
            <w:r w:rsidRPr="00C868B5">
              <w:rPr>
                <w:noProof/>
                <w:color w:val="auto"/>
              </w:rPr>
              <w:t xml:space="preserve"> 639-1</w:t>
            </w:r>
          </w:p>
        </w:tc>
      </w:tr>
      <w:tr w:rsidR="00AC6C78" w:rsidRPr="00902B44" w:rsidTr="008452E7">
        <w:trPr>
          <w:cantSplit/>
          <w:jc w:val="center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C868B5" w:rsidRDefault="00AC6C78" w:rsidP="008452E7">
            <w:pPr>
              <w:pStyle w:val="ab"/>
              <w:jc w:val="left"/>
              <w:rPr>
                <w:noProof/>
                <w:color w:val="auto"/>
                <w:lang w:val="en-US"/>
              </w:rPr>
            </w:pPr>
            <w:r w:rsidRPr="00C868B5">
              <w:rPr>
                <w:noProof/>
                <w:color w:val="auto"/>
                <w:lang w:val="en-US"/>
              </w:rPr>
              <w:t>P.CLS.054</w:t>
            </w:r>
            <w:r w:rsidR="006A5C7A" w:rsidRPr="00C868B5">
              <w:rPr>
                <w:color w:val="auto"/>
                <w:lang w:val="en-US"/>
              </w:rPr>
              <w:t xml:space="preserve"> </w:t>
            </w:r>
          </w:p>
        </w:tc>
        <w:tc>
          <w:tcPr>
            <w:tcW w:w="1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C868B5" w:rsidRDefault="00307C38" w:rsidP="008452E7">
            <w:pPr>
              <w:pStyle w:val="ab"/>
              <w:jc w:val="left"/>
              <w:rPr>
                <w:noProof/>
                <w:color w:val="auto"/>
              </w:rPr>
            </w:pPr>
            <w:r w:rsidRPr="00C868B5">
              <w:rPr>
                <w:noProof/>
                <w:color w:val="auto"/>
              </w:rPr>
              <w:t>классификатор организационно-правовых форм</w:t>
            </w: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C868B5" w:rsidRDefault="00DA496B" w:rsidP="008452E7">
            <w:pPr>
              <w:pStyle w:val="ab"/>
              <w:jc w:val="left"/>
              <w:rPr>
                <w:noProof/>
                <w:color w:val="auto"/>
              </w:rPr>
            </w:pPr>
            <w:r w:rsidRPr="00C868B5">
              <w:rPr>
                <w:noProof/>
                <w:color w:val="auto"/>
              </w:rPr>
              <w:t>классификатор</w:t>
            </w:r>
          </w:p>
        </w:tc>
        <w:tc>
          <w:tcPr>
            <w:tcW w:w="15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C868B5" w:rsidRDefault="00AC6C78" w:rsidP="008452E7">
            <w:pPr>
              <w:pStyle w:val="ab"/>
              <w:jc w:val="left"/>
              <w:rPr>
                <w:color w:val="auto"/>
              </w:rPr>
            </w:pPr>
            <w:r w:rsidRPr="00C868B5">
              <w:rPr>
                <w:noProof/>
                <w:color w:val="auto"/>
              </w:rPr>
              <w:t>содержит перечень кодов и наименований организационно-правовых форм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P.MM.07.CLS.001</w:t>
            </w:r>
            <w:r w:rsidR="006A5C7A" w:rsidRPr="008452E7">
              <w:rPr>
                <w:lang w:val="en-US"/>
              </w:rPr>
              <w:t xml:space="preserve"> </w:t>
            </w:r>
          </w:p>
        </w:tc>
        <w:tc>
          <w:tcPr>
            <w:tcW w:w="1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307C38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noProof/>
              </w:rPr>
              <w:t>классификатор видов деятельности медицинских организаций</w:t>
            </w: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DA496B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noProof/>
              </w:rPr>
              <w:t>классификатор</w:t>
            </w:r>
          </w:p>
        </w:tc>
        <w:tc>
          <w:tcPr>
            <w:tcW w:w="15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DA496B" w:rsidRDefault="00AC6C78" w:rsidP="008452E7">
            <w:pPr>
              <w:pStyle w:val="ab"/>
              <w:jc w:val="left"/>
            </w:pPr>
            <w:r w:rsidRPr="00DA496B">
              <w:rPr>
                <w:noProof/>
              </w:rPr>
              <w:t>содержит перечень видов деятельности медицинских организаций</w:t>
            </w:r>
          </w:p>
        </w:tc>
      </w:tr>
    </w:tbl>
    <w:bookmarkEnd w:id="40"/>
    <w:p w:rsidR="00584A5C" w:rsidRPr="00DA496B" w:rsidRDefault="00152C8F" w:rsidP="00D03D43">
      <w:pPr>
        <w:pStyle w:val="1"/>
      </w:pPr>
      <w:r>
        <w:rPr>
          <w:lang w:val="en-US"/>
        </w:rPr>
        <w:t>VI</w:t>
      </w:r>
      <w:r w:rsidR="000B52FD">
        <w:rPr>
          <w:lang w:val="en-US"/>
        </w:rPr>
        <w:t>I</w:t>
      </w:r>
      <w:r>
        <w:rPr>
          <w:lang w:val="en-US"/>
        </w:rPr>
        <w:t>I</w:t>
      </w:r>
      <w:r w:rsidR="00E6007B" w:rsidRPr="00DA496B">
        <w:t>.</w:t>
      </w:r>
      <w:r w:rsidR="00C23E21">
        <w:rPr>
          <w:lang w:val="en-US"/>
        </w:rPr>
        <w:t> </w:t>
      </w:r>
      <w:r w:rsidR="00C94FB0">
        <w:t>Процедуры</w:t>
      </w:r>
      <w:r w:rsidR="00C94FB0" w:rsidRPr="00DA496B">
        <w:t xml:space="preserve"> </w:t>
      </w:r>
      <w:r w:rsidR="00C94FB0">
        <w:t>общего</w:t>
      </w:r>
      <w:r w:rsidR="00C94FB0" w:rsidRPr="00DA496B">
        <w:t xml:space="preserve"> </w:t>
      </w:r>
      <w:r w:rsidR="00C94FB0">
        <w:t>процесса</w:t>
      </w:r>
    </w:p>
    <w:p w:rsidR="00C94FB0" w:rsidRPr="00DA496B" w:rsidRDefault="00B1102B" w:rsidP="00D03D43">
      <w:pPr>
        <w:pStyle w:val="2"/>
        <w:rPr>
          <w:noProof/>
        </w:rPr>
      </w:pPr>
      <w:r w:rsidRPr="00DA496B">
        <w:rPr>
          <w:noProof/>
        </w:rPr>
        <w:t>1</w:t>
      </w:r>
      <w:r w:rsidR="00341DB3" w:rsidRPr="00DA496B">
        <w:t>.</w:t>
      </w:r>
      <w:r w:rsidR="00C23E21" w:rsidRPr="003153BA">
        <w:rPr>
          <w:lang w:val="en-US"/>
        </w:rPr>
        <w:t> </w:t>
      </w:r>
      <w:r w:rsidR="00885744">
        <w:rPr>
          <w:noProof/>
        </w:rPr>
        <w:t>Процедуры</w:t>
      </w:r>
      <w:r w:rsidR="00556DA2" w:rsidRPr="00DA496B">
        <w:rPr>
          <w:noProof/>
        </w:rPr>
        <w:t xml:space="preserve"> формирования и ведения единого реестра</w:t>
      </w:r>
    </w:p>
    <w:p w:rsidR="004D75AA" w:rsidRPr="00DA496B" w:rsidRDefault="00200396" w:rsidP="00800DD4">
      <w:pPr>
        <w:pStyle w:val="3"/>
      </w:pPr>
      <w:r>
        <w:t>Процедура</w:t>
      </w:r>
      <w:r w:rsidRPr="00DA496B">
        <w:t xml:space="preserve"> «</w:t>
      </w:r>
      <w:r w:rsidR="004D75AA" w:rsidRPr="00DA496B">
        <w:rPr>
          <w:noProof/>
        </w:rPr>
        <w:t>Включение сведений в единый реестр</w:t>
      </w:r>
      <w:r w:rsidRPr="00DA496B">
        <w:rPr>
          <w:noProof/>
        </w:rPr>
        <w:t>»</w:t>
      </w:r>
      <w:r w:rsidR="004D75AA" w:rsidRPr="00DA496B">
        <w:t xml:space="preserve"> (</w:t>
      </w:r>
      <w:r w:rsidR="004D75AA" w:rsidRPr="001353E7">
        <w:rPr>
          <w:noProof/>
          <w:lang w:val="en-US"/>
        </w:rPr>
        <w:t>P</w:t>
      </w:r>
      <w:r w:rsidR="004D75AA" w:rsidRPr="00DA496B">
        <w:rPr>
          <w:noProof/>
        </w:rPr>
        <w:t>.</w:t>
      </w:r>
      <w:r w:rsidR="004D75AA" w:rsidRPr="001353E7">
        <w:rPr>
          <w:noProof/>
          <w:lang w:val="en-US"/>
        </w:rPr>
        <w:t>MM</w:t>
      </w:r>
      <w:r w:rsidR="004D75AA" w:rsidRPr="00DA496B">
        <w:rPr>
          <w:noProof/>
        </w:rPr>
        <w:t>.07.</w:t>
      </w:r>
      <w:r w:rsidR="004D75AA" w:rsidRPr="001353E7">
        <w:rPr>
          <w:noProof/>
          <w:lang w:val="en-US"/>
        </w:rPr>
        <w:t>PRC</w:t>
      </w:r>
      <w:r w:rsidR="004D75AA" w:rsidRPr="00DA496B">
        <w:rPr>
          <w:noProof/>
        </w:rPr>
        <w:t>.001</w:t>
      </w:r>
      <w:r w:rsidR="004D75AA" w:rsidRPr="00DA496B">
        <w:t>)</w:t>
      </w:r>
    </w:p>
    <w:p w:rsidR="00DC5032" w:rsidRPr="00EE62B0" w:rsidRDefault="001C183C" w:rsidP="001C183C">
      <w:pPr>
        <w:pStyle w:val="aff"/>
      </w:pPr>
      <w:r>
        <w:rPr>
          <w:noProof/>
        </w:rPr>
        <w:t>24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DC5032" w:rsidRPr="00EE62B0">
        <w:t xml:space="preserve">Схема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DC5032" w:rsidRPr="00EE62B0">
        <w:t xml:space="preserve">процедуры </w:t>
      </w:r>
      <w:r w:rsidR="00A44E2B" w:rsidRPr="00EE62B0">
        <w:t>«</w:t>
      </w:r>
      <w:r w:rsidR="00F0733C" w:rsidRPr="00EE62B0">
        <w:t>Включение сведений в единый реестр</w:t>
      </w:r>
      <w:r w:rsidR="00A44E2B" w:rsidRPr="00EE62B0">
        <w:t>»</w:t>
      </w:r>
      <w:r w:rsidR="00F0733C" w:rsidRPr="00EE62B0">
        <w:t xml:space="preserve"> (P.MM.07.PRC.001</w:t>
      </w:r>
      <w:r w:rsidR="008E6C3A" w:rsidRPr="00EE62B0">
        <w:t>)</w:t>
      </w:r>
      <w:r w:rsidR="007A4388" w:rsidRPr="00EE62B0">
        <w:t xml:space="preserve"> </w:t>
      </w:r>
      <w:r w:rsidR="00DC5032" w:rsidRPr="00EE62B0">
        <w:t>представлена на</w:t>
      </w:r>
      <w:r w:rsidR="00B05D87" w:rsidRPr="00EE62B0">
        <w:t xml:space="preserve"> </w:t>
      </w:r>
      <w:r w:rsidR="00A44E2B" w:rsidRPr="00EE62B0">
        <w:t>рис</w:t>
      </w:r>
      <w:r w:rsidR="00221902">
        <w:rPr>
          <w:lang w:val="ru-RU"/>
        </w:rPr>
        <w:t>унке</w:t>
      </w:r>
      <w:r w:rsidR="00221902" w:rsidRPr="00EE62B0">
        <w:t> </w:t>
      </w:r>
      <w:r w:rsidR="00E75E86" w:rsidRPr="00EE62B0">
        <w:t>4</w:t>
      </w:r>
      <w:r w:rsidR="00DC5032" w:rsidRPr="00EE62B0">
        <w:t>.</w:t>
      </w:r>
    </w:p>
    <w:p w:rsidR="00DC5032" w:rsidRPr="00EE62B0" w:rsidRDefault="00643369" w:rsidP="006E064A">
      <w:pPr>
        <w:pStyle w:val="af6"/>
      </w:pPr>
      <w:r>
        <w:lastRenderedPageBreak/>
        <w:pict>
          <v:shape id="_x0000_i1028" type="#_x0000_t75" style="width:444pt;height:327pt">
            <v:imagedata r:id="rId12" o:title="РИС4"/>
          </v:shape>
        </w:pict>
      </w:r>
    </w:p>
    <w:p w:rsidR="004773BF" w:rsidRPr="00DA496B" w:rsidRDefault="00B73FB5" w:rsidP="0095762B">
      <w:pPr>
        <w:pStyle w:val="af5"/>
        <w:rPr>
          <w:rStyle w:val="afc"/>
          <w:sz w:val="24"/>
          <w:lang w:val="ru-RU"/>
        </w:rPr>
      </w:pPr>
      <w:r w:rsidRPr="007E0CC6">
        <w:t>Рис</w:t>
      </w:r>
      <w:r w:rsidR="00E70901" w:rsidRPr="00DA496B">
        <w:t>.</w:t>
      </w:r>
      <w:r w:rsidR="00221902" w:rsidRPr="007E0CC6">
        <w:rPr>
          <w:lang w:val="en-US"/>
        </w:rPr>
        <w:t> </w:t>
      </w:r>
      <w:r w:rsidR="00E75E86" w:rsidRPr="00DA496B">
        <w:rPr>
          <w:noProof/>
        </w:rPr>
        <w:t>4</w:t>
      </w:r>
      <w:r w:rsidRPr="00DA496B">
        <w:t>.</w:t>
      </w:r>
      <w:r w:rsidR="00DC5032" w:rsidRPr="00DA496B">
        <w:t xml:space="preserve"> </w:t>
      </w:r>
      <w:r w:rsidR="00DC5032" w:rsidRPr="007E0CC6">
        <w:t>Схема</w:t>
      </w:r>
      <w:r w:rsidR="00DC5032" w:rsidRPr="00DA496B">
        <w:t xml:space="preserve"> </w:t>
      </w:r>
      <w:r w:rsidR="00E21084">
        <w:t>вы</w:t>
      </w:r>
      <w:r w:rsidR="00E21084" w:rsidRPr="00E21084">
        <w:t>полнения</w:t>
      </w:r>
      <w:r w:rsidR="00E21084" w:rsidRPr="00DA496B">
        <w:t xml:space="preserve"> </w:t>
      </w:r>
      <w:r w:rsidR="00DC5032" w:rsidRPr="00E21084">
        <w:t>процедуры</w:t>
      </w:r>
      <w:r w:rsidR="00DC5032" w:rsidRPr="00DA496B">
        <w:t xml:space="preserve"> </w:t>
      </w:r>
      <w:r w:rsidR="00A44E2B" w:rsidRPr="00DA496B">
        <w:t>«</w:t>
      </w:r>
      <w:r w:rsidR="00F0733C" w:rsidRPr="00DA496B">
        <w:rPr>
          <w:noProof/>
        </w:rPr>
        <w:t>Включение сведений в единый реестр</w:t>
      </w:r>
      <w:r w:rsidR="00A44E2B" w:rsidRPr="00DA496B">
        <w:t>»</w:t>
      </w:r>
      <w:r w:rsidR="008E6C3A" w:rsidRPr="00DA496B">
        <w:t xml:space="preserve"> </w:t>
      </w:r>
      <w:r w:rsidR="00F0733C" w:rsidRPr="00DA496B">
        <w:t>(</w:t>
      </w:r>
      <w:r w:rsidR="00F0733C" w:rsidRPr="007E0CC6">
        <w:rPr>
          <w:noProof/>
          <w:lang w:val="en-US"/>
        </w:rPr>
        <w:t>P</w:t>
      </w:r>
      <w:r w:rsidR="00F0733C" w:rsidRPr="00DA496B">
        <w:rPr>
          <w:noProof/>
        </w:rPr>
        <w:t>.</w:t>
      </w:r>
      <w:r w:rsidR="00F0733C" w:rsidRPr="007E0CC6">
        <w:rPr>
          <w:noProof/>
          <w:lang w:val="en-US"/>
        </w:rPr>
        <w:t>MM</w:t>
      </w:r>
      <w:r w:rsidR="00F0733C" w:rsidRPr="00DA496B">
        <w:rPr>
          <w:noProof/>
        </w:rPr>
        <w:t>.07.</w:t>
      </w:r>
      <w:r w:rsidR="00F0733C" w:rsidRPr="007E0CC6">
        <w:rPr>
          <w:noProof/>
          <w:lang w:val="en-US"/>
        </w:rPr>
        <w:t>PRC</w:t>
      </w:r>
      <w:r w:rsidR="00F0733C" w:rsidRPr="00DA496B">
        <w:rPr>
          <w:noProof/>
        </w:rPr>
        <w:t>.001</w:t>
      </w:r>
      <w:r w:rsidR="008E6C3A" w:rsidRPr="00DA496B">
        <w:t>)</w:t>
      </w:r>
    </w:p>
    <w:p w:rsidR="003E0C6E" w:rsidRDefault="001C183C" w:rsidP="001C183C">
      <w:pPr>
        <w:pStyle w:val="aff"/>
      </w:pPr>
      <w:r w:rsidRPr="001C183C">
        <w:rPr>
          <w:noProof/>
        </w:rPr>
        <w:t>25</w:t>
      </w:r>
      <w:r w:rsidRPr="001C183C">
        <w:t>.</w:t>
      </w:r>
      <w:r w:rsidR="00C23E21">
        <w:t> </w:t>
      </w:r>
      <w:r w:rsidR="00CB3574" w:rsidRPr="00EE62B0">
        <w:t>Процедура</w:t>
      </w:r>
      <w:r w:rsidR="00CB3574" w:rsidRPr="001353E7">
        <w:t xml:space="preserve"> </w:t>
      </w:r>
      <w:r w:rsidR="00FA6CAE" w:rsidRPr="001353E7">
        <w:t xml:space="preserve">«Включение сведений в единый реестр» (P.MM.07.PRC.001) </w:t>
      </w:r>
      <w:r w:rsidR="003E0C6E">
        <w:rPr>
          <w:noProof/>
        </w:rPr>
        <w:t xml:space="preserve">выполняется </w:t>
      </w:r>
      <w:r w:rsidR="00162198">
        <w:rPr>
          <w:noProof/>
          <w:lang w:val="ru-RU"/>
        </w:rPr>
        <w:t xml:space="preserve">в случае </w:t>
      </w:r>
      <w:r w:rsidR="004710DE">
        <w:rPr>
          <w:noProof/>
          <w:lang w:val="ru-RU"/>
        </w:rPr>
        <w:t>аттестации</w:t>
      </w:r>
      <w:r w:rsidR="006A411A">
        <w:rPr>
          <w:noProof/>
          <w:lang w:val="ru-RU"/>
        </w:rPr>
        <w:t xml:space="preserve"> </w:t>
      </w:r>
      <w:r w:rsidR="00162198">
        <w:rPr>
          <w:noProof/>
          <w:lang w:val="ru-RU"/>
        </w:rPr>
        <w:t>уполномоченной организации</w:t>
      </w:r>
      <w:r w:rsidR="003E0C6E">
        <w:rPr>
          <w:noProof/>
        </w:rPr>
        <w:t xml:space="preserve"> </w:t>
      </w:r>
      <w:r w:rsidR="006A411A">
        <w:rPr>
          <w:noProof/>
          <w:lang w:val="ru-RU"/>
        </w:rPr>
        <w:t xml:space="preserve">в целях </w:t>
      </w:r>
      <w:r w:rsidR="003E0C6E">
        <w:rPr>
          <w:noProof/>
        </w:rPr>
        <w:t xml:space="preserve">представления уполномоченным органом государства-члена сведений </w:t>
      </w:r>
      <w:r w:rsidR="006A411A">
        <w:rPr>
          <w:noProof/>
          <w:lang w:val="ru-RU"/>
        </w:rPr>
        <w:t>об этой</w:t>
      </w:r>
      <w:r w:rsidR="003E0C6E">
        <w:rPr>
          <w:noProof/>
        </w:rPr>
        <w:t xml:space="preserve"> уполномоченной организации для включения в единый реестр</w:t>
      </w:r>
      <w:r w:rsidR="009932A8" w:rsidRPr="008452E7">
        <w:rPr>
          <w:rStyle w:val="afc"/>
          <w:color w:val="000000"/>
          <w:lang w:val="ru-RU" w:eastAsia="ru-RU"/>
        </w:rPr>
        <w:t>.</w:t>
      </w:r>
    </w:p>
    <w:p w:rsidR="00EC49D1" w:rsidRDefault="001C183C" w:rsidP="001C183C">
      <w:pPr>
        <w:pStyle w:val="aff"/>
      </w:pPr>
      <w:r w:rsidRPr="001C183C">
        <w:rPr>
          <w:noProof/>
        </w:rPr>
        <w:t>26</w:t>
      </w:r>
      <w:r w:rsidRPr="001C183C">
        <w:t>.</w:t>
      </w:r>
      <w:r w:rsidR="00C23E21">
        <w:t> </w:t>
      </w:r>
      <w:r w:rsidR="0045546F">
        <w:rPr>
          <w:noProof/>
          <w:lang w:val="ru-RU"/>
        </w:rPr>
        <w:t>Первой выполняется о</w:t>
      </w:r>
      <w:r w:rsidR="00EC49D1">
        <w:rPr>
          <w:noProof/>
        </w:rPr>
        <w:t>перация «Представление сведений для включения в единый реестр» (P.MM.07.OPR.001)</w:t>
      </w:r>
      <w:r w:rsidR="0045546F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</w:t>
      </w:r>
      <w:r w:rsidR="00861C45">
        <w:rPr>
          <w:noProof/>
          <w:lang w:val="ru-RU"/>
        </w:rPr>
        <w:t xml:space="preserve">уполномоченный орган государства-члена формирует и направляет в Комиссию </w:t>
      </w:r>
      <w:r w:rsidR="0045546F">
        <w:rPr>
          <w:noProof/>
        </w:rPr>
        <w:t>сведени</w:t>
      </w:r>
      <w:r w:rsidR="0045546F">
        <w:rPr>
          <w:noProof/>
          <w:lang w:val="ru-RU"/>
        </w:rPr>
        <w:t>я</w:t>
      </w:r>
      <w:r w:rsidR="0045546F">
        <w:rPr>
          <w:noProof/>
        </w:rPr>
        <w:t xml:space="preserve"> </w:t>
      </w:r>
      <w:r w:rsidR="00EC49D1">
        <w:rPr>
          <w:noProof/>
        </w:rPr>
        <w:t xml:space="preserve">для </w:t>
      </w:r>
      <w:r w:rsidR="006A411A">
        <w:rPr>
          <w:noProof/>
          <w:lang w:val="ru-RU"/>
        </w:rPr>
        <w:t>включения в</w:t>
      </w:r>
      <w:r w:rsidR="006A411A">
        <w:rPr>
          <w:noProof/>
        </w:rPr>
        <w:t xml:space="preserve"> един</w:t>
      </w:r>
      <w:r w:rsidR="006A411A">
        <w:rPr>
          <w:noProof/>
          <w:lang w:val="ru-RU"/>
        </w:rPr>
        <w:t>ый</w:t>
      </w:r>
      <w:r w:rsidR="006A411A">
        <w:rPr>
          <w:noProof/>
        </w:rPr>
        <w:t xml:space="preserve"> </w:t>
      </w:r>
      <w:r w:rsidR="00EC49D1">
        <w:rPr>
          <w:noProof/>
        </w:rPr>
        <w:t>реестр.</w:t>
      </w:r>
    </w:p>
    <w:p w:rsidR="00EC49D1" w:rsidRDefault="001C183C" w:rsidP="001C183C">
      <w:pPr>
        <w:pStyle w:val="aff"/>
      </w:pPr>
      <w:r w:rsidRPr="001C183C">
        <w:rPr>
          <w:noProof/>
        </w:rPr>
        <w:t>27</w:t>
      </w:r>
      <w:r w:rsidRPr="001C183C">
        <w:t>.</w:t>
      </w:r>
      <w:r w:rsidR="00C23E21">
        <w:t> </w:t>
      </w:r>
      <w:r w:rsidR="0045546F">
        <w:rPr>
          <w:noProof/>
          <w:lang w:val="ru-RU"/>
        </w:rPr>
        <w:t xml:space="preserve">При поступлении в Комиссию сведений </w:t>
      </w:r>
      <w:r w:rsidR="006A411A">
        <w:rPr>
          <w:noProof/>
          <w:lang w:val="ru-RU"/>
        </w:rPr>
        <w:t>для включения</w:t>
      </w:r>
      <w:r w:rsidR="00EA4094">
        <w:rPr>
          <w:noProof/>
          <w:lang w:val="ru-RU"/>
        </w:rPr>
        <w:br/>
      </w:r>
      <w:r w:rsidR="006A411A">
        <w:rPr>
          <w:noProof/>
        </w:rPr>
        <w:t xml:space="preserve"> </w:t>
      </w:r>
      <w:r w:rsidR="006A411A">
        <w:rPr>
          <w:noProof/>
          <w:lang w:val="ru-RU"/>
        </w:rPr>
        <w:t>в единый реестр</w:t>
      </w:r>
      <w:r w:rsidR="0045546F">
        <w:rPr>
          <w:noProof/>
        </w:rPr>
        <w:t xml:space="preserve"> </w:t>
      </w:r>
      <w:r w:rsidR="0045546F">
        <w:rPr>
          <w:noProof/>
          <w:lang w:val="ru-RU"/>
        </w:rPr>
        <w:t>выполняется о</w:t>
      </w:r>
      <w:r w:rsidR="00EC49D1">
        <w:rPr>
          <w:noProof/>
        </w:rPr>
        <w:t>перация «Прием и обработка сведений для включения в единый реестр» (P.MM.07.OPR.002)</w:t>
      </w:r>
      <w:r w:rsidR="0045546F">
        <w:rPr>
          <w:noProof/>
          <w:lang w:val="ru-RU"/>
        </w:rPr>
        <w:t xml:space="preserve">, по результатам </w:t>
      </w:r>
      <w:r w:rsidR="0045546F">
        <w:rPr>
          <w:noProof/>
          <w:lang w:val="ru-RU"/>
        </w:rPr>
        <w:lastRenderedPageBreak/>
        <w:t>выполнения которой</w:t>
      </w:r>
      <w:r w:rsidR="00EC49D1">
        <w:rPr>
          <w:noProof/>
        </w:rPr>
        <w:t xml:space="preserve"> Комиссия получает </w:t>
      </w:r>
      <w:r w:rsidR="0045546F">
        <w:rPr>
          <w:noProof/>
          <w:lang w:val="ru-RU"/>
        </w:rPr>
        <w:t xml:space="preserve">указанные </w:t>
      </w:r>
      <w:r w:rsidR="00EC49D1">
        <w:rPr>
          <w:noProof/>
        </w:rPr>
        <w:t>сведения</w:t>
      </w:r>
      <w:r w:rsidR="0045546F">
        <w:rPr>
          <w:noProof/>
          <w:lang w:val="ru-RU"/>
        </w:rPr>
        <w:t>,</w:t>
      </w:r>
      <w:r w:rsidR="00EC49D1">
        <w:rPr>
          <w:noProof/>
        </w:rPr>
        <w:t xml:space="preserve"> </w:t>
      </w:r>
      <w:r w:rsidR="0045546F" w:rsidRPr="00105ECE">
        <w:t xml:space="preserve">выполняет </w:t>
      </w:r>
      <w:r w:rsidR="0045546F">
        <w:rPr>
          <w:lang w:val="ru-RU"/>
        </w:rPr>
        <w:t xml:space="preserve">их </w:t>
      </w:r>
      <w:r w:rsidR="0045546F" w:rsidRPr="00105ECE">
        <w:t>обработк</w:t>
      </w:r>
      <w:r w:rsidR="0045546F">
        <w:rPr>
          <w:lang w:val="ru-RU"/>
        </w:rPr>
        <w:t>у и направляет</w:t>
      </w:r>
      <w:r w:rsidR="0045546F" w:rsidRPr="00105ECE">
        <w:t xml:space="preserve"> </w:t>
      </w:r>
      <w:r w:rsidR="0045546F">
        <w:rPr>
          <w:lang w:val="ru-RU"/>
        </w:rPr>
        <w:t>в</w:t>
      </w:r>
      <w:r w:rsidR="0045546F" w:rsidRPr="00105ECE">
        <w:t xml:space="preserve"> уполномоченный орган</w:t>
      </w:r>
      <w:r w:rsidR="0045546F">
        <w:rPr>
          <w:lang w:val="ru-RU"/>
        </w:rPr>
        <w:t xml:space="preserve"> государства-члена</w:t>
      </w:r>
      <w:r w:rsidR="0045546F" w:rsidRPr="00105ECE" w:rsidDel="00237586">
        <w:t xml:space="preserve"> </w:t>
      </w:r>
      <w:r w:rsidR="0045546F" w:rsidRPr="00105ECE">
        <w:t xml:space="preserve">уведомление о результатах обработки </w:t>
      </w:r>
      <w:r w:rsidR="0045546F">
        <w:rPr>
          <w:lang w:val="ru-RU"/>
        </w:rPr>
        <w:t>представленных</w:t>
      </w:r>
      <w:r w:rsidR="0045546F" w:rsidRPr="00105ECE">
        <w:t xml:space="preserve"> сведений</w:t>
      </w:r>
      <w:r w:rsidR="00EC49D1">
        <w:rPr>
          <w:noProof/>
        </w:rPr>
        <w:t>.</w:t>
      </w:r>
    </w:p>
    <w:p w:rsidR="00EC49D1" w:rsidRDefault="001C183C" w:rsidP="001C183C">
      <w:pPr>
        <w:pStyle w:val="aff"/>
      </w:pPr>
      <w:r w:rsidRPr="001C183C">
        <w:rPr>
          <w:noProof/>
        </w:rPr>
        <w:t>28</w:t>
      </w:r>
      <w:r w:rsidRPr="001C183C">
        <w:t>.</w:t>
      </w:r>
      <w:r w:rsidR="00C23E21">
        <w:t> </w:t>
      </w:r>
      <w:r w:rsidR="0045546F">
        <w:rPr>
          <w:noProof/>
          <w:lang w:val="ru-RU"/>
        </w:rPr>
        <w:t xml:space="preserve">При </w:t>
      </w:r>
      <w:r w:rsidR="0045546F">
        <w:rPr>
          <w:lang w:val="ru-RU"/>
        </w:rPr>
        <w:t>поступлении в уполномоченный орган государства-члена уведомления</w:t>
      </w:r>
      <w:r w:rsidR="0045546F" w:rsidRPr="00C97482">
        <w:rPr>
          <w:lang w:val="ru-RU"/>
        </w:rPr>
        <w:t xml:space="preserve"> о результатах обработки сведений</w:t>
      </w:r>
      <w:r w:rsidR="0045546F">
        <w:rPr>
          <w:lang w:val="ru-RU"/>
        </w:rPr>
        <w:t xml:space="preserve"> выполняется </w:t>
      </w:r>
      <w:r w:rsidR="0045546F" w:rsidRPr="00105ECE">
        <w:t>операци</w:t>
      </w:r>
      <w:r w:rsidR="0045546F">
        <w:rPr>
          <w:lang w:val="ru-RU"/>
        </w:rPr>
        <w:t>я</w:t>
      </w:r>
      <w:r w:rsidR="0045546F">
        <w:rPr>
          <w:noProof/>
        </w:rPr>
        <w:t xml:space="preserve"> </w:t>
      </w:r>
      <w:r w:rsidR="00EC49D1">
        <w:rPr>
          <w:noProof/>
        </w:rPr>
        <w:t xml:space="preserve">«Получение уведомления о результатах </w:t>
      </w:r>
      <w:r w:rsidR="006A411A">
        <w:rPr>
          <w:noProof/>
          <w:lang w:val="ru-RU"/>
        </w:rPr>
        <w:t xml:space="preserve">обработки сведений для </w:t>
      </w:r>
      <w:r w:rsidR="00EC49D1">
        <w:rPr>
          <w:noProof/>
        </w:rPr>
        <w:t>включения в единый реестр» (P.MM.07.OPR.003)</w:t>
      </w:r>
      <w:r w:rsidR="0045546F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</w:t>
      </w:r>
      <w:r w:rsidR="0045546F">
        <w:rPr>
          <w:lang w:val="ru-RU"/>
        </w:rPr>
        <w:t>уполномоченный орган государства-члена, направивший сведения,</w:t>
      </w:r>
      <w:r w:rsidR="0045546F" w:rsidRPr="007B530C">
        <w:t xml:space="preserve"> </w:t>
      </w:r>
      <w:r w:rsidR="008D6E04">
        <w:rPr>
          <w:lang w:val="ru-RU"/>
        </w:rPr>
        <w:t>получает</w:t>
      </w:r>
      <w:r w:rsidR="0045546F" w:rsidRPr="007B530C">
        <w:t xml:space="preserve"> уведомлени</w:t>
      </w:r>
      <w:r w:rsidR="008D6E04">
        <w:rPr>
          <w:lang w:val="ru-RU"/>
        </w:rPr>
        <w:t>е</w:t>
      </w:r>
      <w:r w:rsidR="0045546F">
        <w:rPr>
          <w:lang w:val="ru-RU"/>
        </w:rPr>
        <w:t xml:space="preserve"> о результатах обработки сведений</w:t>
      </w:r>
      <w:r w:rsidR="00EC49D1">
        <w:rPr>
          <w:noProof/>
        </w:rPr>
        <w:t>.</w:t>
      </w:r>
    </w:p>
    <w:p w:rsidR="00EC49D1" w:rsidRDefault="001C183C" w:rsidP="001C183C">
      <w:pPr>
        <w:pStyle w:val="aff"/>
      </w:pPr>
      <w:r w:rsidRPr="001C183C">
        <w:rPr>
          <w:noProof/>
        </w:rPr>
        <w:t>29</w:t>
      </w:r>
      <w:r w:rsidRPr="001C183C">
        <w:t>.</w:t>
      </w:r>
      <w:r w:rsidR="00C23E21">
        <w:t> </w:t>
      </w:r>
      <w:r w:rsidR="0045546F" w:rsidRPr="00105ECE">
        <w:t xml:space="preserve">В </w:t>
      </w:r>
      <w:r w:rsidR="0045546F">
        <w:rPr>
          <w:lang w:val="ru-RU"/>
        </w:rPr>
        <w:t>случае выполнения операции</w:t>
      </w:r>
      <w:r w:rsidR="0045546F">
        <w:rPr>
          <w:noProof/>
        </w:rPr>
        <w:t xml:space="preserve"> «Прием и обработка сведений для включения в единый реестр» (P.MM.07.OPR.002)</w:t>
      </w:r>
      <w:r w:rsidR="0045546F">
        <w:rPr>
          <w:noProof/>
          <w:lang w:val="ru-RU"/>
        </w:rPr>
        <w:t xml:space="preserve"> выполняется операция </w:t>
      </w:r>
      <w:r w:rsidR="00EC49D1">
        <w:rPr>
          <w:noProof/>
        </w:rPr>
        <w:t>«</w:t>
      </w:r>
      <w:r w:rsidR="0045546F">
        <w:rPr>
          <w:noProof/>
          <w:lang w:val="ru-RU"/>
        </w:rPr>
        <w:t>Опубликование</w:t>
      </w:r>
      <w:r w:rsidR="0045546F">
        <w:rPr>
          <w:noProof/>
        </w:rPr>
        <w:t xml:space="preserve"> </w:t>
      </w:r>
      <w:r w:rsidR="00EC49D1">
        <w:rPr>
          <w:noProof/>
        </w:rPr>
        <w:t>единого реестра после включения сведений» (P.MM.07.OPR.004)</w:t>
      </w:r>
      <w:r w:rsidR="0045546F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на информационном портале Союза </w:t>
      </w:r>
      <w:r w:rsidR="006A411A">
        <w:rPr>
          <w:noProof/>
          <w:lang w:val="ru-RU"/>
        </w:rPr>
        <w:t>публику</w:t>
      </w:r>
      <w:r w:rsidR="00CC5F13">
        <w:rPr>
          <w:noProof/>
          <w:lang w:val="ru-RU"/>
        </w:rPr>
        <w:t>е</w:t>
      </w:r>
      <w:r w:rsidR="006A411A">
        <w:rPr>
          <w:noProof/>
          <w:lang w:val="ru-RU"/>
        </w:rPr>
        <w:t>тся обновленный единый реестр, содержащий включенные сведения</w:t>
      </w:r>
      <w:r w:rsidR="006A411A">
        <w:rPr>
          <w:noProof/>
        </w:rPr>
        <w:t xml:space="preserve"> </w:t>
      </w:r>
      <w:r w:rsidR="00EC49D1">
        <w:rPr>
          <w:noProof/>
        </w:rPr>
        <w:t>об уполномоченной организации.</w:t>
      </w:r>
    </w:p>
    <w:p w:rsidR="0020517E" w:rsidRPr="00EE62B0" w:rsidRDefault="001C183C" w:rsidP="001C183C">
      <w:pPr>
        <w:pStyle w:val="aff"/>
      </w:pPr>
      <w:r>
        <w:rPr>
          <w:noProof/>
        </w:rPr>
        <w:t>30</w:t>
      </w:r>
      <w:r w:rsidRPr="00DA496B">
        <w:rPr>
          <w:lang w:val="ru-RU"/>
        </w:rPr>
        <w:t>.</w:t>
      </w:r>
      <w:r w:rsidR="00C23E21" w:rsidRPr="00C23E21">
        <w:rPr>
          <w:lang w:val="en-US"/>
        </w:rPr>
        <w:t> </w:t>
      </w:r>
      <w:r w:rsidR="006A411A" w:rsidRPr="00EE62B0">
        <w:t>Результат</w:t>
      </w:r>
      <w:r w:rsidR="006A411A">
        <w:rPr>
          <w:lang w:val="ru-RU"/>
        </w:rPr>
        <w:t>ами</w:t>
      </w:r>
      <w:r w:rsidR="006A411A" w:rsidRPr="00EE62B0">
        <w:t xml:space="preserve">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2B20E2" w:rsidRPr="00EE62B0">
        <w:t>процедуры</w:t>
      </w:r>
      <w:r w:rsidR="00B311B5" w:rsidRPr="00EE62B0">
        <w:t xml:space="preserve"> «Включение сведений </w:t>
      </w:r>
      <w:r w:rsidR="00EA4094">
        <w:br/>
      </w:r>
      <w:r w:rsidR="00B311B5" w:rsidRPr="00EE62B0">
        <w:t>в единый реестр» (P.MM.07.PRC.001)</w:t>
      </w:r>
      <w:r w:rsidR="002B20E2" w:rsidRPr="00EE62B0">
        <w:t xml:space="preserve"> </w:t>
      </w:r>
      <w:r w:rsidR="00CC5F13">
        <w:rPr>
          <w:lang w:val="ru-RU"/>
        </w:rPr>
        <w:t>являются</w:t>
      </w:r>
      <w:r w:rsidR="006A411A" w:rsidRPr="00EE62B0">
        <w:t xml:space="preserve"> </w:t>
      </w:r>
      <w:r w:rsidR="0020517E" w:rsidRPr="00EE62B0">
        <w:t>включение сведений о</w:t>
      </w:r>
      <w:r w:rsidR="006A411A">
        <w:rPr>
          <w:lang w:val="ru-RU"/>
        </w:rPr>
        <w:t>б</w:t>
      </w:r>
      <w:r w:rsidR="0020517E" w:rsidRPr="00EE62B0">
        <w:t xml:space="preserve"> уполномоченной организации в единый реестр и опубликование </w:t>
      </w:r>
      <w:r w:rsidR="006A411A">
        <w:rPr>
          <w:lang w:val="ru-RU"/>
        </w:rPr>
        <w:t>его</w:t>
      </w:r>
      <w:r w:rsidR="0020517E" w:rsidRPr="00EE62B0">
        <w:t xml:space="preserve"> на информационном портале Союза</w:t>
      </w:r>
      <w:r w:rsidR="004E665C" w:rsidRPr="00EE62B0">
        <w:t>.</w:t>
      </w:r>
    </w:p>
    <w:p w:rsidR="00551F62" w:rsidRDefault="005442D9" w:rsidP="005442D9">
      <w:pPr>
        <w:pStyle w:val="aff"/>
      </w:pPr>
      <w:r>
        <w:rPr>
          <w:noProof/>
        </w:rPr>
        <w:t>31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551F62" w:rsidRPr="00EE62B0">
        <w:t>Перечень операций</w:t>
      </w:r>
      <w:r w:rsidR="00307C38">
        <w:rPr>
          <w:lang w:val="ru-RU"/>
        </w:rPr>
        <w:t xml:space="preserve"> общего процесса</w:t>
      </w:r>
      <w:r w:rsidR="00551F62" w:rsidRPr="00EE62B0">
        <w:t xml:space="preserve">, </w:t>
      </w:r>
      <w:r w:rsidR="00307C38">
        <w:rPr>
          <w:lang w:val="ru-RU"/>
        </w:rPr>
        <w:t>выполн</w:t>
      </w:r>
      <w:r w:rsidR="00875D46">
        <w:rPr>
          <w:lang w:val="ru-RU"/>
        </w:rPr>
        <w:t xml:space="preserve">яемых </w:t>
      </w:r>
      <w:r w:rsidR="00307C38">
        <w:rPr>
          <w:lang w:val="ru-RU"/>
        </w:rPr>
        <w:t>в рамках</w:t>
      </w:r>
      <w:r w:rsidR="00221902" w:rsidRPr="00EE62B0">
        <w:t xml:space="preserve"> </w:t>
      </w:r>
      <w:r w:rsidR="0092758D" w:rsidRPr="00EE62B0">
        <w:t xml:space="preserve">процедуры </w:t>
      </w:r>
      <w:r w:rsidR="009B7FF7" w:rsidRPr="00EE62B0">
        <w:t>«</w:t>
      </w:r>
      <w:r w:rsidR="00D00445" w:rsidRPr="00EE62B0">
        <w:t>Включение сведений в единый реестр</w:t>
      </w:r>
      <w:r w:rsidR="009B7FF7" w:rsidRPr="00EE62B0">
        <w:t>»</w:t>
      </w:r>
      <w:r w:rsidR="00D00445" w:rsidRPr="00EE62B0">
        <w:t xml:space="preserve"> (P.MM.07.PRC.001</w:t>
      </w:r>
      <w:r w:rsidR="00995942" w:rsidRPr="00EE62B0">
        <w:t>)</w:t>
      </w:r>
      <w:r w:rsidR="00551F62" w:rsidRPr="00EE62B0">
        <w:t xml:space="preserve">, </w:t>
      </w:r>
      <w:r w:rsidR="00D02238">
        <w:rPr>
          <w:lang w:val="ru-RU"/>
        </w:rPr>
        <w:t>приведен</w:t>
      </w:r>
      <w:r w:rsidR="00551F62" w:rsidRPr="00EE62B0">
        <w:t xml:space="preserve"> в</w:t>
      </w:r>
      <w:r w:rsidR="00436FCA" w:rsidRPr="00EE62B0">
        <w:t xml:space="preserve"> </w:t>
      </w:r>
      <w:r w:rsidR="000B69FD" w:rsidRPr="00EE62B0">
        <w:t>табл</w:t>
      </w:r>
      <w:r w:rsidR="00221902">
        <w:rPr>
          <w:lang w:val="ru-RU"/>
        </w:rPr>
        <w:t>ице</w:t>
      </w:r>
      <w:r w:rsidR="00221902" w:rsidRPr="00EE62B0">
        <w:t> </w:t>
      </w:r>
      <w:r w:rsidR="00702F17">
        <w:rPr>
          <w:noProof/>
        </w:rPr>
        <w:t>6</w:t>
      </w:r>
      <w:r w:rsidR="00551F62" w:rsidRPr="00EE62B0">
        <w:t>.</w:t>
      </w:r>
    </w:p>
    <w:p w:rsidR="00221902" w:rsidRPr="00EE62B0" w:rsidRDefault="00221902" w:rsidP="005148D2">
      <w:pPr>
        <w:pStyle w:val="aff4"/>
      </w:pPr>
      <w:r w:rsidRPr="00EE62B0">
        <w:lastRenderedPageBreak/>
        <w:t>Табл</w:t>
      </w:r>
      <w:r>
        <w:rPr>
          <w:lang w:val="ru-RU"/>
        </w:rPr>
        <w:t>ица</w:t>
      </w:r>
      <w:r w:rsidRPr="001353E7">
        <w:rPr>
          <w:lang w:val="en-US"/>
        </w:rPr>
        <w:t> </w:t>
      </w:r>
      <w:r w:rsidR="00702F17">
        <w:rPr>
          <w:noProof/>
        </w:rPr>
        <w:t>6</w:t>
      </w:r>
    </w:p>
    <w:p w:rsidR="00241C50" w:rsidRDefault="00221902" w:rsidP="00857B8B">
      <w:pPr>
        <w:pStyle w:val="aff6"/>
        <w:keepLines/>
      </w:pPr>
      <w:r>
        <w:t>Перечень о</w:t>
      </w:r>
      <w:r w:rsidR="00241C50" w:rsidRPr="00EE62B0">
        <w:t>пераци</w:t>
      </w:r>
      <w:r>
        <w:t>й</w:t>
      </w:r>
      <w:r w:rsidR="00307C38">
        <w:t xml:space="preserve"> общего процесса</w:t>
      </w:r>
      <w:r>
        <w:t xml:space="preserve">, </w:t>
      </w:r>
      <w:r w:rsidR="000525CE">
        <w:t>выполня</w:t>
      </w:r>
      <w:r w:rsidR="00913D66">
        <w:t xml:space="preserve">емых </w:t>
      </w:r>
      <w:r w:rsidR="000525CE">
        <w:t xml:space="preserve">в рамках </w:t>
      </w:r>
      <w:r>
        <w:t>процедуры</w:t>
      </w:r>
      <w:r w:rsidR="00241C50" w:rsidRPr="009B2CBA">
        <w:t xml:space="preserve"> </w:t>
      </w:r>
      <w:r w:rsidR="00287FA4" w:rsidRPr="009B2CBA">
        <w:t>«</w:t>
      </w:r>
      <w:r w:rsidR="00157567" w:rsidRPr="009B2CBA">
        <w:t>Включение сведений в единый реестр</w:t>
      </w:r>
      <w:r w:rsidR="00287FA4" w:rsidRPr="009B2CBA">
        <w:t>»</w:t>
      </w:r>
      <w:r w:rsidR="00157567" w:rsidRPr="009B2CBA">
        <w:t xml:space="preserve"> (P.MM.07.PRC.001)</w:t>
      </w:r>
    </w:p>
    <w:p w:rsidR="000525CE" w:rsidRPr="009B2CBA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04"/>
        <w:gridCol w:w="4014"/>
        <w:gridCol w:w="293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Наименование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P.MM.07.OPR.001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представление сведений для включения в единый реестр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7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P.MM.07.OPR.002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прием и обработка сведений для включения в единый реестр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8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P.MM.07.OPR.003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 xml:space="preserve">получение уведомления о результатах </w:t>
            </w:r>
            <w:r w:rsidR="006A411A">
              <w:rPr>
                <w:noProof/>
              </w:rPr>
              <w:t xml:space="preserve">обработки сведений для </w:t>
            </w:r>
            <w:r w:rsidRPr="008452E7">
              <w:rPr>
                <w:noProof/>
              </w:rPr>
              <w:t>включения в единый реестр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9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P.MM.07.OPR.004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опубликование единого реестра после включения сведений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10 настоящих Правил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7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Представление сведений для включения </w:t>
      </w:r>
      <w:r w:rsidR="00CC5F13">
        <w:br/>
      </w:r>
      <w:r w:rsidR="009E42E5" w:rsidRPr="00DA496B">
        <w:t>в единый реестр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.001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P.MM.07.OPR.001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представление сведений для включения в единый реестр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6A411A">
            <w:pPr>
              <w:pStyle w:val="ab"/>
              <w:jc w:val="left"/>
            </w:pPr>
            <w:r w:rsidRPr="00DA496B">
              <w:rPr>
                <w:noProof/>
              </w:rPr>
              <w:t xml:space="preserve">выполняется при получении сведений </w:t>
            </w:r>
            <w:r w:rsidR="006A411A">
              <w:rPr>
                <w:noProof/>
              </w:rPr>
              <w:t>для включения в единый реестр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6A411A" w:rsidP="006A411A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B3061D" w:rsidRPr="00DA496B">
              <w:rPr>
                <w:noProof/>
              </w:rPr>
              <w:t>и</w:t>
            </w:r>
            <w:r>
              <w:rPr>
                <w:noProof/>
              </w:rPr>
              <w:t xml:space="preserve"> </w:t>
            </w:r>
            <w:r w:rsidRPr="00DA496B">
              <w:rPr>
                <w:noProof/>
              </w:rPr>
              <w:t>структура</w:t>
            </w:r>
            <w:r w:rsidR="00B3061D" w:rsidRPr="00DA496B">
              <w:rPr>
                <w:noProof/>
              </w:rPr>
              <w:t xml:space="preserve"> представляемых сведений должны соответствовать </w:t>
            </w:r>
            <w:r w:rsidR="0065007D">
              <w:rPr>
                <w:noProof/>
              </w:rPr>
              <w:t>О</w:t>
            </w:r>
            <w:r w:rsidR="00B3061D" w:rsidRPr="00DA496B">
              <w:rPr>
                <w:noProof/>
              </w:rPr>
              <w:t xml:space="preserve">писанию форматов и структур электронных документов и сведений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6A411A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формирует сведения </w:t>
            </w:r>
            <w:r w:rsidR="006A411A">
              <w:rPr>
                <w:noProof/>
              </w:rPr>
              <w:t>для включения</w:t>
            </w:r>
            <w:r w:rsidR="00EA4094">
              <w:rPr>
                <w:noProof/>
              </w:rPr>
              <w:br/>
            </w:r>
            <w:r w:rsidR="006A411A">
              <w:rPr>
                <w:noProof/>
              </w:rPr>
              <w:t>в единый реестр</w:t>
            </w:r>
            <w:r w:rsidRPr="00DA496B">
              <w:rPr>
                <w:noProof/>
              </w:rPr>
              <w:t xml:space="preserve"> и направляет их в Комиссию в соответствии с </w:t>
            </w:r>
            <w:r w:rsidR="0065007D">
              <w:rPr>
                <w:noProof/>
              </w:rPr>
              <w:t>Р</w:t>
            </w:r>
            <w:r w:rsidRPr="00DA496B">
              <w:rPr>
                <w:noProof/>
              </w:rPr>
              <w:t xml:space="preserve">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C5434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сведения для </w:t>
            </w:r>
            <w:r w:rsidR="006A411A">
              <w:rPr>
                <w:noProof/>
              </w:rPr>
              <w:t xml:space="preserve">включения в </w:t>
            </w:r>
            <w:r w:rsidRPr="00DA496B">
              <w:rPr>
                <w:noProof/>
              </w:rPr>
              <w:t>един</w:t>
            </w:r>
            <w:r w:rsidR="006A411A">
              <w:rPr>
                <w:noProof/>
              </w:rPr>
              <w:t>ый</w:t>
            </w:r>
            <w:r w:rsidRPr="00DA496B">
              <w:rPr>
                <w:noProof/>
              </w:rPr>
              <w:t xml:space="preserve"> реестр </w:t>
            </w:r>
            <w:r w:rsidR="00C54347">
              <w:rPr>
                <w:noProof/>
              </w:rPr>
              <w:t>переданы</w:t>
            </w:r>
            <w:r w:rsidR="00EA4094">
              <w:rPr>
                <w:noProof/>
              </w:rPr>
              <w:br/>
            </w:r>
            <w:r w:rsidR="00C54347">
              <w:rPr>
                <w:noProof/>
              </w:rPr>
              <w:t>в Комиссию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8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Прием и обработка сведений для включения </w:t>
      </w:r>
      <w:r w:rsidR="00CC5F13">
        <w:br/>
      </w:r>
      <w:r w:rsidR="009E42E5" w:rsidRPr="00DA496B">
        <w:t>в единый реестр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.002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P.MM.07.OPR.002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прием и обработка сведений для включения в единый реестр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Комиссия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C54347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в</w:t>
            </w:r>
            <w:r w:rsidRPr="00DA496B">
              <w:rPr>
                <w:noProof/>
              </w:rPr>
              <w:t>ыполняется</w:t>
            </w:r>
            <w:r>
              <w:rPr>
                <w:noProof/>
              </w:rPr>
              <w:t xml:space="preserve"> при поступлении сведений для включения в единый реестр (операция </w:t>
            </w:r>
            <w:r w:rsidRPr="00DA496B">
              <w:t>«Представление сведений для включения в единый реестр» (</w:t>
            </w:r>
            <w:r w:rsidRPr="00E736A4">
              <w:rPr>
                <w:lang w:val="en-US"/>
              </w:rPr>
              <w:t>P</w:t>
            </w:r>
            <w:r w:rsidRPr="00DA496B">
              <w:t>.</w:t>
            </w:r>
            <w:r w:rsidRPr="00E736A4">
              <w:rPr>
                <w:lang w:val="en-US"/>
              </w:rPr>
              <w:t>MM</w:t>
            </w:r>
            <w:r w:rsidRPr="00DA496B">
              <w:t>.07.</w:t>
            </w:r>
            <w:r w:rsidRPr="00E736A4">
              <w:rPr>
                <w:lang w:val="en-US"/>
              </w:rPr>
              <w:t>OPR</w:t>
            </w:r>
            <w:r w:rsidRPr="00DA496B">
              <w:t>.001)</w:t>
            </w:r>
            <w:r>
              <w:rPr>
                <w:noProof/>
              </w:rP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C54347" w:rsidP="008452E7">
            <w:pPr>
              <w:pStyle w:val="ab"/>
              <w:jc w:val="left"/>
            </w:pPr>
            <w:r w:rsidRPr="00DA496B">
              <w:rPr>
                <w:noProof/>
              </w:rPr>
              <w:t>формат и</w:t>
            </w:r>
            <w:r>
              <w:rPr>
                <w:noProof/>
              </w:rPr>
              <w:t xml:space="preserve"> </w:t>
            </w:r>
            <w:r w:rsidRPr="00DA496B">
              <w:rPr>
                <w:noProof/>
              </w:rPr>
              <w:t xml:space="preserve">структура представляемых сведений должны соответствовать </w:t>
            </w:r>
            <w:r>
              <w:rPr>
                <w:noProof/>
              </w:rPr>
              <w:t>О</w:t>
            </w:r>
            <w:r w:rsidRPr="00DA496B">
              <w:rPr>
                <w:noProof/>
              </w:rPr>
              <w:t>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принимает сведения </w:t>
            </w:r>
            <w:r w:rsidR="00C54347">
              <w:rPr>
                <w:noProof/>
              </w:rPr>
              <w:t xml:space="preserve">для включения </w:t>
            </w:r>
            <w:r w:rsidR="00EA4094">
              <w:rPr>
                <w:noProof/>
              </w:rPr>
              <w:br/>
            </w:r>
            <w:r w:rsidR="00C54347">
              <w:rPr>
                <w:noProof/>
              </w:rPr>
              <w:t>в единый реестр</w:t>
            </w:r>
            <w:r w:rsidR="00C54347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 xml:space="preserve">и проверяет их в соответствии с </w:t>
            </w:r>
            <w:r w:rsidR="00750A3D">
              <w:rPr>
                <w:noProof/>
              </w:rPr>
              <w:t>Р</w:t>
            </w:r>
            <w:r w:rsidRPr="00DA496B">
              <w:rPr>
                <w:noProof/>
              </w:rPr>
              <w:t>егламентом информационного взаимодействия.</w:t>
            </w:r>
          </w:p>
          <w:p w:rsidR="00B3061D" w:rsidRPr="00DA496B" w:rsidRDefault="00B3061D" w:rsidP="00C5434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В случае успешного выполнения проверки исполнитель осуществляет включение сведений 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 xml:space="preserve">в единый реестр </w:t>
            </w:r>
            <w:r w:rsidR="00C54347">
              <w:rPr>
                <w:noProof/>
              </w:rPr>
              <w:t xml:space="preserve">с указанием </w:t>
            </w:r>
            <w:r w:rsidR="00C54347" w:rsidRPr="00DA496B">
              <w:rPr>
                <w:noProof/>
              </w:rPr>
              <w:t>дат</w:t>
            </w:r>
            <w:r w:rsidR="00C54347">
              <w:rPr>
                <w:noProof/>
              </w:rPr>
              <w:t>ы</w:t>
            </w:r>
            <w:r w:rsidR="00C54347" w:rsidRPr="00DA496B">
              <w:rPr>
                <w:noProof/>
              </w:rPr>
              <w:t xml:space="preserve"> и врем</w:t>
            </w:r>
            <w:r w:rsidR="00C54347">
              <w:rPr>
                <w:noProof/>
              </w:rPr>
              <w:t>ени</w:t>
            </w:r>
            <w:r w:rsidR="00C54347" w:rsidRPr="00DA496B">
              <w:rPr>
                <w:noProof/>
              </w:rPr>
              <w:t xml:space="preserve"> обновления сведений</w:t>
            </w:r>
            <w:r w:rsidR="00C54347">
              <w:rPr>
                <w:noProof/>
              </w:rPr>
              <w:t xml:space="preserve"> и направляет </w:t>
            </w:r>
            <w:r w:rsidR="00EA4094">
              <w:rPr>
                <w:noProof/>
              </w:rPr>
              <w:br/>
            </w:r>
            <w:r w:rsidR="00C54347">
              <w:rPr>
                <w:noProof/>
              </w:rPr>
              <w:t>в уполномоченный орган государства-члена уведомление с кодом результата обработки, соответствующим включению сведений</w:t>
            </w:r>
            <w:r w:rsidR="00CC5F13">
              <w:rPr>
                <w:noProof/>
              </w:rPr>
              <w:t>,</w:t>
            </w:r>
            <w:r w:rsidR="00C54347">
              <w:rPr>
                <w:noProof/>
              </w:rPr>
              <w:t xml:space="preserve"> </w:t>
            </w:r>
            <w:r w:rsidR="00EA4094">
              <w:rPr>
                <w:noProof/>
              </w:rPr>
              <w:br/>
            </w:r>
            <w:r w:rsidR="00C54347">
              <w:rPr>
                <w:noProof/>
              </w:rPr>
              <w:t>в соответствии с Регламентом информационного взаимодействи</w:t>
            </w:r>
            <w:r w:rsidR="00CC5F13">
              <w:rPr>
                <w:noProof/>
              </w:rPr>
              <w:t>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C5434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единый реестр</w:t>
            </w:r>
            <w:r w:rsidR="00C54347">
              <w:rPr>
                <w:noProof/>
              </w:rPr>
              <w:t xml:space="preserve"> </w:t>
            </w:r>
            <w:r w:rsidR="00C54347" w:rsidRPr="00DA496B">
              <w:rPr>
                <w:noProof/>
              </w:rPr>
              <w:t>обновлен</w:t>
            </w:r>
            <w:r w:rsidRPr="00DA496B">
              <w:rPr>
                <w:noProof/>
              </w:rPr>
              <w:t xml:space="preserve">, уполномоченному органу государства-члена направлено уведомление </w:t>
            </w:r>
            <w:r w:rsidR="00EA4094">
              <w:rPr>
                <w:noProof/>
              </w:rPr>
              <w:br/>
            </w:r>
            <w:r w:rsidR="00C54347">
              <w:rPr>
                <w:noProof/>
              </w:rPr>
              <w:t xml:space="preserve">о результатах обработки сведений для включения </w:t>
            </w:r>
            <w:r w:rsidR="00EA4094">
              <w:rPr>
                <w:noProof/>
              </w:rPr>
              <w:br/>
            </w:r>
            <w:r w:rsidR="00C54347">
              <w:rPr>
                <w:noProof/>
              </w:rPr>
              <w:t>в единый реестр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lastRenderedPageBreak/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9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Получение уведомления о результатах </w:t>
      </w:r>
      <w:r w:rsidR="00C54347">
        <w:t xml:space="preserve">обработки сведений для </w:t>
      </w:r>
      <w:r w:rsidR="009E42E5" w:rsidRPr="00DA496B">
        <w:t>включения в единый реестр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.003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P.MM.07.OPR.003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C5434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 xml:space="preserve">получение уведомления </w:t>
            </w:r>
            <w:r w:rsidR="00C54347" w:rsidRPr="00DA496B">
              <w:t xml:space="preserve">о результатах </w:t>
            </w:r>
            <w:r w:rsidR="00C54347">
              <w:t xml:space="preserve">обработки сведений для </w:t>
            </w:r>
            <w:r w:rsidR="00C54347" w:rsidRPr="00DA496B">
              <w:t>включения в единый реестр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C54347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в</w:t>
            </w:r>
            <w:r w:rsidRPr="00DA496B">
              <w:rPr>
                <w:noProof/>
              </w:rPr>
              <w:t>ыполняется</w:t>
            </w:r>
            <w:r>
              <w:rPr>
                <w:noProof/>
              </w:rPr>
              <w:t xml:space="preserve"> при поступлении уведомления </w:t>
            </w:r>
            <w:r w:rsidR="00EA4094">
              <w:rPr>
                <w:noProof/>
              </w:rPr>
              <w:br/>
            </w:r>
            <w:r w:rsidRPr="00DA496B">
              <w:t xml:space="preserve">о результатах </w:t>
            </w:r>
            <w:r>
              <w:t xml:space="preserve">обработки сведений для </w:t>
            </w:r>
            <w:r w:rsidRPr="00DA496B">
              <w:t xml:space="preserve">включения </w:t>
            </w:r>
            <w:r w:rsidR="00EA4094">
              <w:br/>
            </w:r>
            <w:r w:rsidRPr="00DA496B">
              <w:t>в единый реестр</w:t>
            </w:r>
            <w:r>
              <w:t xml:space="preserve"> (операция «</w:t>
            </w:r>
            <w:r w:rsidRPr="00DA496B">
              <w:t>Прием и обработка сведений для включения в единый реестр» (</w:t>
            </w:r>
            <w:r w:rsidRPr="00E736A4">
              <w:rPr>
                <w:lang w:val="en-US"/>
              </w:rPr>
              <w:t>P</w:t>
            </w:r>
            <w:r w:rsidRPr="00DA496B">
              <w:t>.</w:t>
            </w:r>
            <w:r w:rsidRPr="00E736A4">
              <w:rPr>
                <w:lang w:val="en-US"/>
              </w:rPr>
              <w:t>MM</w:t>
            </w:r>
            <w:r w:rsidRPr="00DA496B">
              <w:t>.07.</w:t>
            </w:r>
            <w:r w:rsidRPr="00E736A4">
              <w:rPr>
                <w:lang w:val="en-US"/>
              </w:rPr>
              <w:t>OPR</w:t>
            </w:r>
            <w:r w:rsidRPr="00DA496B">
              <w:t>.002)</w:t>
            </w:r>
            <w: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C54347" w:rsidP="00C54347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>
              <w:rPr>
                <w:noProof/>
              </w:rPr>
              <w:t xml:space="preserve">и </w:t>
            </w:r>
            <w:r w:rsidR="00B3061D" w:rsidRPr="00DA496B">
              <w:rPr>
                <w:noProof/>
              </w:rPr>
              <w:t xml:space="preserve">структура 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принимает уведомление </w:t>
            </w:r>
            <w:r w:rsidR="00C54347" w:rsidRPr="00DA496B">
              <w:t xml:space="preserve">о результатах </w:t>
            </w:r>
            <w:r w:rsidR="00C54347">
              <w:t xml:space="preserve">обработки сведений для </w:t>
            </w:r>
            <w:r w:rsidR="00C54347" w:rsidRPr="00DA496B">
              <w:t>включения в единый реестр</w:t>
            </w:r>
            <w:r w:rsidR="00C54347">
              <w:t xml:space="preserve"> </w:t>
            </w:r>
            <w:r w:rsidRPr="00DA496B">
              <w:rPr>
                <w:noProof/>
              </w:rPr>
              <w:t xml:space="preserve">и проверяет его в соответствии с </w:t>
            </w:r>
            <w:r w:rsidR="0065007D">
              <w:rPr>
                <w:noProof/>
              </w:rPr>
              <w:t>Р</w:t>
            </w:r>
            <w:r w:rsidRPr="00DA496B">
              <w:rPr>
                <w:noProof/>
              </w:rPr>
              <w:t xml:space="preserve">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C5434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уведомление</w:t>
            </w:r>
            <w:r w:rsidR="00C54347">
              <w:rPr>
                <w:noProof/>
              </w:rPr>
              <w:t xml:space="preserve"> </w:t>
            </w:r>
            <w:r w:rsidR="00C54347" w:rsidRPr="00DA496B">
              <w:t xml:space="preserve">о результатах </w:t>
            </w:r>
            <w:r w:rsidR="00C54347">
              <w:t xml:space="preserve">обработки сведений для </w:t>
            </w:r>
            <w:r w:rsidR="00C54347" w:rsidRPr="00DA496B">
              <w:t>включения в единый реестр</w:t>
            </w:r>
            <w:r w:rsidRPr="00DA496B">
              <w:rPr>
                <w:noProof/>
              </w:rPr>
              <w:t xml:space="preserve"> </w:t>
            </w:r>
            <w:r w:rsidR="00C54347" w:rsidRPr="00DA496B">
              <w:rPr>
                <w:noProof/>
              </w:rPr>
              <w:t xml:space="preserve">получено 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10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>Опубликование единого реестра после включения сведений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.004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P.MM.07.OPR.004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опубликование единого реестра после включения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Комиссия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C54347">
            <w:pPr>
              <w:pStyle w:val="ab"/>
              <w:jc w:val="left"/>
            </w:pPr>
            <w:r w:rsidRPr="00DA496B">
              <w:rPr>
                <w:noProof/>
              </w:rPr>
              <w:t xml:space="preserve">выполняется после обновления единого реестра </w:t>
            </w:r>
            <w:r w:rsidR="00C54347">
              <w:rPr>
                <w:noProof/>
              </w:rPr>
              <w:t xml:space="preserve">(операция </w:t>
            </w:r>
            <w:r w:rsidR="00C54347" w:rsidRPr="00DA496B">
              <w:t>«Прием и обработка сведений для включения в единый реестр» (</w:t>
            </w:r>
            <w:r w:rsidR="00C54347" w:rsidRPr="00E736A4">
              <w:rPr>
                <w:lang w:val="en-US"/>
              </w:rPr>
              <w:t>P</w:t>
            </w:r>
            <w:r w:rsidR="00C54347" w:rsidRPr="00DA496B">
              <w:t>.</w:t>
            </w:r>
            <w:r w:rsidR="00C54347" w:rsidRPr="00E736A4">
              <w:rPr>
                <w:lang w:val="en-US"/>
              </w:rPr>
              <w:t>MM</w:t>
            </w:r>
            <w:r w:rsidR="00C54347" w:rsidRPr="00DA496B">
              <w:t>.07.</w:t>
            </w:r>
            <w:r w:rsidR="00C54347" w:rsidRPr="00E736A4">
              <w:rPr>
                <w:lang w:val="en-US"/>
              </w:rPr>
              <w:t>OPR</w:t>
            </w:r>
            <w:r w:rsidR="00C54347" w:rsidRPr="00DA496B">
              <w:t>.002)</w:t>
            </w:r>
            <w:r w:rsidR="00C54347">
              <w:rPr>
                <w:noProof/>
              </w:rP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B3061D" w:rsidP="008452E7">
            <w:pPr>
              <w:pStyle w:val="ab"/>
              <w:jc w:val="left"/>
              <w:rPr>
                <w:lang w:val="en-US"/>
              </w:rPr>
            </w:pPr>
            <w:r w:rsidRPr="008452E7">
              <w:rPr>
                <w:noProof/>
                <w:lang w:val="en-US"/>
              </w:rPr>
              <w:t>–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C5434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</w:t>
            </w:r>
            <w:r w:rsidR="00C54347">
              <w:rPr>
                <w:noProof/>
              </w:rPr>
              <w:t>публикует</w:t>
            </w:r>
            <w:r w:rsidR="00C54347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>единый реестр на информационном портале Союза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обновленный единый реестр опубликован на информационном портале Союза</w:t>
            </w:r>
          </w:p>
        </w:tc>
      </w:tr>
    </w:tbl>
    <w:p w:rsidR="004D75AA" w:rsidRPr="00DA496B" w:rsidRDefault="00200396" w:rsidP="00800DD4">
      <w:pPr>
        <w:pStyle w:val="3"/>
      </w:pPr>
      <w:r>
        <w:t>Процедура</w:t>
      </w:r>
      <w:r w:rsidRPr="00DA496B">
        <w:t xml:space="preserve"> «</w:t>
      </w:r>
      <w:r w:rsidR="004D75AA" w:rsidRPr="00DA496B">
        <w:rPr>
          <w:noProof/>
        </w:rPr>
        <w:t>Изменение сведений</w:t>
      </w:r>
      <w:r w:rsidR="00C54347">
        <w:rPr>
          <w:noProof/>
        </w:rPr>
        <w:t>, содержащихся</w:t>
      </w:r>
      <w:r w:rsidR="004D75AA" w:rsidRPr="00DA496B">
        <w:rPr>
          <w:noProof/>
        </w:rPr>
        <w:t xml:space="preserve"> в едином реестре</w:t>
      </w:r>
      <w:r w:rsidRPr="00DA496B">
        <w:rPr>
          <w:noProof/>
        </w:rPr>
        <w:t>»</w:t>
      </w:r>
      <w:r w:rsidR="004D75AA" w:rsidRPr="00DA496B">
        <w:t xml:space="preserve"> (</w:t>
      </w:r>
      <w:r w:rsidR="004D75AA" w:rsidRPr="001353E7">
        <w:rPr>
          <w:noProof/>
          <w:lang w:val="en-US"/>
        </w:rPr>
        <w:t>P</w:t>
      </w:r>
      <w:r w:rsidR="004D75AA" w:rsidRPr="00DA496B">
        <w:rPr>
          <w:noProof/>
        </w:rPr>
        <w:t>.</w:t>
      </w:r>
      <w:r w:rsidR="004D75AA" w:rsidRPr="001353E7">
        <w:rPr>
          <w:noProof/>
          <w:lang w:val="en-US"/>
        </w:rPr>
        <w:t>MM</w:t>
      </w:r>
      <w:r w:rsidR="004D75AA" w:rsidRPr="00DA496B">
        <w:rPr>
          <w:noProof/>
        </w:rPr>
        <w:t>.07.</w:t>
      </w:r>
      <w:r w:rsidR="004D75AA" w:rsidRPr="001353E7">
        <w:rPr>
          <w:noProof/>
          <w:lang w:val="en-US"/>
        </w:rPr>
        <w:t>PRC</w:t>
      </w:r>
      <w:r w:rsidR="004D75AA" w:rsidRPr="00DA496B">
        <w:rPr>
          <w:noProof/>
        </w:rPr>
        <w:t>.002</w:t>
      </w:r>
      <w:r w:rsidR="004D75AA" w:rsidRPr="00DA496B">
        <w:t>)</w:t>
      </w:r>
    </w:p>
    <w:p w:rsidR="00DC5032" w:rsidRPr="00EE62B0" w:rsidRDefault="001C183C" w:rsidP="001C183C">
      <w:pPr>
        <w:pStyle w:val="aff"/>
      </w:pPr>
      <w:r>
        <w:rPr>
          <w:noProof/>
        </w:rPr>
        <w:t>32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DC5032" w:rsidRPr="00EE62B0">
        <w:t xml:space="preserve">Схема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DC5032" w:rsidRPr="00EE62B0">
        <w:t xml:space="preserve">процедуры </w:t>
      </w:r>
      <w:r w:rsidR="00A44E2B" w:rsidRPr="00EE62B0">
        <w:t>«</w:t>
      </w:r>
      <w:r w:rsidR="00F0733C" w:rsidRPr="00EE62B0">
        <w:t>Изменение сведений</w:t>
      </w:r>
      <w:r w:rsidR="00C54347">
        <w:rPr>
          <w:lang w:val="ru-RU"/>
        </w:rPr>
        <w:t xml:space="preserve">, </w:t>
      </w:r>
      <w:r w:rsidR="00C54347">
        <w:rPr>
          <w:noProof/>
        </w:rPr>
        <w:t>содержащихся</w:t>
      </w:r>
      <w:r w:rsidR="00F0733C" w:rsidRPr="00EE62B0">
        <w:t xml:space="preserve"> в едином реестре</w:t>
      </w:r>
      <w:r w:rsidR="00A44E2B" w:rsidRPr="00EE62B0">
        <w:t>»</w:t>
      </w:r>
      <w:r w:rsidR="00F0733C" w:rsidRPr="00EE62B0">
        <w:t xml:space="preserve"> (P.MM.07.PRC.002</w:t>
      </w:r>
      <w:r w:rsidR="008E6C3A" w:rsidRPr="00EE62B0">
        <w:t>)</w:t>
      </w:r>
      <w:r w:rsidR="007A4388" w:rsidRPr="00EE62B0">
        <w:t xml:space="preserve"> </w:t>
      </w:r>
      <w:r w:rsidR="00DC5032" w:rsidRPr="00EE62B0">
        <w:t>представлена на</w:t>
      </w:r>
      <w:r w:rsidR="00B05D87" w:rsidRPr="00EE62B0">
        <w:t xml:space="preserve"> </w:t>
      </w:r>
      <w:r w:rsidR="00A44E2B" w:rsidRPr="00EE62B0">
        <w:t>рис</w:t>
      </w:r>
      <w:r w:rsidR="00221902">
        <w:rPr>
          <w:lang w:val="ru-RU"/>
        </w:rPr>
        <w:t>унке</w:t>
      </w:r>
      <w:r w:rsidR="00221902" w:rsidRPr="00EE62B0">
        <w:t> </w:t>
      </w:r>
      <w:r w:rsidR="00E75E86" w:rsidRPr="00EE62B0">
        <w:t>5</w:t>
      </w:r>
      <w:r w:rsidR="00DC5032" w:rsidRPr="00EE62B0">
        <w:t>.</w:t>
      </w:r>
    </w:p>
    <w:p w:rsidR="00DC5032" w:rsidRPr="00EE62B0" w:rsidRDefault="00643369" w:rsidP="006E064A">
      <w:pPr>
        <w:pStyle w:val="af6"/>
      </w:pPr>
      <w:r>
        <w:lastRenderedPageBreak/>
        <w:pict>
          <v:shape id="_x0000_i1029" type="#_x0000_t75" style="width:444pt;height:327.75pt">
            <v:imagedata r:id="rId13" o:title="РИС5"/>
          </v:shape>
        </w:pict>
      </w:r>
    </w:p>
    <w:p w:rsidR="004773BF" w:rsidRPr="00DA496B" w:rsidRDefault="00B73FB5" w:rsidP="0095762B">
      <w:pPr>
        <w:pStyle w:val="af5"/>
        <w:rPr>
          <w:rStyle w:val="afc"/>
          <w:sz w:val="24"/>
          <w:lang w:val="ru-RU"/>
        </w:rPr>
      </w:pPr>
      <w:r w:rsidRPr="007E0CC6">
        <w:t>Рис</w:t>
      </w:r>
      <w:r w:rsidR="00E70901" w:rsidRPr="00DA496B">
        <w:t>.</w:t>
      </w:r>
      <w:r w:rsidR="00221902" w:rsidRPr="007E0CC6">
        <w:rPr>
          <w:lang w:val="en-US"/>
        </w:rPr>
        <w:t> </w:t>
      </w:r>
      <w:r w:rsidR="00E75E86" w:rsidRPr="00DA496B">
        <w:rPr>
          <w:noProof/>
        </w:rPr>
        <w:t>5</w:t>
      </w:r>
      <w:r w:rsidRPr="00DA496B">
        <w:t>.</w:t>
      </w:r>
      <w:r w:rsidR="00DC5032" w:rsidRPr="00DA496B">
        <w:t xml:space="preserve"> </w:t>
      </w:r>
      <w:r w:rsidR="00DC5032" w:rsidRPr="007E0CC6">
        <w:t>Схема</w:t>
      </w:r>
      <w:r w:rsidR="00DC5032" w:rsidRPr="00DA496B">
        <w:t xml:space="preserve"> </w:t>
      </w:r>
      <w:r w:rsidR="00E21084">
        <w:t>вы</w:t>
      </w:r>
      <w:r w:rsidR="00E21084" w:rsidRPr="00E21084">
        <w:t>полнения</w:t>
      </w:r>
      <w:r w:rsidR="00E21084" w:rsidRPr="00DA496B">
        <w:t xml:space="preserve"> </w:t>
      </w:r>
      <w:r w:rsidR="00DC5032" w:rsidRPr="00E21084">
        <w:t>процедуры</w:t>
      </w:r>
      <w:r w:rsidR="00DC5032" w:rsidRPr="00DA496B">
        <w:t xml:space="preserve"> </w:t>
      </w:r>
      <w:r w:rsidR="00A44E2B" w:rsidRPr="00DA496B">
        <w:t>«</w:t>
      </w:r>
      <w:r w:rsidR="00F0733C" w:rsidRPr="00DA496B">
        <w:rPr>
          <w:noProof/>
        </w:rPr>
        <w:t>Изменение сведений</w:t>
      </w:r>
      <w:r w:rsidR="00C54347">
        <w:rPr>
          <w:noProof/>
        </w:rPr>
        <w:t>, содержащихся</w:t>
      </w:r>
      <w:r w:rsidR="00F0733C" w:rsidRPr="00DA496B">
        <w:rPr>
          <w:noProof/>
        </w:rPr>
        <w:t xml:space="preserve"> в едином реестре</w:t>
      </w:r>
      <w:r w:rsidR="00A44E2B" w:rsidRPr="00DA496B">
        <w:t>»</w:t>
      </w:r>
      <w:r w:rsidR="008E6C3A" w:rsidRPr="00DA496B">
        <w:t xml:space="preserve"> </w:t>
      </w:r>
      <w:r w:rsidR="00F0733C" w:rsidRPr="00DA496B">
        <w:t>(</w:t>
      </w:r>
      <w:r w:rsidR="00F0733C" w:rsidRPr="007E0CC6">
        <w:rPr>
          <w:noProof/>
          <w:lang w:val="en-US"/>
        </w:rPr>
        <w:t>P</w:t>
      </w:r>
      <w:r w:rsidR="00F0733C" w:rsidRPr="00DA496B">
        <w:rPr>
          <w:noProof/>
        </w:rPr>
        <w:t>.</w:t>
      </w:r>
      <w:r w:rsidR="00F0733C" w:rsidRPr="007E0CC6">
        <w:rPr>
          <w:noProof/>
          <w:lang w:val="en-US"/>
        </w:rPr>
        <w:t>MM</w:t>
      </w:r>
      <w:r w:rsidR="00F0733C" w:rsidRPr="00DA496B">
        <w:rPr>
          <w:noProof/>
        </w:rPr>
        <w:t>.07.</w:t>
      </w:r>
      <w:r w:rsidR="00F0733C" w:rsidRPr="007E0CC6">
        <w:rPr>
          <w:noProof/>
          <w:lang w:val="en-US"/>
        </w:rPr>
        <w:t>PRC</w:t>
      </w:r>
      <w:r w:rsidR="00F0733C" w:rsidRPr="00DA496B">
        <w:rPr>
          <w:noProof/>
        </w:rPr>
        <w:t>.002</w:t>
      </w:r>
      <w:r w:rsidR="008E6C3A" w:rsidRPr="00DA496B">
        <w:t>)</w:t>
      </w:r>
    </w:p>
    <w:p w:rsidR="003E0C6E" w:rsidRDefault="001C183C" w:rsidP="001C183C">
      <w:pPr>
        <w:pStyle w:val="aff"/>
      </w:pPr>
      <w:r w:rsidRPr="001C183C">
        <w:rPr>
          <w:noProof/>
        </w:rPr>
        <w:t>33</w:t>
      </w:r>
      <w:r w:rsidRPr="001C183C">
        <w:t>.</w:t>
      </w:r>
      <w:r w:rsidR="00C23E21">
        <w:t> </w:t>
      </w:r>
      <w:r w:rsidR="00CB3574" w:rsidRPr="00EE62B0">
        <w:t>Процедура</w:t>
      </w:r>
      <w:r w:rsidR="00CB3574" w:rsidRPr="001353E7">
        <w:t xml:space="preserve"> </w:t>
      </w:r>
      <w:r w:rsidR="00FA6CAE" w:rsidRPr="001353E7">
        <w:t>«Изменение сведений</w:t>
      </w:r>
      <w:r w:rsidR="00C54347">
        <w:rPr>
          <w:lang w:val="ru-RU"/>
        </w:rPr>
        <w:t xml:space="preserve">, </w:t>
      </w:r>
      <w:r w:rsidR="00C54347">
        <w:rPr>
          <w:noProof/>
        </w:rPr>
        <w:t>содержащихся</w:t>
      </w:r>
      <w:r w:rsidR="00FA6CAE" w:rsidRPr="001353E7">
        <w:t xml:space="preserve"> в едином реестре» (P.MM.07.PRC.002) </w:t>
      </w:r>
      <w:r w:rsidR="0065007D">
        <w:rPr>
          <w:noProof/>
          <w:lang w:val="ru-RU"/>
        </w:rPr>
        <w:t>выполняется</w:t>
      </w:r>
      <w:r w:rsidR="0065007D">
        <w:rPr>
          <w:noProof/>
        </w:rPr>
        <w:t xml:space="preserve"> </w:t>
      </w:r>
      <w:r w:rsidR="003E0C6E">
        <w:rPr>
          <w:noProof/>
        </w:rPr>
        <w:t xml:space="preserve">при необходимости </w:t>
      </w:r>
      <w:r w:rsidR="00C54347">
        <w:rPr>
          <w:noProof/>
          <w:lang w:val="ru-RU"/>
        </w:rPr>
        <w:t xml:space="preserve">внесения </w:t>
      </w:r>
      <w:r w:rsidR="00C54347">
        <w:rPr>
          <w:noProof/>
        </w:rPr>
        <w:t>изменени</w:t>
      </w:r>
      <w:r w:rsidR="00C54347">
        <w:rPr>
          <w:noProof/>
          <w:lang w:val="ru-RU"/>
        </w:rPr>
        <w:t>й в</w:t>
      </w:r>
      <w:r w:rsidR="00C54347">
        <w:rPr>
          <w:noProof/>
        </w:rPr>
        <w:t xml:space="preserve"> сведени</w:t>
      </w:r>
      <w:r w:rsidR="00C54347">
        <w:rPr>
          <w:noProof/>
          <w:lang w:val="ru-RU"/>
        </w:rPr>
        <w:t>я</w:t>
      </w:r>
      <w:r w:rsidR="00C54347">
        <w:rPr>
          <w:noProof/>
        </w:rPr>
        <w:t xml:space="preserve"> </w:t>
      </w:r>
      <w:r w:rsidR="003E0C6E">
        <w:rPr>
          <w:noProof/>
        </w:rPr>
        <w:t>об уполномоченной организации</w:t>
      </w:r>
      <w:r w:rsidR="00C54347">
        <w:rPr>
          <w:noProof/>
          <w:lang w:val="ru-RU"/>
        </w:rPr>
        <w:t>,</w:t>
      </w:r>
      <w:r w:rsidR="003E0C6E">
        <w:rPr>
          <w:noProof/>
        </w:rPr>
        <w:t xml:space="preserve"> в</w:t>
      </w:r>
      <w:r w:rsidR="00C54347">
        <w:rPr>
          <w:noProof/>
          <w:lang w:val="ru-RU"/>
        </w:rPr>
        <w:t xml:space="preserve">ключенной </w:t>
      </w:r>
      <w:r w:rsidR="00EA4094">
        <w:rPr>
          <w:noProof/>
          <w:lang w:val="ru-RU"/>
        </w:rPr>
        <w:br/>
      </w:r>
      <w:r w:rsidR="00C54347">
        <w:rPr>
          <w:noProof/>
          <w:lang w:val="ru-RU"/>
        </w:rPr>
        <w:t>в единый реестр.</w:t>
      </w:r>
    </w:p>
    <w:p w:rsidR="00EC49D1" w:rsidRDefault="001C183C" w:rsidP="001C183C">
      <w:pPr>
        <w:pStyle w:val="aff"/>
      </w:pPr>
      <w:r w:rsidRPr="001C183C">
        <w:rPr>
          <w:noProof/>
        </w:rPr>
        <w:t>34</w:t>
      </w:r>
      <w:r w:rsidRPr="001C183C">
        <w:t>.</w:t>
      </w:r>
      <w:r w:rsidR="00C23E21">
        <w:t> </w:t>
      </w:r>
      <w:r w:rsidR="00630F76">
        <w:rPr>
          <w:noProof/>
          <w:lang w:val="ru-RU"/>
        </w:rPr>
        <w:t>Первой выполняется о</w:t>
      </w:r>
      <w:r w:rsidR="00EC49D1">
        <w:rPr>
          <w:noProof/>
        </w:rPr>
        <w:t xml:space="preserve">перация «Представление сведений для </w:t>
      </w:r>
      <w:r w:rsidR="007840A4">
        <w:rPr>
          <w:noProof/>
          <w:lang w:val="ru-RU"/>
        </w:rPr>
        <w:t xml:space="preserve">внесения </w:t>
      </w:r>
      <w:r w:rsidR="007840A4">
        <w:rPr>
          <w:noProof/>
        </w:rPr>
        <w:t>изменени</w:t>
      </w:r>
      <w:r w:rsidR="007840A4">
        <w:rPr>
          <w:noProof/>
          <w:lang w:val="ru-RU"/>
        </w:rPr>
        <w:t>й</w:t>
      </w:r>
      <w:r w:rsidR="007840A4">
        <w:rPr>
          <w:noProof/>
        </w:rPr>
        <w:t xml:space="preserve"> </w:t>
      </w:r>
      <w:r w:rsidR="00EC49D1">
        <w:rPr>
          <w:noProof/>
        </w:rPr>
        <w:t xml:space="preserve">в </w:t>
      </w:r>
      <w:r w:rsidR="007840A4">
        <w:rPr>
          <w:noProof/>
        </w:rPr>
        <w:t>един</w:t>
      </w:r>
      <w:r w:rsidR="007840A4">
        <w:rPr>
          <w:noProof/>
          <w:lang w:val="ru-RU"/>
        </w:rPr>
        <w:t>ый</w:t>
      </w:r>
      <w:r w:rsidR="007840A4">
        <w:rPr>
          <w:noProof/>
        </w:rPr>
        <w:t xml:space="preserve"> </w:t>
      </w:r>
      <w:r w:rsidR="00EC49D1">
        <w:rPr>
          <w:noProof/>
        </w:rPr>
        <w:t>реестр» (P.MM.07.OPR.005)</w:t>
      </w:r>
      <w:r w:rsidR="00630F76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</w:t>
      </w:r>
      <w:r w:rsidR="00630F76">
        <w:rPr>
          <w:noProof/>
        </w:rPr>
        <w:t>уполномоченны</w:t>
      </w:r>
      <w:r w:rsidR="00630F76">
        <w:rPr>
          <w:noProof/>
          <w:lang w:val="ru-RU"/>
        </w:rPr>
        <w:t>й</w:t>
      </w:r>
      <w:r w:rsidR="00630F76">
        <w:rPr>
          <w:noProof/>
        </w:rPr>
        <w:t xml:space="preserve"> орган </w:t>
      </w:r>
      <w:r w:rsidR="00EA4094">
        <w:rPr>
          <w:noProof/>
        </w:rPr>
        <w:br/>
      </w:r>
      <w:r w:rsidR="00630F76">
        <w:rPr>
          <w:noProof/>
        </w:rPr>
        <w:t xml:space="preserve">государства-члена </w:t>
      </w:r>
      <w:r w:rsidR="006B5758">
        <w:rPr>
          <w:noProof/>
          <w:lang w:val="ru-RU"/>
        </w:rPr>
        <w:t xml:space="preserve">формирует и </w:t>
      </w:r>
      <w:r w:rsidR="00630F76">
        <w:rPr>
          <w:noProof/>
          <w:lang w:val="ru-RU"/>
        </w:rPr>
        <w:t xml:space="preserve">направляет в </w:t>
      </w:r>
      <w:r w:rsidR="00EC49D1">
        <w:rPr>
          <w:noProof/>
        </w:rPr>
        <w:t>Комиссию сведени</w:t>
      </w:r>
      <w:r w:rsidR="00125472">
        <w:rPr>
          <w:noProof/>
          <w:lang w:val="ru-RU"/>
        </w:rPr>
        <w:t>я</w:t>
      </w:r>
      <w:r w:rsidR="00EC49D1">
        <w:rPr>
          <w:noProof/>
        </w:rPr>
        <w:t xml:space="preserve"> </w:t>
      </w:r>
      <w:r w:rsidR="00A83EA7">
        <w:rPr>
          <w:noProof/>
        </w:rPr>
        <w:br/>
      </w:r>
      <w:r w:rsidR="00EC49D1">
        <w:rPr>
          <w:noProof/>
        </w:rPr>
        <w:t xml:space="preserve">об уполномоченной организации для </w:t>
      </w:r>
      <w:r w:rsidR="007840A4">
        <w:rPr>
          <w:noProof/>
          <w:lang w:val="ru-RU"/>
        </w:rPr>
        <w:t xml:space="preserve">внесения изменений </w:t>
      </w:r>
      <w:r w:rsidR="00EA4094">
        <w:rPr>
          <w:noProof/>
          <w:lang w:val="ru-RU"/>
        </w:rPr>
        <w:br/>
      </w:r>
      <w:r w:rsidR="00EC49D1">
        <w:rPr>
          <w:noProof/>
        </w:rPr>
        <w:t xml:space="preserve">в </w:t>
      </w:r>
      <w:r w:rsidR="007840A4">
        <w:rPr>
          <w:noProof/>
        </w:rPr>
        <w:t>един</w:t>
      </w:r>
      <w:r w:rsidR="007840A4">
        <w:rPr>
          <w:noProof/>
          <w:lang w:val="ru-RU"/>
        </w:rPr>
        <w:t>ый</w:t>
      </w:r>
      <w:r w:rsidR="007840A4">
        <w:rPr>
          <w:noProof/>
        </w:rPr>
        <w:t xml:space="preserve"> </w:t>
      </w:r>
      <w:r w:rsidR="00EC49D1">
        <w:rPr>
          <w:noProof/>
        </w:rPr>
        <w:t>реестр.</w:t>
      </w:r>
    </w:p>
    <w:p w:rsidR="007840A4" w:rsidRDefault="001C183C" w:rsidP="007840A4">
      <w:pPr>
        <w:pStyle w:val="aff"/>
      </w:pPr>
      <w:bookmarkStart w:id="51" w:name="_Toc369271044"/>
      <w:r w:rsidRPr="001C183C">
        <w:rPr>
          <w:noProof/>
        </w:rPr>
        <w:t>35</w:t>
      </w:r>
      <w:r w:rsidRPr="001C183C">
        <w:t>.</w:t>
      </w:r>
      <w:r w:rsidR="00C23E21">
        <w:t> </w:t>
      </w:r>
      <w:proofErr w:type="gramStart"/>
      <w:r w:rsidR="00125472">
        <w:rPr>
          <w:lang w:val="ru-RU"/>
        </w:rPr>
        <w:t xml:space="preserve">При поступлении в Комиссию </w:t>
      </w:r>
      <w:r w:rsidR="007840A4">
        <w:rPr>
          <w:noProof/>
        </w:rPr>
        <w:t xml:space="preserve">сведений для </w:t>
      </w:r>
      <w:r w:rsidR="007840A4">
        <w:rPr>
          <w:noProof/>
          <w:lang w:val="ru-RU"/>
        </w:rPr>
        <w:t xml:space="preserve">внесения </w:t>
      </w:r>
      <w:r w:rsidR="007840A4">
        <w:rPr>
          <w:noProof/>
        </w:rPr>
        <w:t>изменени</w:t>
      </w:r>
      <w:r w:rsidR="007840A4">
        <w:rPr>
          <w:noProof/>
          <w:lang w:val="ru-RU"/>
        </w:rPr>
        <w:t>й</w:t>
      </w:r>
      <w:r w:rsidR="007840A4">
        <w:rPr>
          <w:noProof/>
        </w:rPr>
        <w:t xml:space="preserve"> в един</w:t>
      </w:r>
      <w:r w:rsidR="007840A4">
        <w:rPr>
          <w:noProof/>
          <w:lang w:val="ru-RU"/>
        </w:rPr>
        <w:t>ый</w:t>
      </w:r>
      <w:r w:rsidR="007840A4">
        <w:rPr>
          <w:noProof/>
        </w:rPr>
        <w:t xml:space="preserve"> реестр</w:t>
      </w:r>
      <w:r w:rsidR="00125472" w:rsidRPr="00237586">
        <w:t xml:space="preserve"> </w:t>
      </w:r>
      <w:r w:rsidR="00125472">
        <w:rPr>
          <w:lang w:val="ru-RU"/>
        </w:rPr>
        <w:t>выполняется операция</w:t>
      </w:r>
      <w:r w:rsidR="00EC49D1">
        <w:rPr>
          <w:noProof/>
        </w:rPr>
        <w:t xml:space="preserve"> «Прием и обработка сведений для </w:t>
      </w:r>
      <w:r w:rsidR="007840A4">
        <w:rPr>
          <w:noProof/>
          <w:lang w:val="ru-RU"/>
        </w:rPr>
        <w:t xml:space="preserve">внесения </w:t>
      </w:r>
      <w:r w:rsidR="007840A4">
        <w:rPr>
          <w:noProof/>
        </w:rPr>
        <w:t>изменени</w:t>
      </w:r>
      <w:r w:rsidR="007840A4">
        <w:rPr>
          <w:noProof/>
          <w:lang w:val="ru-RU"/>
        </w:rPr>
        <w:t>й</w:t>
      </w:r>
      <w:r w:rsidR="007840A4">
        <w:rPr>
          <w:noProof/>
        </w:rPr>
        <w:t xml:space="preserve"> </w:t>
      </w:r>
      <w:r w:rsidR="00EC49D1">
        <w:rPr>
          <w:noProof/>
        </w:rPr>
        <w:t xml:space="preserve">в </w:t>
      </w:r>
      <w:r w:rsidR="007840A4">
        <w:rPr>
          <w:noProof/>
        </w:rPr>
        <w:t>един</w:t>
      </w:r>
      <w:r w:rsidR="007840A4">
        <w:rPr>
          <w:noProof/>
          <w:lang w:val="ru-RU"/>
        </w:rPr>
        <w:t>ый</w:t>
      </w:r>
      <w:r w:rsidR="007840A4">
        <w:rPr>
          <w:noProof/>
        </w:rPr>
        <w:t xml:space="preserve"> </w:t>
      </w:r>
      <w:r w:rsidR="00EC49D1">
        <w:rPr>
          <w:noProof/>
        </w:rPr>
        <w:t xml:space="preserve">реестр» </w:t>
      </w:r>
      <w:r w:rsidR="00EC49D1">
        <w:rPr>
          <w:noProof/>
        </w:rPr>
        <w:lastRenderedPageBreak/>
        <w:t>(P.MM.07.OPR.006)</w:t>
      </w:r>
      <w:r w:rsidR="00125472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Комиссия получает </w:t>
      </w:r>
      <w:r w:rsidR="00125472">
        <w:rPr>
          <w:lang w:val="ru-RU"/>
        </w:rPr>
        <w:t>указанные сведения</w:t>
      </w:r>
      <w:r w:rsidR="007840A4">
        <w:rPr>
          <w:noProof/>
          <w:lang w:val="ru-RU"/>
        </w:rPr>
        <w:t xml:space="preserve">, </w:t>
      </w:r>
      <w:r w:rsidR="00DD25AF">
        <w:rPr>
          <w:lang w:val="ru-RU"/>
        </w:rPr>
        <w:t>осуществляет</w:t>
      </w:r>
      <w:r w:rsidR="007840A4" w:rsidRPr="00105ECE">
        <w:t xml:space="preserve"> </w:t>
      </w:r>
      <w:r w:rsidR="007840A4">
        <w:rPr>
          <w:lang w:val="ru-RU"/>
        </w:rPr>
        <w:t xml:space="preserve">их </w:t>
      </w:r>
      <w:r w:rsidR="007840A4" w:rsidRPr="00105ECE">
        <w:t>обработк</w:t>
      </w:r>
      <w:r w:rsidR="007840A4">
        <w:rPr>
          <w:lang w:val="ru-RU"/>
        </w:rPr>
        <w:t>у и направляет</w:t>
      </w:r>
      <w:r w:rsidR="007840A4" w:rsidRPr="00105ECE">
        <w:t xml:space="preserve"> </w:t>
      </w:r>
      <w:r w:rsidR="007840A4">
        <w:rPr>
          <w:lang w:val="ru-RU"/>
        </w:rPr>
        <w:t>в</w:t>
      </w:r>
      <w:r w:rsidR="007840A4" w:rsidRPr="00105ECE">
        <w:t xml:space="preserve"> уполномоченный орган</w:t>
      </w:r>
      <w:r w:rsidR="007840A4">
        <w:rPr>
          <w:lang w:val="ru-RU"/>
        </w:rPr>
        <w:t xml:space="preserve"> государства-члена</w:t>
      </w:r>
      <w:r w:rsidR="007840A4" w:rsidRPr="00105ECE" w:rsidDel="00237586">
        <w:t xml:space="preserve"> </w:t>
      </w:r>
      <w:r w:rsidR="007840A4" w:rsidRPr="00105ECE">
        <w:t xml:space="preserve">уведомление о результатах обработки </w:t>
      </w:r>
      <w:r w:rsidR="007840A4">
        <w:rPr>
          <w:lang w:val="ru-RU"/>
        </w:rPr>
        <w:t>представленных</w:t>
      </w:r>
      <w:r w:rsidR="007840A4" w:rsidRPr="00105ECE">
        <w:t xml:space="preserve"> сведений</w:t>
      </w:r>
      <w:r w:rsidR="007840A4">
        <w:rPr>
          <w:noProof/>
        </w:rPr>
        <w:t>.</w:t>
      </w:r>
      <w:proofErr w:type="gramEnd"/>
    </w:p>
    <w:p w:rsidR="00EC49D1" w:rsidRDefault="001C183C" w:rsidP="001C183C">
      <w:pPr>
        <w:pStyle w:val="aff"/>
      </w:pPr>
      <w:r w:rsidRPr="001C183C">
        <w:rPr>
          <w:noProof/>
        </w:rPr>
        <w:t>36</w:t>
      </w:r>
      <w:r w:rsidRPr="001C183C">
        <w:t>.</w:t>
      </w:r>
      <w:r w:rsidR="00C23E21">
        <w:t> </w:t>
      </w:r>
      <w:r w:rsidR="00125472">
        <w:rPr>
          <w:lang w:val="ru-RU"/>
        </w:rPr>
        <w:t>При поступлении в уполномоченный орган государства-члена уведомления</w:t>
      </w:r>
      <w:r w:rsidR="00125472" w:rsidRPr="00C97482">
        <w:rPr>
          <w:lang w:val="ru-RU"/>
        </w:rPr>
        <w:t xml:space="preserve"> о результатах обработки сведений</w:t>
      </w:r>
      <w:r w:rsidR="00125472">
        <w:rPr>
          <w:lang w:val="ru-RU"/>
        </w:rPr>
        <w:t xml:space="preserve"> выполняется </w:t>
      </w:r>
      <w:r w:rsidR="00125472" w:rsidRPr="00105ECE">
        <w:t>операци</w:t>
      </w:r>
      <w:r w:rsidR="00125472">
        <w:rPr>
          <w:lang w:val="ru-RU"/>
        </w:rPr>
        <w:t>я</w:t>
      </w:r>
      <w:r w:rsidR="00125472">
        <w:rPr>
          <w:noProof/>
          <w:lang w:val="ru-RU"/>
        </w:rPr>
        <w:t xml:space="preserve"> </w:t>
      </w:r>
      <w:r w:rsidR="00EC49D1">
        <w:rPr>
          <w:noProof/>
        </w:rPr>
        <w:t xml:space="preserve">«Получение уведомления о результатах изменения </w:t>
      </w:r>
      <w:r w:rsidR="007840A4">
        <w:rPr>
          <w:noProof/>
          <w:lang w:val="ru-RU"/>
        </w:rPr>
        <w:t xml:space="preserve">сведений </w:t>
      </w:r>
      <w:r w:rsidR="00EC49D1">
        <w:rPr>
          <w:noProof/>
        </w:rPr>
        <w:t>в едином реестре» (P.MM.07.OPR.007)</w:t>
      </w:r>
      <w:r w:rsidR="00125472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уполномоченный орган государства-члена, направивший сведения, получает уведомление о результатах изменения сведений в едином реестре.</w:t>
      </w:r>
    </w:p>
    <w:p w:rsidR="00EC49D1" w:rsidRDefault="001C183C" w:rsidP="001C183C">
      <w:pPr>
        <w:pStyle w:val="aff"/>
      </w:pPr>
      <w:r w:rsidRPr="001C183C">
        <w:rPr>
          <w:noProof/>
        </w:rPr>
        <w:t>37</w:t>
      </w:r>
      <w:r w:rsidRPr="001C183C">
        <w:t>.</w:t>
      </w:r>
      <w:r w:rsidR="008D6E04" w:rsidRPr="00105ECE">
        <w:t xml:space="preserve"> В </w:t>
      </w:r>
      <w:r w:rsidR="008D6E04">
        <w:rPr>
          <w:lang w:val="ru-RU"/>
        </w:rPr>
        <w:t>случае выполнения операции</w:t>
      </w:r>
      <w:r w:rsidR="008D6E04">
        <w:rPr>
          <w:noProof/>
        </w:rPr>
        <w:t xml:space="preserve"> «Прием и обработка сведений для </w:t>
      </w:r>
      <w:r w:rsidR="007840A4">
        <w:rPr>
          <w:noProof/>
          <w:lang w:val="ru-RU"/>
        </w:rPr>
        <w:t xml:space="preserve">внесения </w:t>
      </w:r>
      <w:r w:rsidR="007840A4">
        <w:rPr>
          <w:noProof/>
        </w:rPr>
        <w:t>изменени</w:t>
      </w:r>
      <w:r w:rsidR="007840A4">
        <w:rPr>
          <w:noProof/>
          <w:lang w:val="ru-RU"/>
        </w:rPr>
        <w:t>й</w:t>
      </w:r>
      <w:r w:rsidR="007840A4">
        <w:rPr>
          <w:noProof/>
        </w:rPr>
        <w:t xml:space="preserve"> </w:t>
      </w:r>
      <w:r w:rsidR="008D6E04">
        <w:rPr>
          <w:noProof/>
        </w:rPr>
        <w:t xml:space="preserve">в </w:t>
      </w:r>
      <w:r w:rsidR="007840A4">
        <w:rPr>
          <w:noProof/>
        </w:rPr>
        <w:t>един</w:t>
      </w:r>
      <w:r w:rsidR="007840A4">
        <w:rPr>
          <w:noProof/>
          <w:lang w:val="ru-RU"/>
        </w:rPr>
        <w:t>ый</w:t>
      </w:r>
      <w:r w:rsidR="007840A4">
        <w:rPr>
          <w:noProof/>
        </w:rPr>
        <w:t xml:space="preserve"> </w:t>
      </w:r>
      <w:r w:rsidR="008D6E04">
        <w:rPr>
          <w:noProof/>
        </w:rPr>
        <w:t>реестр» (P.MM.07.OPR.006)</w:t>
      </w:r>
      <w:r w:rsidR="008D6E04">
        <w:rPr>
          <w:noProof/>
          <w:lang w:val="ru-RU"/>
        </w:rPr>
        <w:t xml:space="preserve"> выполняется о</w:t>
      </w:r>
      <w:r w:rsidR="00EC49D1">
        <w:rPr>
          <w:noProof/>
        </w:rPr>
        <w:t>перация «</w:t>
      </w:r>
      <w:r w:rsidR="008D6E04">
        <w:rPr>
          <w:noProof/>
          <w:lang w:val="ru-RU"/>
        </w:rPr>
        <w:t>Опу</w:t>
      </w:r>
      <w:r w:rsidR="00EC49D1">
        <w:rPr>
          <w:noProof/>
        </w:rPr>
        <w:t>блик</w:t>
      </w:r>
      <w:r w:rsidR="008D6E04">
        <w:rPr>
          <w:noProof/>
          <w:lang w:val="ru-RU"/>
        </w:rPr>
        <w:t>ование</w:t>
      </w:r>
      <w:r w:rsidR="00EC49D1">
        <w:rPr>
          <w:noProof/>
        </w:rPr>
        <w:t xml:space="preserve"> единого реестра после изменения сведений» (P.MM.07.OPR.008)</w:t>
      </w:r>
      <w:r w:rsidR="008D6E04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на информационном портале Союза </w:t>
      </w:r>
      <w:r w:rsidR="007840A4">
        <w:rPr>
          <w:noProof/>
          <w:lang w:val="ru-RU"/>
        </w:rPr>
        <w:t>публикуется единый реестр, содержащий</w:t>
      </w:r>
      <w:r w:rsidR="007840A4">
        <w:rPr>
          <w:noProof/>
        </w:rPr>
        <w:t xml:space="preserve"> </w:t>
      </w:r>
      <w:r w:rsidR="00EC49D1">
        <w:rPr>
          <w:noProof/>
        </w:rPr>
        <w:t xml:space="preserve">полученные от уполномоченного органа государства-члена сведения </w:t>
      </w:r>
      <w:r w:rsidR="007840A4">
        <w:rPr>
          <w:noProof/>
          <w:lang w:val="ru-RU"/>
        </w:rPr>
        <w:t>для внесения изменений в единый реестр</w:t>
      </w:r>
      <w:r w:rsidR="00EC49D1">
        <w:rPr>
          <w:noProof/>
        </w:rPr>
        <w:t>.</w:t>
      </w:r>
    </w:p>
    <w:p w:rsidR="0020517E" w:rsidRPr="00EE62B0" w:rsidRDefault="001C183C" w:rsidP="001C183C">
      <w:pPr>
        <w:pStyle w:val="aff"/>
      </w:pPr>
      <w:r>
        <w:rPr>
          <w:noProof/>
        </w:rPr>
        <w:t>38</w:t>
      </w:r>
      <w:r w:rsidRPr="00DA496B">
        <w:rPr>
          <w:lang w:val="ru-RU"/>
        </w:rPr>
        <w:t>.</w:t>
      </w:r>
      <w:r w:rsidR="00C23E21" w:rsidRPr="00C23E21">
        <w:rPr>
          <w:lang w:val="en-US"/>
        </w:rPr>
        <w:t> </w:t>
      </w:r>
      <w:r w:rsidR="007840A4" w:rsidRPr="00EE62B0">
        <w:t>Результат</w:t>
      </w:r>
      <w:r w:rsidR="007840A4">
        <w:rPr>
          <w:lang w:val="ru-RU"/>
        </w:rPr>
        <w:t>ами</w:t>
      </w:r>
      <w:r w:rsidR="007840A4" w:rsidRPr="00EE62B0">
        <w:t xml:space="preserve">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2B20E2" w:rsidRPr="00EE62B0">
        <w:t>процедуры</w:t>
      </w:r>
      <w:r w:rsidR="00B311B5" w:rsidRPr="00EE62B0">
        <w:t xml:space="preserve"> «Изменение сведений</w:t>
      </w:r>
      <w:r w:rsidR="00A83EA7">
        <w:rPr>
          <w:lang w:val="ru-RU"/>
        </w:rPr>
        <w:t>, содержащихся</w:t>
      </w:r>
      <w:r w:rsidR="00B311B5" w:rsidRPr="00EE62B0">
        <w:t xml:space="preserve"> в едином реестре» (P.MM.07.PRC.002)</w:t>
      </w:r>
      <w:r w:rsidR="002B20E2" w:rsidRPr="00EE62B0">
        <w:t xml:space="preserve"> </w:t>
      </w:r>
      <w:r w:rsidR="00A83EA7">
        <w:rPr>
          <w:lang w:val="ru-RU"/>
        </w:rPr>
        <w:t>являются</w:t>
      </w:r>
      <w:r w:rsidR="007840A4" w:rsidRPr="00EE62B0">
        <w:t xml:space="preserve"> обновлен</w:t>
      </w:r>
      <w:r w:rsidR="007840A4">
        <w:rPr>
          <w:lang w:val="ru-RU"/>
        </w:rPr>
        <w:t xml:space="preserve">ие </w:t>
      </w:r>
      <w:r w:rsidR="008D6E04">
        <w:rPr>
          <w:lang w:val="ru-RU"/>
        </w:rPr>
        <w:t>и опубликование сведений</w:t>
      </w:r>
      <w:r w:rsidR="007840A4">
        <w:rPr>
          <w:lang w:val="ru-RU"/>
        </w:rPr>
        <w:t>, содержащихся в</w:t>
      </w:r>
      <w:r w:rsidR="008D6E04">
        <w:rPr>
          <w:lang w:val="ru-RU"/>
        </w:rPr>
        <w:t xml:space="preserve"> </w:t>
      </w:r>
      <w:r w:rsidR="007840A4">
        <w:rPr>
          <w:lang w:val="ru-RU"/>
        </w:rPr>
        <w:t>едином реестре</w:t>
      </w:r>
      <w:r w:rsidR="0020517E" w:rsidRPr="00EE62B0">
        <w:t xml:space="preserve">. При этом опубликованию подлежат только актуальные на текущую дату сведения </w:t>
      </w:r>
      <w:r w:rsidR="007840A4">
        <w:rPr>
          <w:lang w:val="ru-RU"/>
        </w:rPr>
        <w:t xml:space="preserve">из </w:t>
      </w:r>
      <w:r w:rsidR="0020517E" w:rsidRPr="00EE62B0">
        <w:t>единого реестра</w:t>
      </w:r>
      <w:r w:rsidR="004E665C" w:rsidRPr="00EE62B0">
        <w:t>.</w:t>
      </w:r>
    </w:p>
    <w:p w:rsidR="00551F62" w:rsidRDefault="005442D9" w:rsidP="005442D9">
      <w:pPr>
        <w:pStyle w:val="aff"/>
      </w:pPr>
      <w:r>
        <w:rPr>
          <w:noProof/>
        </w:rPr>
        <w:t>39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551F62" w:rsidRPr="00EE62B0">
        <w:t>Перечень операций</w:t>
      </w:r>
      <w:r w:rsidR="00307C38">
        <w:rPr>
          <w:lang w:val="ru-RU"/>
        </w:rPr>
        <w:t xml:space="preserve"> общего процесса</w:t>
      </w:r>
      <w:r w:rsidR="00551F62" w:rsidRPr="00EE62B0">
        <w:t xml:space="preserve">, </w:t>
      </w:r>
      <w:r w:rsidR="00307C38">
        <w:rPr>
          <w:lang w:val="ru-RU"/>
        </w:rPr>
        <w:t>выполн</w:t>
      </w:r>
      <w:r w:rsidR="00875D46">
        <w:rPr>
          <w:lang w:val="ru-RU"/>
        </w:rPr>
        <w:t xml:space="preserve">яемых </w:t>
      </w:r>
      <w:r w:rsidR="00307C38">
        <w:rPr>
          <w:lang w:val="ru-RU"/>
        </w:rPr>
        <w:t>в рамках</w:t>
      </w:r>
      <w:r w:rsidR="00221902" w:rsidRPr="00EE62B0">
        <w:t xml:space="preserve"> </w:t>
      </w:r>
      <w:r w:rsidR="0092758D" w:rsidRPr="00EE62B0">
        <w:t xml:space="preserve">процедуры </w:t>
      </w:r>
      <w:r w:rsidR="009B7FF7" w:rsidRPr="00EE62B0">
        <w:t>«</w:t>
      </w:r>
      <w:r w:rsidR="00D00445" w:rsidRPr="00EE62B0">
        <w:t>Изменение сведений</w:t>
      </w:r>
      <w:r w:rsidR="007840A4">
        <w:rPr>
          <w:lang w:val="ru-RU"/>
        </w:rPr>
        <w:t>, содержащихся</w:t>
      </w:r>
      <w:r w:rsidR="00D00445" w:rsidRPr="00EE62B0">
        <w:t xml:space="preserve"> в едином реестре</w:t>
      </w:r>
      <w:r w:rsidR="009B7FF7" w:rsidRPr="00EE62B0">
        <w:t>»</w:t>
      </w:r>
      <w:r w:rsidR="00D00445" w:rsidRPr="00EE62B0">
        <w:t xml:space="preserve"> (P.MM.07.PRC.002</w:t>
      </w:r>
      <w:r w:rsidR="00995942" w:rsidRPr="00EE62B0">
        <w:t>)</w:t>
      </w:r>
      <w:r w:rsidR="00551F62" w:rsidRPr="00EE62B0">
        <w:t xml:space="preserve">, </w:t>
      </w:r>
      <w:r w:rsidR="00D02238">
        <w:rPr>
          <w:lang w:val="ru-RU"/>
        </w:rPr>
        <w:t>приведен</w:t>
      </w:r>
      <w:r w:rsidR="00551F62" w:rsidRPr="00EE62B0">
        <w:t xml:space="preserve"> в</w:t>
      </w:r>
      <w:r w:rsidR="00436FCA" w:rsidRPr="00EE62B0">
        <w:t xml:space="preserve"> </w:t>
      </w:r>
      <w:r w:rsidR="000B69FD" w:rsidRPr="00EE62B0">
        <w:t>табл</w:t>
      </w:r>
      <w:r w:rsidR="00221902">
        <w:rPr>
          <w:lang w:val="ru-RU"/>
        </w:rPr>
        <w:t>ице</w:t>
      </w:r>
      <w:r w:rsidR="00221902" w:rsidRPr="00EE62B0">
        <w:t> </w:t>
      </w:r>
      <w:r w:rsidR="00702F17">
        <w:rPr>
          <w:noProof/>
        </w:rPr>
        <w:t>11</w:t>
      </w:r>
      <w:r w:rsidR="00551F62" w:rsidRPr="00EE62B0">
        <w:t>.</w:t>
      </w:r>
    </w:p>
    <w:p w:rsidR="00221902" w:rsidRPr="00EE62B0" w:rsidRDefault="00221902" w:rsidP="005148D2">
      <w:pPr>
        <w:pStyle w:val="aff4"/>
      </w:pPr>
      <w:r w:rsidRPr="00EE62B0">
        <w:lastRenderedPageBreak/>
        <w:t>Табл</w:t>
      </w:r>
      <w:r>
        <w:rPr>
          <w:lang w:val="ru-RU"/>
        </w:rPr>
        <w:t>ица</w:t>
      </w:r>
      <w:r w:rsidRPr="001353E7">
        <w:rPr>
          <w:lang w:val="en-US"/>
        </w:rPr>
        <w:t> </w:t>
      </w:r>
      <w:r w:rsidR="00702F17">
        <w:rPr>
          <w:noProof/>
        </w:rPr>
        <w:t>11</w:t>
      </w:r>
    </w:p>
    <w:p w:rsidR="00241C50" w:rsidRDefault="00221902" w:rsidP="00857B8B">
      <w:pPr>
        <w:pStyle w:val="aff6"/>
        <w:keepLines/>
      </w:pPr>
      <w:r>
        <w:t>Перечень о</w:t>
      </w:r>
      <w:r w:rsidR="00241C50" w:rsidRPr="00EE62B0">
        <w:t>пераци</w:t>
      </w:r>
      <w:r>
        <w:t>й</w:t>
      </w:r>
      <w:r w:rsidR="00307C38">
        <w:t xml:space="preserve"> общего процесса</w:t>
      </w:r>
      <w:r>
        <w:t xml:space="preserve">, </w:t>
      </w:r>
      <w:r w:rsidR="000525CE">
        <w:t>выполня</w:t>
      </w:r>
      <w:r w:rsidR="00913D66">
        <w:t xml:space="preserve">емых </w:t>
      </w:r>
      <w:r w:rsidR="000525CE">
        <w:t xml:space="preserve">в рамках </w:t>
      </w:r>
      <w:r>
        <w:t>процедуры</w:t>
      </w:r>
      <w:r w:rsidR="00241C50" w:rsidRPr="009B2CBA">
        <w:t xml:space="preserve"> </w:t>
      </w:r>
      <w:r w:rsidR="00287FA4" w:rsidRPr="009B2CBA">
        <w:t>«</w:t>
      </w:r>
      <w:r w:rsidR="00157567" w:rsidRPr="009B2CBA">
        <w:t>Изменение сведений</w:t>
      </w:r>
      <w:r w:rsidR="007840A4">
        <w:t>, содержащихся</w:t>
      </w:r>
      <w:r w:rsidR="00157567" w:rsidRPr="009B2CBA">
        <w:t xml:space="preserve"> в едином реестре</w:t>
      </w:r>
      <w:r w:rsidR="00287FA4" w:rsidRPr="009B2CBA">
        <w:t>»</w:t>
      </w:r>
      <w:r w:rsidR="00157567" w:rsidRPr="009B2CBA">
        <w:t xml:space="preserve"> (P.MM.07.PRC.002)</w:t>
      </w:r>
    </w:p>
    <w:p w:rsidR="000525CE" w:rsidRPr="009B2CBA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04"/>
        <w:gridCol w:w="4014"/>
        <w:gridCol w:w="293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Наименование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P.MM.07.OPR.005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7840A4" w:rsidP="008452E7">
            <w:pPr>
              <w:pStyle w:val="ab"/>
              <w:keepLines/>
              <w:jc w:val="left"/>
              <w:rPr>
                <w:noProof/>
              </w:rPr>
            </w:pPr>
            <w:r>
              <w:rPr>
                <w:noProof/>
              </w:rPr>
              <w:t>п</w:t>
            </w:r>
            <w:r w:rsidRPr="007840A4">
              <w:rPr>
                <w:noProof/>
              </w:rPr>
              <w:t>редставление сведений для внесения изменений в единый реестр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12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P.MM.07.OPR.006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7840A4" w:rsidP="008452E7">
            <w:pPr>
              <w:pStyle w:val="ab"/>
              <w:keepLines/>
              <w:jc w:val="left"/>
              <w:rPr>
                <w:noProof/>
              </w:rPr>
            </w:pPr>
            <w:r>
              <w:rPr>
                <w:noProof/>
              </w:rPr>
              <w:t>п</w:t>
            </w:r>
            <w:r w:rsidRPr="007840A4">
              <w:rPr>
                <w:noProof/>
              </w:rPr>
              <w:t>рием и обработка сведений для внесения изменений в единый реестр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13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P.MM.07.OPR.007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7840A4" w:rsidP="008452E7">
            <w:pPr>
              <w:pStyle w:val="ab"/>
              <w:keepLines/>
              <w:jc w:val="left"/>
              <w:rPr>
                <w:noProof/>
              </w:rPr>
            </w:pPr>
            <w:r>
              <w:rPr>
                <w:noProof/>
              </w:rPr>
              <w:t>п</w:t>
            </w:r>
            <w:r w:rsidRPr="007840A4">
              <w:rPr>
                <w:noProof/>
              </w:rPr>
              <w:t xml:space="preserve">олучение уведомления о результатах изменения сведений </w:t>
            </w:r>
            <w:r w:rsidR="00EA4094">
              <w:rPr>
                <w:noProof/>
              </w:rPr>
              <w:br/>
            </w:r>
            <w:r w:rsidRPr="007840A4">
              <w:rPr>
                <w:noProof/>
              </w:rPr>
              <w:t>в едином реестре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14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C868B5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  <w:lang w:val="en-US"/>
              </w:rPr>
              <w:t>P</w:t>
            </w:r>
            <w:r w:rsidRPr="00C868B5">
              <w:rPr>
                <w:noProof/>
              </w:rPr>
              <w:t>.</w:t>
            </w:r>
            <w:r w:rsidRPr="008452E7">
              <w:rPr>
                <w:noProof/>
                <w:lang w:val="en-US"/>
              </w:rPr>
              <w:t>MM</w:t>
            </w:r>
            <w:r w:rsidRPr="00C868B5">
              <w:rPr>
                <w:noProof/>
              </w:rPr>
              <w:t>.07.</w:t>
            </w:r>
            <w:r w:rsidRPr="008452E7">
              <w:rPr>
                <w:noProof/>
                <w:lang w:val="en-US"/>
              </w:rPr>
              <w:t>OPR</w:t>
            </w:r>
            <w:r w:rsidRPr="00C868B5">
              <w:rPr>
                <w:noProof/>
              </w:rPr>
              <w:t>.008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опубликование единого реестра после изменения сведений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15 настоящих Правил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12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7840A4">
        <w:rPr>
          <w:noProof/>
        </w:rPr>
        <w:t>П</w:t>
      </w:r>
      <w:r w:rsidR="007840A4" w:rsidRPr="007840A4">
        <w:rPr>
          <w:noProof/>
        </w:rPr>
        <w:t>редставление сведений для внесения изменений в единый реестр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.005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P.MM.07.OPR.005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7840A4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п</w:t>
            </w:r>
            <w:r w:rsidRPr="007840A4">
              <w:rPr>
                <w:noProof/>
              </w:rPr>
              <w:t xml:space="preserve">редставление сведений для внесения изменений </w:t>
            </w:r>
            <w:r w:rsidR="00EA4094">
              <w:rPr>
                <w:noProof/>
              </w:rPr>
              <w:br/>
            </w:r>
            <w:r w:rsidRPr="007840A4">
              <w:rPr>
                <w:noProof/>
              </w:rPr>
              <w:t>в единый реестр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C868B5" w:rsidRDefault="003B0214" w:rsidP="008452E7">
            <w:pPr>
              <w:pStyle w:val="ab"/>
              <w:jc w:val="left"/>
              <w:rPr>
                <w:noProof/>
              </w:rPr>
            </w:pPr>
            <w:r w:rsidRPr="00C868B5">
              <w:rPr>
                <w:noProof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8452E7">
            <w:pPr>
              <w:pStyle w:val="ab"/>
              <w:jc w:val="left"/>
            </w:pPr>
            <w:r w:rsidRPr="00DA496B">
              <w:rPr>
                <w:noProof/>
              </w:rPr>
              <w:t>выполняется при изменении сведений об уполномоченной организации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7840A4" w:rsidP="007840A4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B3061D" w:rsidRPr="00DA496B">
              <w:rPr>
                <w:noProof/>
              </w:rPr>
              <w:t xml:space="preserve">и </w:t>
            </w:r>
            <w:r w:rsidRPr="00DA496B">
              <w:rPr>
                <w:noProof/>
              </w:rPr>
              <w:t xml:space="preserve">структура </w:t>
            </w:r>
            <w:r w:rsidR="00B3061D"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7840A4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формирует измененные сведения об уполномоченной организации и направляет их 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 xml:space="preserve">в Комиссию в соответствии с </w:t>
            </w:r>
            <w:r w:rsidR="0065007D">
              <w:rPr>
                <w:noProof/>
              </w:rPr>
              <w:t>Р</w:t>
            </w:r>
            <w:r w:rsidRPr="00DA496B">
              <w:rPr>
                <w:noProof/>
              </w:rPr>
              <w:t xml:space="preserve">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7840A4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сведения </w:t>
            </w:r>
            <w:r w:rsidR="007840A4" w:rsidRPr="007840A4">
              <w:rPr>
                <w:noProof/>
              </w:rPr>
              <w:t>для внесения изменений в единый реестр</w:t>
            </w:r>
            <w:r w:rsidR="007840A4">
              <w:rPr>
                <w:noProof/>
              </w:rPr>
              <w:t xml:space="preserve"> переданы в Комиссию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13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Прием и обработка сведений для </w:t>
      </w:r>
      <w:r w:rsidR="007840A4">
        <w:t xml:space="preserve">внесения </w:t>
      </w:r>
      <w:r w:rsidR="007840A4" w:rsidRPr="00DA496B">
        <w:t>изменени</w:t>
      </w:r>
      <w:r w:rsidR="007840A4">
        <w:t xml:space="preserve">й </w:t>
      </w:r>
      <w:r w:rsidR="009E42E5" w:rsidRPr="00DA496B">
        <w:t xml:space="preserve">в </w:t>
      </w:r>
      <w:r w:rsidR="007840A4" w:rsidRPr="00DA496B">
        <w:t>един</w:t>
      </w:r>
      <w:r w:rsidR="007840A4">
        <w:t>ый</w:t>
      </w:r>
      <w:r w:rsidR="007840A4" w:rsidRPr="00DA496B">
        <w:t xml:space="preserve"> </w:t>
      </w:r>
      <w:r w:rsidR="009E42E5" w:rsidRPr="00DA496B">
        <w:t>реестр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.006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P.MM.07.OPR.006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7840A4" w:rsidP="008452E7">
            <w:pPr>
              <w:pStyle w:val="ab"/>
              <w:jc w:val="left"/>
              <w:rPr>
                <w:noProof/>
              </w:rPr>
            </w:pPr>
            <w:r>
              <w:t>п</w:t>
            </w:r>
            <w:r w:rsidRPr="00DA496B">
              <w:t xml:space="preserve">рием и обработка сведений для </w:t>
            </w:r>
            <w:r>
              <w:t xml:space="preserve">внесения </w:t>
            </w:r>
            <w:r w:rsidRPr="00DA496B">
              <w:t>изменени</w:t>
            </w:r>
            <w:r>
              <w:t xml:space="preserve">й </w:t>
            </w:r>
            <w:r w:rsidRPr="00DA496B">
              <w:t>в един</w:t>
            </w:r>
            <w:r>
              <w:t>ый</w:t>
            </w:r>
            <w:r w:rsidRPr="00DA496B">
              <w:t xml:space="preserve"> реестр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Комиссия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7840A4" w:rsidP="007840A4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в</w:t>
            </w:r>
            <w:r w:rsidRPr="00DA496B">
              <w:rPr>
                <w:noProof/>
              </w:rPr>
              <w:t>ыполняется</w:t>
            </w:r>
            <w:r>
              <w:rPr>
                <w:noProof/>
              </w:rPr>
              <w:t xml:space="preserve"> при поступлении сведений для внесения изменений в единый реестр (</w:t>
            </w:r>
            <w:r w:rsidR="00895C85" w:rsidRPr="00DA496B">
              <w:rPr>
                <w:noProof/>
              </w:rPr>
              <w:t>операци</w:t>
            </w:r>
            <w:r>
              <w:rPr>
                <w:noProof/>
              </w:rPr>
              <w:t>я</w:t>
            </w:r>
            <w:r w:rsidR="00895C85" w:rsidRPr="00DA496B">
              <w:rPr>
                <w:noProof/>
              </w:rPr>
              <w:t xml:space="preserve"> </w:t>
            </w:r>
            <w:r w:rsidRPr="00DA496B">
              <w:t>«</w:t>
            </w:r>
            <w:r>
              <w:rPr>
                <w:noProof/>
              </w:rPr>
              <w:t>П</w:t>
            </w:r>
            <w:r w:rsidRPr="007840A4">
              <w:rPr>
                <w:noProof/>
              </w:rPr>
              <w:t xml:space="preserve">редставление сведений для внесения изменений </w:t>
            </w:r>
            <w:r w:rsidR="00EA4094">
              <w:rPr>
                <w:noProof/>
              </w:rPr>
              <w:br/>
            </w:r>
            <w:r w:rsidRPr="007840A4">
              <w:rPr>
                <w:noProof/>
              </w:rPr>
              <w:t>в единый реестр</w:t>
            </w:r>
            <w:r w:rsidRPr="00DA496B">
              <w:t>» (</w:t>
            </w:r>
            <w:r w:rsidRPr="00E736A4">
              <w:rPr>
                <w:lang w:val="en-US"/>
              </w:rPr>
              <w:t>P</w:t>
            </w:r>
            <w:r w:rsidRPr="00DA496B">
              <w:t>.</w:t>
            </w:r>
            <w:r w:rsidRPr="00E736A4">
              <w:rPr>
                <w:lang w:val="en-US"/>
              </w:rPr>
              <w:t>MM</w:t>
            </w:r>
            <w:r w:rsidRPr="00DA496B">
              <w:t>.07.</w:t>
            </w:r>
            <w:r w:rsidRPr="00E736A4">
              <w:rPr>
                <w:lang w:val="en-US"/>
              </w:rPr>
              <w:t>OPR</w:t>
            </w:r>
            <w:r w:rsidRPr="00DA496B">
              <w:t>.005)</w:t>
            </w:r>
            <w: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7840A4" w:rsidP="007840A4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B3061D" w:rsidRPr="00DA496B">
              <w:rPr>
                <w:noProof/>
              </w:rPr>
              <w:t xml:space="preserve">и </w:t>
            </w:r>
            <w:r w:rsidRPr="00DA496B">
              <w:rPr>
                <w:noProof/>
              </w:rPr>
              <w:t xml:space="preserve">структура </w:t>
            </w:r>
            <w:r w:rsidR="00B3061D"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исполнитель принимает сведения</w:t>
            </w:r>
            <w:r w:rsidR="007840A4">
              <w:rPr>
                <w:noProof/>
              </w:rPr>
              <w:t xml:space="preserve"> для внесения изменений</w:t>
            </w:r>
            <w:r w:rsidRPr="00DA496B">
              <w:rPr>
                <w:noProof/>
              </w:rPr>
              <w:t xml:space="preserve"> </w:t>
            </w:r>
            <w:r w:rsidR="007840A4">
              <w:rPr>
                <w:noProof/>
              </w:rPr>
              <w:t xml:space="preserve">в единый реестр </w:t>
            </w:r>
            <w:r w:rsidRPr="00DA496B">
              <w:rPr>
                <w:noProof/>
              </w:rPr>
              <w:t xml:space="preserve">и проверяет их 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 xml:space="preserve">в соответствии с </w:t>
            </w:r>
            <w:r w:rsidR="0065007D">
              <w:rPr>
                <w:noProof/>
              </w:rPr>
              <w:t>Р</w:t>
            </w:r>
            <w:r w:rsidRPr="00DA496B">
              <w:rPr>
                <w:noProof/>
              </w:rPr>
              <w:t>егламентом информационного взаимодействия.</w:t>
            </w:r>
          </w:p>
          <w:p w:rsidR="00DD25AF" w:rsidRDefault="00B3061D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В случае успешного </w:t>
            </w:r>
            <w:r w:rsidR="007840A4">
              <w:rPr>
                <w:noProof/>
              </w:rPr>
              <w:t>выполнения</w:t>
            </w:r>
            <w:r w:rsidR="007840A4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 xml:space="preserve">проверки </w:t>
            </w:r>
            <w:r w:rsidR="007840A4">
              <w:rPr>
                <w:noProof/>
              </w:rPr>
              <w:t xml:space="preserve">ранее переданные сведения помечаются как неактуальные, указываются в истории изменений и перестают отображаться на информационном портале Союза. </w:t>
            </w:r>
          </w:p>
          <w:p w:rsidR="00B3061D" w:rsidRPr="00DA496B" w:rsidRDefault="00DD25AF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Измененные сведения включаются в единый реестр и публикуются на информационном портале Союза.</w:t>
            </w:r>
          </w:p>
          <w:p w:rsidR="00B3061D" w:rsidRPr="00DA496B" w:rsidRDefault="00B3061D" w:rsidP="00520C33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направляет в уполномоченный орган государства-члена уведомление с кодом результата обработки, соответствующим изменению сведений, 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 xml:space="preserve">в соответствии с </w:t>
            </w:r>
            <w:r w:rsidR="0065007D">
              <w:rPr>
                <w:noProof/>
              </w:rPr>
              <w:t>Р</w:t>
            </w:r>
            <w:r w:rsidRPr="00DA496B">
              <w:rPr>
                <w:noProof/>
              </w:rPr>
              <w:t xml:space="preserve">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единый реестр</w:t>
            </w:r>
            <w:r w:rsidR="00520C33">
              <w:rPr>
                <w:noProof/>
              </w:rPr>
              <w:t xml:space="preserve"> </w:t>
            </w:r>
            <w:r w:rsidR="00520C33" w:rsidRPr="00DA496B">
              <w:rPr>
                <w:noProof/>
              </w:rPr>
              <w:t>обновлен</w:t>
            </w:r>
            <w:r w:rsidRPr="00DA496B">
              <w:rPr>
                <w:noProof/>
              </w:rPr>
              <w:t xml:space="preserve">, уполномоченному органу государства-члена направлено уведомление </w:t>
            </w:r>
            <w:r w:rsidR="00EA4094">
              <w:rPr>
                <w:noProof/>
              </w:rPr>
              <w:t>о</w:t>
            </w:r>
            <w:r w:rsidR="00520C33">
              <w:rPr>
                <w:noProof/>
              </w:rPr>
              <w:t xml:space="preserve"> результатах изменения сведений в едином реестре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14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Получение уведомления о результатах изменения </w:t>
      </w:r>
      <w:r w:rsidR="00520C33">
        <w:t xml:space="preserve">сведений </w:t>
      </w:r>
      <w:r w:rsidR="009E42E5" w:rsidRPr="00DA496B">
        <w:t>в едином реестре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.007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P.MM.07.OPR.007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520C33" w:rsidP="008452E7">
            <w:pPr>
              <w:pStyle w:val="ab"/>
              <w:jc w:val="left"/>
              <w:rPr>
                <w:noProof/>
              </w:rPr>
            </w:pPr>
            <w:r>
              <w:t>п</w:t>
            </w:r>
            <w:r w:rsidRPr="00DA496B">
              <w:t xml:space="preserve">олучение уведомления о результатах изменения </w:t>
            </w:r>
            <w:r>
              <w:t xml:space="preserve">сведений </w:t>
            </w:r>
            <w:r w:rsidRPr="00DA496B">
              <w:t>в едином реестре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выполняется </w:t>
            </w:r>
            <w:r w:rsidR="00520C33">
              <w:rPr>
                <w:noProof/>
              </w:rPr>
              <w:t xml:space="preserve">при поступлении </w:t>
            </w:r>
            <w:r w:rsidR="00520C33" w:rsidRPr="00DA496B">
              <w:t xml:space="preserve">уведомления </w:t>
            </w:r>
            <w:r w:rsidR="00EA4094">
              <w:br/>
            </w:r>
            <w:r w:rsidR="00520C33" w:rsidRPr="00DA496B">
              <w:t xml:space="preserve">о результатах изменения </w:t>
            </w:r>
            <w:r w:rsidR="00520C33">
              <w:t xml:space="preserve">сведений </w:t>
            </w:r>
            <w:r w:rsidR="00520C33" w:rsidRPr="00DA496B">
              <w:t>в едином реестре</w:t>
            </w:r>
            <w:r w:rsidR="00520C33">
              <w:t xml:space="preserve"> (операция </w:t>
            </w:r>
            <w:r w:rsidR="00520C33" w:rsidRPr="00DA496B">
              <w:t xml:space="preserve">«Прием и обработка сведений для </w:t>
            </w:r>
            <w:r w:rsidR="00520C33">
              <w:t xml:space="preserve">внесения </w:t>
            </w:r>
            <w:r w:rsidR="00520C33" w:rsidRPr="00DA496B">
              <w:t>изменени</w:t>
            </w:r>
            <w:r w:rsidR="00520C33">
              <w:t xml:space="preserve">й </w:t>
            </w:r>
            <w:r w:rsidR="00520C33" w:rsidRPr="00DA496B">
              <w:t>в един</w:t>
            </w:r>
            <w:r w:rsidR="00520C33">
              <w:t>ый</w:t>
            </w:r>
            <w:r w:rsidR="00520C33" w:rsidRPr="00DA496B">
              <w:t xml:space="preserve"> реестр» (</w:t>
            </w:r>
            <w:r w:rsidR="00520C33" w:rsidRPr="00E736A4">
              <w:rPr>
                <w:lang w:val="en-US"/>
              </w:rPr>
              <w:t>P</w:t>
            </w:r>
            <w:r w:rsidR="00520C33" w:rsidRPr="00DA496B">
              <w:t>.</w:t>
            </w:r>
            <w:r w:rsidR="00520C33" w:rsidRPr="00E736A4">
              <w:rPr>
                <w:lang w:val="en-US"/>
              </w:rPr>
              <w:t>MM</w:t>
            </w:r>
            <w:r w:rsidR="00520C33" w:rsidRPr="00DA496B">
              <w:t>.07.</w:t>
            </w:r>
            <w:r w:rsidR="00520C33" w:rsidRPr="00E736A4">
              <w:rPr>
                <w:lang w:val="en-US"/>
              </w:rPr>
              <w:t>OPR</w:t>
            </w:r>
            <w:r w:rsidR="00520C33" w:rsidRPr="00DA496B">
              <w:t>.006)</w:t>
            </w:r>
            <w:r w:rsidR="00520C33"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520C33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520C33">
              <w:rPr>
                <w:noProof/>
              </w:rPr>
              <w:t xml:space="preserve">и </w:t>
            </w:r>
            <w:r w:rsidR="00520C33" w:rsidRPr="00DA496B">
              <w:rPr>
                <w:noProof/>
              </w:rPr>
              <w:t xml:space="preserve">структура </w:t>
            </w:r>
            <w:r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520C33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принимает уведомление </w:t>
            </w:r>
            <w:r w:rsidR="00520C33" w:rsidRPr="00DA496B">
              <w:t xml:space="preserve">о результатах изменения </w:t>
            </w:r>
            <w:r w:rsidR="00520C33">
              <w:t xml:space="preserve">сведений </w:t>
            </w:r>
            <w:r w:rsidR="00520C33" w:rsidRPr="00DA496B">
              <w:t>в едином реестре</w:t>
            </w:r>
            <w:r w:rsidR="00520C33">
              <w:t xml:space="preserve"> </w:t>
            </w:r>
            <w:r w:rsidRPr="00DA496B">
              <w:rPr>
                <w:noProof/>
              </w:rPr>
              <w:t xml:space="preserve">и проверяет его в соответствии с </w:t>
            </w:r>
            <w:r w:rsidR="0065007D">
              <w:rPr>
                <w:noProof/>
              </w:rPr>
              <w:t>Р</w:t>
            </w:r>
            <w:r w:rsidRPr="00DA496B">
              <w:rPr>
                <w:noProof/>
              </w:rPr>
              <w:t xml:space="preserve">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520C33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уведомление </w:t>
            </w:r>
            <w:r w:rsidR="00520C33" w:rsidRPr="00DA496B">
              <w:t xml:space="preserve">о результатах изменения </w:t>
            </w:r>
            <w:r w:rsidR="00520C33">
              <w:t xml:space="preserve">сведений </w:t>
            </w:r>
            <w:r w:rsidR="00EA4094">
              <w:br/>
            </w:r>
            <w:r w:rsidR="00520C33" w:rsidRPr="00DA496B">
              <w:t>в едином реестре</w:t>
            </w:r>
            <w:r w:rsidR="00520C33">
              <w:t xml:space="preserve"> </w:t>
            </w:r>
            <w:r w:rsidR="00520C33" w:rsidRPr="00DA496B">
              <w:rPr>
                <w:noProof/>
              </w:rPr>
              <w:t xml:space="preserve">получено 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15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Опубликование единого реестра </w:t>
      </w:r>
      <w:r w:rsidR="00520C33">
        <w:br/>
      </w:r>
      <w:r w:rsidR="009E42E5" w:rsidRPr="00DA496B">
        <w:t>после изменения сведений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.008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P.MM.07.OPR.008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опубликование единого реестра после изменения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Комиссия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выполняется после </w:t>
            </w:r>
            <w:r w:rsidR="00520C33">
              <w:rPr>
                <w:noProof/>
              </w:rPr>
              <w:t xml:space="preserve">внесения изменений в </w:t>
            </w:r>
            <w:r w:rsidR="002802B1">
              <w:rPr>
                <w:noProof/>
              </w:rPr>
              <w:t xml:space="preserve">единый реестр (операция </w:t>
            </w:r>
            <w:r w:rsidR="008703E7" w:rsidRPr="00DA496B">
              <w:t xml:space="preserve">«Прием и обработка сведений для </w:t>
            </w:r>
            <w:r w:rsidR="008703E7">
              <w:t xml:space="preserve">внесения </w:t>
            </w:r>
            <w:r w:rsidR="008703E7" w:rsidRPr="00DA496B">
              <w:t>изменени</w:t>
            </w:r>
            <w:r w:rsidR="008703E7">
              <w:t xml:space="preserve">й </w:t>
            </w:r>
            <w:r w:rsidR="008703E7" w:rsidRPr="00DA496B">
              <w:t>в един</w:t>
            </w:r>
            <w:r w:rsidR="008703E7">
              <w:t>ый</w:t>
            </w:r>
            <w:r w:rsidR="008703E7" w:rsidRPr="00DA496B">
              <w:t xml:space="preserve"> реестр» (</w:t>
            </w:r>
            <w:r w:rsidR="008703E7" w:rsidRPr="00E736A4">
              <w:rPr>
                <w:lang w:val="en-US"/>
              </w:rPr>
              <w:t>P</w:t>
            </w:r>
            <w:r w:rsidR="008703E7" w:rsidRPr="00DA496B">
              <w:t>.</w:t>
            </w:r>
            <w:r w:rsidR="008703E7" w:rsidRPr="00E736A4">
              <w:rPr>
                <w:lang w:val="en-US"/>
              </w:rPr>
              <w:t>MM</w:t>
            </w:r>
            <w:r w:rsidR="008703E7" w:rsidRPr="00DA496B">
              <w:t>.07.</w:t>
            </w:r>
            <w:r w:rsidR="008703E7" w:rsidRPr="00E736A4">
              <w:rPr>
                <w:lang w:val="en-US"/>
              </w:rPr>
              <w:t>OPR</w:t>
            </w:r>
            <w:r w:rsidR="008703E7" w:rsidRPr="00DA496B">
              <w:t>.006)</w:t>
            </w:r>
            <w:r w:rsidR="008703E7"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B3061D" w:rsidP="008452E7">
            <w:pPr>
              <w:pStyle w:val="ab"/>
              <w:jc w:val="left"/>
              <w:rPr>
                <w:lang w:val="en-US"/>
              </w:rPr>
            </w:pPr>
            <w:r w:rsidRPr="008452E7">
              <w:rPr>
                <w:noProof/>
                <w:lang w:val="en-US"/>
              </w:rPr>
              <w:t>–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2802B1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</w:t>
            </w:r>
            <w:r w:rsidR="002802B1">
              <w:rPr>
                <w:noProof/>
              </w:rPr>
              <w:t>публикует</w:t>
            </w:r>
            <w:r w:rsidR="002802B1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>единый реестр на информационном портале Союза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обновленный единый реестр опубликован на информационном портале Союза</w:t>
            </w:r>
          </w:p>
        </w:tc>
      </w:tr>
    </w:tbl>
    <w:p w:rsidR="004D75AA" w:rsidRPr="00DA496B" w:rsidRDefault="00200396" w:rsidP="00800DD4">
      <w:pPr>
        <w:pStyle w:val="3"/>
      </w:pPr>
      <w:r>
        <w:t>Процедура</w:t>
      </w:r>
      <w:r w:rsidRPr="00DA496B">
        <w:t xml:space="preserve"> «</w:t>
      </w:r>
      <w:r w:rsidR="004D75AA" w:rsidRPr="00DA496B">
        <w:rPr>
          <w:noProof/>
        </w:rPr>
        <w:t>Исключение сведений из единого реестра</w:t>
      </w:r>
      <w:r w:rsidRPr="00DA496B">
        <w:rPr>
          <w:noProof/>
        </w:rPr>
        <w:t>»</w:t>
      </w:r>
      <w:r w:rsidR="004D75AA" w:rsidRPr="00DA496B">
        <w:t xml:space="preserve"> (</w:t>
      </w:r>
      <w:r w:rsidR="004D75AA" w:rsidRPr="001353E7">
        <w:rPr>
          <w:noProof/>
          <w:lang w:val="en-US"/>
        </w:rPr>
        <w:t>P</w:t>
      </w:r>
      <w:r w:rsidR="004D75AA" w:rsidRPr="00DA496B">
        <w:rPr>
          <w:noProof/>
        </w:rPr>
        <w:t>.</w:t>
      </w:r>
      <w:r w:rsidR="004D75AA" w:rsidRPr="001353E7">
        <w:rPr>
          <w:noProof/>
          <w:lang w:val="en-US"/>
        </w:rPr>
        <w:t>MM</w:t>
      </w:r>
      <w:r w:rsidR="004D75AA" w:rsidRPr="00DA496B">
        <w:rPr>
          <w:noProof/>
        </w:rPr>
        <w:t>.07.</w:t>
      </w:r>
      <w:r w:rsidR="004D75AA" w:rsidRPr="001353E7">
        <w:rPr>
          <w:noProof/>
          <w:lang w:val="en-US"/>
        </w:rPr>
        <w:t>PRC</w:t>
      </w:r>
      <w:r w:rsidR="004D75AA" w:rsidRPr="00DA496B">
        <w:rPr>
          <w:noProof/>
        </w:rPr>
        <w:t>.003</w:t>
      </w:r>
      <w:r w:rsidR="004D75AA" w:rsidRPr="00DA496B">
        <w:t>)</w:t>
      </w:r>
    </w:p>
    <w:p w:rsidR="00DC5032" w:rsidRPr="00EE62B0" w:rsidRDefault="001C183C" w:rsidP="001C183C">
      <w:pPr>
        <w:pStyle w:val="aff"/>
      </w:pPr>
      <w:r>
        <w:rPr>
          <w:noProof/>
        </w:rPr>
        <w:t>40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DC5032" w:rsidRPr="00EE62B0">
        <w:t xml:space="preserve">Схема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DC5032" w:rsidRPr="00EE62B0">
        <w:t xml:space="preserve">процедуры </w:t>
      </w:r>
      <w:r w:rsidR="00A44E2B" w:rsidRPr="00EE62B0">
        <w:t>«</w:t>
      </w:r>
      <w:r w:rsidR="00F0733C" w:rsidRPr="00EE62B0">
        <w:t>Исключение сведений из единого реестра</w:t>
      </w:r>
      <w:r w:rsidR="00A44E2B" w:rsidRPr="00EE62B0">
        <w:t>»</w:t>
      </w:r>
      <w:r w:rsidR="00F0733C" w:rsidRPr="00EE62B0">
        <w:t xml:space="preserve"> (P.MM.07.PRC.003</w:t>
      </w:r>
      <w:r w:rsidR="008E6C3A" w:rsidRPr="00EE62B0">
        <w:t>)</w:t>
      </w:r>
      <w:r w:rsidR="007A4388" w:rsidRPr="00EE62B0">
        <w:t xml:space="preserve"> </w:t>
      </w:r>
      <w:r w:rsidR="00DC5032" w:rsidRPr="00EE62B0">
        <w:t>представлена на</w:t>
      </w:r>
      <w:r w:rsidR="00B05D87" w:rsidRPr="00EE62B0">
        <w:t xml:space="preserve"> </w:t>
      </w:r>
      <w:r w:rsidR="00A44E2B" w:rsidRPr="00EE62B0">
        <w:t>рис</w:t>
      </w:r>
      <w:r w:rsidR="00221902">
        <w:rPr>
          <w:lang w:val="ru-RU"/>
        </w:rPr>
        <w:t>унке</w:t>
      </w:r>
      <w:r w:rsidR="00221902" w:rsidRPr="00EE62B0">
        <w:t> </w:t>
      </w:r>
      <w:r w:rsidR="00E75E86" w:rsidRPr="00EE62B0">
        <w:t>6</w:t>
      </w:r>
      <w:r w:rsidR="00DC5032" w:rsidRPr="00EE62B0">
        <w:t>.</w:t>
      </w:r>
    </w:p>
    <w:p w:rsidR="00DC5032" w:rsidRPr="00EE62B0" w:rsidRDefault="00643369" w:rsidP="006E064A">
      <w:pPr>
        <w:pStyle w:val="af6"/>
      </w:pPr>
      <w:r>
        <w:lastRenderedPageBreak/>
        <w:pict>
          <v:shape id="_x0000_i1030" type="#_x0000_t75" style="width:444pt;height:328.5pt">
            <v:imagedata r:id="rId14" o:title="РИС6"/>
          </v:shape>
        </w:pict>
      </w:r>
    </w:p>
    <w:p w:rsidR="004773BF" w:rsidRPr="00DA496B" w:rsidRDefault="00B73FB5" w:rsidP="0095762B">
      <w:pPr>
        <w:pStyle w:val="af5"/>
        <w:rPr>
          <w:rStyle w:val="afc"/>
          <w:sz w:val="24"/>
          <w:lang w:val="ru-RU"/>
        </w:rPr>
      </w:pPr>
      <w:r w:rsidRPr="007E0CC6">
        <w:t>Рис</w:t>
      </w:r>
      <w:r w:rsidR="00E70901" w:rsidRPr="00DA496B">
        <w:t>.</w:t>
      </w:r>
      <w:r w:rsidR="00221902" w:rsidRPr="007E0CC6">
        <w:rPr>
          <w:lang w:val="en-US"/>
        </w:rPr>
        <w:t> </w:t>
      </w:r>
      <w:r w:rsidR="00E75E86" w:rsidRPr="00DA496B">
        <w:rPr>
          <w:noProof/>
        </w:rPr>
        <w:t>6</w:t>
      </w:r>
      <w:r w:rsidRPr="00DA496B">
        <w:t>.</w:t>
      </w:r>
      <w:r w:rsidR="00DC5032" w:rsidRPr="00DA496B">
        <w:t xml:space="preserve"> </w:t>
      </w:r>
      <w:r w:rsidR="00DC5032" w:rsidRPr="007E0CC6">
        <w:t>Схема</w:t>
      </w:r>
      <w:r w:rsidR="00DC5032" w:rsidRPr="00DA496B">
        <w:t xml:space="preserve"> </w:t>
      </w:r>
      <w:r w:rsidR="00E21084">
        <w:t>вы</w:t>
      </w:r>
      <w:r w:rsidR="00E21084" w:rsidRPr="00E21084">
        <w:t>полнения</w:t>
      </w:r>
      <w:r w:rsidR="00E21084" w:rsidRPr="00DA496B">
        <w:t xml:space="preserve"> </w:t>
      </w:r>
      <w:r w:rsidR="00DC5032" w:rsidRPr="00E21084">
        <w:t>процедуры</w:t>
      </w:r>
      <w:r w:rsidR="00DC5032" w:rsidRPr="00DA496B">
        <w:t xml:space="preserve"> </w:t>
      </w:r>
      <w:r w:rsidR="00A44E2B" w:rsidRPr="00DA496B">
        <w:t>«</w:t>
      </w:r>
      <w:r w:rsidR="00F0733C" w:rsidRPr="00DA496B">
        <w:rPr>
          <w:noProof/>
        </w:rPr>
        <w:t>Исключение сведений из единого реестра</w:t>
      </w:r>
      <w:r w:rsidR="00A44E2B" w:rsidRPr="00DA496B">
        <w:t>»</w:t>
      </w:r>
      <w:r w:rsidR="008E6C3A" w:rsidRPr="00DA496B">
        <w:t xml:space="preserve"> </w:t>
      </w:r>
      <w:r w:rsidR="00F0733C" w:rsidRPr="00DA496B">
        <w:t>(</w:t>
      </w:r>
      <w:r w:rsidR="00F0733C" w:rsidRPr="007E0CC6">
        <w:rPr>
          <w:noProof/>
          <w:lang w:val="en-US"/>
        </w:rPr>
        <w:t>P</w:t>
      </w:r>
      <w:r w:rsidR="00F0733C" w:rsidRPr="00DA496B">
        <w:rPr>
          <w:noProof/>
        </w:rPr>
        <w:t>.</w:t>
      </w:r>
      <w:r w:rsidR="00F0733C" w:rsidRPr="007E0CC6">
        <w:rPr>
          <w:noProof/>
          <w:lang w:val="en-US"/>
        </w:rPr>
        <w:t>MM</w:t>
      </w:r>
      <w:r w:rsidR="00F0733C" w:rsidRPr="00DA496B">
        <w:rPr>
          <w:noProof/>
        </w:rPr>
        <w:t>.07.</w:t>
      </w:r>
      <w:r w:rsidR="00F0733C" w:rsidRPr="007E0CC6">
        <w:rPr>
          <w:noProof/>
          <w:lang w:val="en-US"/>
        </w:rPr>
        <w:t>PRC</w:t>
      </w:r>
      <w:r w:rsidR="00F0733C" w:rsidRPr="00DA496B">
        <w:rPr>
          <w:noProof/>
        </w:rPr>
        <w:t>.003</w:t>
      </w:r>
      <w:r w:rsidR="008E6C3A" w:rsidRPr="00DA496B">
        <w:t>)</w:t>
      </w:r>
    </w:p>
    <w:p w:rsidR="003E0C6E" w:rsidRDefault="001C183C" w:rsidP="001C183C">
      <w:pPr>
        <w:pStyle w:val="aff"/>
      </w:pPr>
      <w:r w:rsidRPr="001C183C">
        <w:rPr>
          <w:noProof/>
        </w:rPr>
        <w:t>41</w:t>
      </w:r>
      <w:r w:rsidRPr="001C183C">
        <w:t>.</w:t>
      </w:r>
      <w:r w:rsidR="00C23E21">
        <w:t> </w:t>
      </w:r>
      <w:r w:rsidR="00CB3574" w:rsidRPr="00EE62B0">
        <w:t>Процедура</w:t>
      </w:r>
      <w:r w:rsidR="00CB3574" w:rsidRPr="001353E7">
        <w:t xml:space="preserve"> </w:t>
      </w:r>
      <w:r w:rsidR="00FA6CAE" w:rsidRPr="001353E7">
        <w:t xml:space="preserve">«Исключение сведений из единого реестра» (P.MM.07.PRC.003) </w:t>
      </w:r>
      <w:r w:rsidR="003E0C6E">
        <w:rPr>
          <w:noProof/>
        </w:rPr>
        <w:t xml:space="preserve">выполняется </w:t>
      </w:r>
      <w:r w:rsidR="002802B1">
        <w:rPr>
          <w:noProof/>
          <w:lang w:val="ru-RU"/>
        </w:rPr>
        <w:t>при</w:t>
      </w:r>
      <w:r w:rsidR="003E0C6E">
        <w:rPr>
          <w:noProof/>
        </w:rPr>
        <w:t xml:space="preserve"> необходимости исключения сведений об уполномоченной организации из единого реестра</w:t>
      </w:r>
      <w:r w:rsidR="009932A8" w:rsidRPr="008452E7">
        <w:rPr>
          <w:rStyle w:val="afc"/>
          <w:color w:val="000000"/>
          <w:lang w:val="ru-RU" w:eastAsia="ru-RU"/>
        </w:rPr>
        <w:t>.</w:t>
      </w:r>
    </w:p>
    <w:p w:rsidR="00EC49D1" w:rsidRDefault="001C183C" w:rsidP="001C183C">
      <w:pPr>
        <w:pStyle w:val="aff"/>
      </w:pPr>
      <w:r w:rsidRPr="001C183C">
        <w:rPr>
          <w:noProof/>
        </w:rPr>
        <w:t>42</w:t>
      </w:r>
      <w:r w:rsidRPr="001C183C">
        <w:t>.</w:t>
      </w:r>
      <w:r w:rsidR="00C23E21">
        <w:t> </w:t>
      </w:r>
      <w:r w:rsidR="008D6E04">
        <w:rPr>
          <w:lang w:val="ru-RU"/>
        </w:rPr>
        <w:t xml:space="preserve">Первой выполняется </w:t>
      </w:r>
      <w:r w:rsidR="008D6E04">
        <w:rPr>
          <w:noProof/>
          <w:lang w:val="ru-RU"/>
        </w:rPr>
        <w:t>о</w:t>
      </w:r>
      <w:r w:rsidR="00EC49D1">
        <w:rPr>
          <w:noProof/>
        </w:rPr>
        <w:t>перация «Представление сведений для исключения из единого реестра» (P.MM.07.OPR.009)</w:t>
      </w:r>
      <w:r w:rsidR="008D6E04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</w:t>
      </w:r>
      <w:r w:rsidR="008D6E04">
        <w:rPr>
          <w:noProof/>
        </w:rPr>
        <w:t>уполномоченны</w:t>
      </w:r>
      <w:r w:rsidR="008D6E04">
        <w:rPr>
          <w:noProof/>
          <w:lang w:val="ru-RU"/>
        </w:rPr>
        <w:t>й</w:t>
      </w:r>
      <w:r w:rsidR="008D6E04">
        <w:rPr>
          <w:noProof/>
        </w:rPr>
        <w:t xml:space="preserve"> орган государства-члена </w:t>
      </w:r>
      <w:r w:rsidR="006B5758">
        <w:rPr>
          <w:noProof/>
          <w:lang w:val="ru-RU"/>
        </w:rPr>
        <w:t xml:space="preserve">формирует и </w:t>
      </w:r>
      <w:r w:rsidR="008D6E04">
        <w:rPr>
          <w:noProof/>
          <w:lang w:val="ru-RU"/>
        </w:rPr>
        <w:t xml:space="preserve">направляет </w:t>
      </w:r>
      <w:r w:rsidR="00EC49D1">
        <w:rPr>
          <w:noProof/>
        </w:rPr>
        <w:t>в Комиссию сведени</w:t>
      </w:r>
      <w:r w:rsidR="008D6E04">
        <w:rPr>
          <w:noProof/>
          <w:lang w:val="ru-RU"/>
        </w:rPr>
        <w:t>я</w:t>
      </w:r>
      <w:r w:rsidR="00EC49D1">
        <w:rPr>
          <w:noProof/>
        </w:rPr>
        <w:t xml:space="preserve"> </w:t>
      </w:r>
      <w:r w:rsidR="002802B1">
        <w:rPr>
          <w:noProof/>
          <w:lang w:val="ru-RU"/>
        </w:rPr>
        <w:t>для</w:t>
      </w:r>
      <w:r w:rsidR="00EC49D1">
        <w:rPr>
          <w:noProof/>
        </w:rPr>
        <w:t xml:space="preserve"> исключени</w:t>
      </w:r>
      <w:r w:rsidR="008D6E04">
        <w:rPr>
          <w:noProof/>
          <w:lang w:val="ru-RU"/>
        </w:rPr>
        <w:t>я</w:t>
      </w:r>
      <w:r w:rsidR="00EC49D1">
        <w:rPr>
          <w:noProof/>
        </w:rPr>
        <w:t xml:space="preserve"> уполномоченной организации из единого реестра.</w:t>
      </w:r>
    </w:p>
    <w:p w:rsidR="002802B1" w:rsidRDefault="001C183C" w:rsidP="002802B1">
      <w:pPr>
        <w:pStyle w:val="aff"/>
      </w:pPr>
      <w:r w:rsidRPr="001C183C">
        <w:rPr>
          <w:noProof/>
        </w:rPr>
        <w:t>43</w:t>
      </w:r>
      <w:r w:rsidRPr="001C183C">
        <w:t>.</w:t>
      </w:r>
      <w:r w:rsidR="00C23E21">
        <w:t> </w:t>
      </w:r>
      <w:proofErr w:type="gramStart"/>
      <w:r w:rsidR="008D6E04">
        <w:rPr>
          <w:lang w:val="ru-RU"/>
        </w:rPr>
        <w:t>При поступлении в Комиссию сведений</w:t>
      </w:r>
      <w:r w:rsidR="008D6E04">
        <w:rPr>
          <w:noProof/>
        </w:rPr>
        <w:t xml:space="preserve"> </w:t>
      </w:r>
      <w:r w:rsidR="002802B1">
        <w:rPr>
          <w:noProof/>
          <w:lang w:val="ru-RU"/>
        </w:rPr>
        <w:t>для</w:t>
      </w:r>
      <w:r w:rsidR="008D6E04">
        <w:rPr>
          <w:noProof/>
        </w:rPr>
        <w:t xml:space="preserve"> исключени</w:t>
      </w:r>
      <w:r w:rsidR="008D6E04">
        <w:rPr>
          <w:noProof/>
          <w:lang w:val="ru-RU"/>
        </w:rPr>
        <w:t xml:space="preserve">я </w:t>
      </w:r>
      <w:r w:rsidR="008D6E04">
        <w:rPr>
          <w:noProof/>
        </w:rPr>
        <w:t>уполномоченной организации из единого реестра</w:t>
      </w:r>
      <w:r w:rsidR="008D6E04">
        <w:rPr>
          <w:noProof/>
          <w:lang w:val="ru-RU"/>
        </w:rPr>
        <w:t xml:space="preserve"> выполяется о</w:t>
      </w:r>
      <w:r w:rsidR="00EC49D1">
        <w:rPr>
          <w:noProof/>
        </w:rPr>
        <w:t>перация «Прием и обработка сведений для исключения из единого реестра» (P.MM.07.OPR.010)</w:t>
      </w:r>
      <w:r w:rsidR="008D6E04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</w:t>
      </w:r>
      <w:r w:rsidR="008D6E04">
        <w:rPr>
          <w:noProof/>
        </w:rPr>
        <w:t xml:space="preserve">Комиссия получает </w:t>
      </w:r>
      <w:r w:rsidR="008D6E04">
        <w:rPr>
          <w:noProof/>
          <w:lang w:val="ru-RU"/>
        </w:rPr>
        <w:t xml:space="preserve">указанные </w:t>
      </w:r>
      <w:r w:rsidR="008D6E04">
        <w:rPr>
          <w:noProof/>
        </w:rPr>
        <w:t>сведения</w:t>
      </w:r>
      <w:r w:rsidR="002802B1">
        <w:rPr>
          <w:noProof/>
          <w:lang w:val="ru-RU"/>
        </w:rPr>
        <w:t xml:space="preserve">, </w:t>
      </w:r>
      <w:r w:rsidR="002802B1" w:rsidRPr="00105ECE">
        <w:t xml:space="preserve">выполняет </w:t>
      </w:r>
      <w:r w:rsidR="002802B1">
        <w:rPr>
          <w:lang w:val="ru-RU"/>
        </w:rPr>
        <w:t xml:space="preserve">их </w:t>
      </w:r>
      <w:r w:rsidR="002802B1" w:rsidRPr="00105ECE">
        <w:t>обработк</w:t>
      </w:r>
      <w:r w:rsidR="002802B1">
        <w:rPr>
          <w:lang w:val="ru-RU"/>
        </w:rPr>
        <w:t>у и направляет</w:t>
      </w:r>
      <w:r w:rsidR="002802B1" w:rsidRPr="00105ECE">
        <w:t xml:space="preserve"> </w:t>
      </w:r>
      <w:r w:rsidR="00EA4094">
        <w:br/>
      </w:r>
      <w:r w:rsidR="002802B1">
        <w:rPr>
          <w:lang w:val="ru-RU"/>
        </w:rPr>
        <w:lastRenderedPageBreak/>
        <w:t>в</w:t>
      </w:r>
      <w:r w:rsidR="002802B1" w:rsidRPr="00105ECE">
        <w:t xml:space="preserve"> уполномоченный орган</w:t>
      </w:r>
      <w:r w:rsidR="002802B1">
        <w:rPr>
          <w:lang w:val="ru-RU"/>
        </w:rPr>
        <w:t xml:space="preserve"> государства-члена</w:t>
      </w:r>
      <w:r w:rsidR="002802B1" w:rsidRPr="00105ECE" w:rsidDel="00237586">
        <w:t xml:space="preserve"> </w:t>
      </w:r>
      <w:r w:rsidR="002802B1" w:rsidRPr="00105ECE">
        <w:t>уведомление о результатах обработки сведений</w:t>
      </w:r>
      <w:r w:rsidR="002802B1">
        <w:rPr>
          <w:lang w:val="ru-RU"/>
        </w:rPr>
        <w:t xml:space="preserve"> для исключения из единого реестра</w:t>
      </w:r>
      <w:r w:rsidR="002802B1">
        <w:rPr>
          <w:noProof/>
        </w:rPr>
        <w:t>.</w:t>
      </w:r>
      <w:proofErr w:type="gramEnd"/>
    </w:p>
    <w:p w:rsidR="00EC49D1" w:rsidRDefault="001C183C" w:rsidP="001C183C">
      <w:pPr>
        <w:pStyle w:val="aff"/>
      </w:pPr>
      <w:r w:rsidRPr="001C183C">
        <w:rPr>
          <w:noProof/>
        </w:rPr>
        <w:t>44</w:t>
      </w:r>
      <w:r w:rsidRPr="001C183C">
        <w:t>.</w:t>
      </w:r>
      <w:r w:rsidR="00C23E21">
        <w:t> </w:t>
      </w:r>
      <w:proofErr w:type="gramStart"/>
      <w:r w:rsidR="002B6324">
        <w:rPr>
          <w:lang w:val="ru-RU"/>
        </w:rPr>
        <w:t>При поступлении в уполномоченный орган государства-члена уведомления</w:t>
      </w:r>
      <w:r w:rsidR="002B6324" w:rsidRPr="00C97482">
        <w:rPr>
          <w:lang w:val="ru-RU"/>
        </w:rPr>
        <w:t xml:space="preserve"> о результатах обработки сведений</w:t>
      </w:r>
      <w:r w:rsidR="002B6324">
        <w:rPr>
          <w:lang w:val="ru-RU"/>
        </w:rPr>
        <w:t xml:space="preserve"> </w:t>
      </w:r>
      <w:r w:rsidR="002802B1">
        <w:rPr>
          <w:lang w:val="ru-RU"/>
        </w:rPr>
        <w:t>для исключения из единого реестра</w:t>
      </w:r>
      <w:proofErr w:type="gramEnd"/>
      <w:r w:rsidR="002802B1">
        <w:rPr>
          <w:lang w:val="ru-RU"/>
        </w:rPr>
        <w:t xml:space="preserve"> </w:t>
      </w:r>
      <w:r w:rsidR="002B6324">
        <w:rPr>
          <w:lang w:val="ru-RU"/>
        </w:rPr>
        <w:t xml:space="preserve">выполняется </w:t>
      </w:r>
      <w:r w:rsidR="002B6324" w:rsidRPr="00105ECE">
        <w:t>операци</w:t>
      </w:r>
      <w:r w:rsidR="002B6324">
        <w:rPr>
          <w:lang w:val="ru-RU"/>
        </w:rPr>
        <w:t>я</w:t>
      </w:r>
      <w:r w:rsidR="002B6324">
        <w:rPr>
          <w:noProof/>
          <w:lang w:val="ru-RU"/>
        </w:rPr>
        <w:t xml:space="preserve"> </w:t>
      </w:r>
      <w:r w:rsidR="00EC49D1">
        <w:rPr>
          <w:noProof/>
        </w:rPr>
        <w:t xml:space="preserve">«Получение уведомления </w:t>
      </w:r>
      <w:r w:rsidR="00EA4094">
        <w:rPr>
          <w:noProof/>
        </w:rPr>
        <w:br/>
      </w:r>
      <w:r w:rsidR="00EC49D1">
        <w:rPr>
          <w:noProof/>
        </w:rPr>
        <w:t>о результатах исключения</w:t>
      </w:r>
      <w:r w:rsidR="00A50E41">
        <w:rPr>
          <w:noProof/>
          <w:lang w:val="ru-RU"/>
        </w:rPr>
        <w:t xml:space="preserve"> сведений</w:t>
      </w:r>
      <w:r w:rsidR="00EC49D1">
        <w:rPr>
          <w:noProof/>
        </w:rPr>
        <w:t xml:space="preserve"> из единого реестра» (P.MM.07.OPR.011)</w:t>
      </w:r>
      <w:r w:rsidR="002B6324" w:rsidRPr="00105ECE">
        <w:t xml:space="preserve">, </w:t>
      </w:r>
      <w:r w:rsidR="002B6324" w:rsidRPr="007B530C">
        <w:t>по результатам выполнения которой</w:t>
      </w:r>
      <w:r w:rsidR="002B6324" w:rsidRPr="00357E37">
        <w:rPr>
          <w:lang w:val="ru-RU"/>
        </w:rPr>
        <w:t xml:space="preserve"> </w:t>
      </w:r>
      <w:r w:rsidR="002B6324">
        <w:rPr>
          <w:lang w:val="ru-RU"/>
        </w:rPr>
        <w:t>уполномоченный орган государства-члена, направивший сведения,</w:t>
      </w:r>
      <w:r w:rsidR="002B6324" w:rsidRPr="007B530C">
        <w:t xml:space="preserve"> </w:t>
      </w:r>
      <w:r w:rsidR="002B6324">
        <w:rPr>
          <w:lang w:val="ru-RU"/>
        </w:rPr>
        <w:t>получает</w:t>
      </w:r>
      <w:r w:rsidR="002B6324" w:rsidRPr="007B530C">
        <w:t xml:space="preserve"> уведомлени</w:t>
      </w:r>
      <w:r w:rsidR="002B6324">
        <w:rPr>
          <w:lang w:val="ru-RU"/>
        </w:rPr>
        <w:t>е о результатах обработки сведений</w:t>
      </w:r>
      <w:r w:rsidR="002B6324">
        <w:rPr>
          <w:noProof/>
          <w:lang w:val="ru-RU"/>
        </w:rPr>
        <w:t>.</w:t>
      </w:r>
      <w:r w:rsidR="00EC49D1">
        <w:rPr>
          <w:noProof/>
        </w:rPr>
        <w:t xml:space="preserve"> </w:t>
      </w:r>
    </w:p>
    <w:p w:rsidR="00EC49D1" w:rsidRDefault="001C183C" w:rsidP="001C183C">
      <w:pPr>
        <w:pStyle w:val="aff"/>
      </w:pPr>
      <w:r w:rsidRPr="001C183C">
        <w:rPr>
          <w:noProof/>
        </w:rPr>
        <w:t>45</w:t>
      </w:r>
      <w:r w:rsidRPr="001C183C">
        <w:t>.</w:t>
      </w:r>
      <w:r w:rsidR="00C23E21">
        <w:t> </w:t>
      </w:r>
      <w:r w:rsidR="00277093" w:rsidRPr="00105ECE">
        <w:t xml:space="preserve">В </w:t>
      </w:r>
      <w:r w:rsidR="00277093">
        <w:rPr>
          <w:lang w:val="ru-RU"/>
        </w:rPr>
        <w:t>случае выполнения операции</w:t>
      </w:r>
      <w:r w:rsidR="00277093">
        <w:rPr>
          <w:noProof/>
        </w:rPr>
        <w:t xml:space="preserve"> </w:t>
      </w:r>
      <w:r w:rsidR="002802B1">
        <w:rPr>
          <w:noProof/>
          <w:lang w:val="ru-RU"/>
        </w:rPr>
        <w:t>«</w:t>
      </w:r>
      <w:r w:rsidR="00277093">
        <w:rPr>
          <w:noProof/>
        </w:rPr>
        <w:t>Прием и обработка сведений для исключения из единого реестра» (P.MM.07.OPR.010)</w:t>
      </w:r>
      <w:r w:rsidR="00277093">
        <w:rPr>
          <w:noProof/>
          <w:lang w:val="ru-RU"/>
        </w:rPr>
        <w:t xml:space="preserve"> выполняется о</w:t>
      </w:r>
      <w:r w:rsidR="00EC49D1">
        <w:rPr>
          <w:noProof/>
        </w:rPr>
        <w:t>перация «</w:t>
      </w:r>
      <w:r w:rsidR="00277093">
        <w:rPr>
          <w:noProof/>
          <w:lang w:val="ru-RU"/>
        </w:rPr>
        <w:t>Опубликование</w:t>
      </w:r>
      <w:r w:rsidR="00277093">
        <w:rPr>
          <w:noProof/>
        </w:rPr>
        <w:t xml:space="preserve"> </w:t>
      </w:r>
      <w:r w:rsidR="00EC49D1">
        <w:rPr>
          <w:noProof/>
        </w:rPr>
        <w:t>единого реестра после исключения сведений» (P.MM.07.OPR.012)</w:t>
      </w:r>
      <w:r w:rsidR="00277093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на информационном портале Союза </w:t>
      </w:r>
      <w:r w:rsidR="002802B1">
        <w:rPr>
          <w:noProof/>
          <w:lang w:val="ru-RU"/>
        </w:rPr>
        <w:t>публикуется</w:t>
      </w:r>
      <w:r w:rsidR="002802B1">
        <w:rPr>
          <w:noProof/>
        </w:rPr>
        <w:t xml:space="preserve"> </w:t>
      </w:r>
      <w:r w:rsidR="00EC49D1">
        <w:rPr>
          <w:noProof/>
        </w:rPr>
        <w:t xml:space="preserve">единый реестр после исключения </w:t>
      </w:r>
      <w:r w:rsidR="002802B1">
        <w:rPr>
          <w:noProof/>
        </w:rPr>
        <w:t>сведени</w:t>
      </w:r>
      <w:r w:rsidR="002802B1">
        <w:rPr>
          <w:noProof/>
          <w:lang w:val="ru-RU"/>
        </w:rPr>
        <w:t>й</w:t>
      </w:r>
      <w:r w:rsidR="002802B1">
        <w:rPr>
          <w:noProof/>
        </w:rPr>
        <w:t xml:space="preserve"> </w:t>
      </w:r>
      <w:r w:rsidR="00EC49D1">
        <w:rPr>
          <w:noProof/>
        </w:rPr>
        <w:t>об уполномоченной организации.</w:t>
      </w:r>
    </w:p>
    <w:p w:rsidR="0020517E" w:rsidRPr="00EE62B0" w:rsidRDefault="001C183C" w:rsidP="001C183C">
      <w:pPr>
        <w:pStyle w:val="aff"/>
      </w:pPr>
      <w:r>
        <w:rPr>
          <w:noProof/>
        </w:rPr>
        <w:t>46</w:t>
      </w:r>
      <w:r w:rsidRPr="00DA496B">
        <w:rPr>
          <w:lang w:val="ru-RU"/>
        </w:rPr>
        <w:t>.</w:t>
      </w:r>
      <w:r w:rsidR="00C23E21" w:rsidRPr="00C23E21">
        <w:rPr>
          <w:lang w:val="en-US"/>
        </w:rPr>
        <w:t> </w:t>
      </w:r>
      <w:r w:rsidR="002802B1" w:rsidRPr="00EE62B0">
        <w:t>Результат</w:t>
      </w:r>
      <w:r w:rsidR="002802B1">
        <w:rPr>
          <w:lang w:val="ru-RU"/>
        </w:rPr>
        <w:t>ами</w:t>
      </w:r>
      <w:r w:rsidR="002802B1" w:rsidRPr="00EE62B0">
        <w:t xml:space="preserve">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2B20E2" w:rsidRPr="00EE62B0">
        <w:t>процедуры</w:t>
      </w:r>
      <w:r w:rsidR="00B311B5" w:rsidRPr="00EE62B0">
        <w:t xml:space="preserve"> «Исключение сведений из единого реестра» (P.MM.07.PRC.003)</w:t>
      </w:r>
      <w:r w:rsidR="002B20E2" w:rsidRPr="00EE62B0">
        <w:t xml:space="preserve"> </w:t>
      </w:r>
      <w:r w:rsidR="00A50E41">
        <w:rPr>
          <w:lang w:val="ru-RU"/>
        </w:rPr>
        <w:t>являются</w:t>
      </w:r>
      <w:r w:rsidR="002802B1" w:rsidRPr="00EE62B0">
        <w:t xml:space="preserve"> </w:t>
      </w:r>
      <w:r w:rsidR="0020517E" w:rsidRPr="00EE62B0">
        <w:t>обновлен</w:t>
      </w:r>
      <w:r w:rsidR="00277093">
        <w:rPr>
          <w:lang w:val="ru-RU"/>
        </w:rPr>
        <w:t xml:space="preserve">ие </w:t>
      </w:r>
      <w:r w:rsidR="00EA4094">
        <w:rPr>
          <w:lang w:val="ru-RU"/>
        </w:rPr>
        <w:br/>
      </w:r>
      <w:r w:rsidR="00277093">
        <w:rPr>
          <w:lang w:val="ru-RU"/>
        </w:rPr>
        <w:t xml:space="preserve">и опубликование </w:t>
      </w:r>
      <w:r w:rsidR="0020517E" w:rsidRPr="00EE62B0">
        <w:t>един</w:t>
      </w:r>
      <w:r w:rsidR="00277093">
        <w:rPr>
          <w:lang w:val="ru-RU"/>
        </w:rPr>
        <w:t>ого</w:t>
      </w:r>
      <w:r w:rsidR="0020517E" w:rsidRPr="00EE62B0">
        <w:t xml:space="preserve"> реестр</w:t>
      </w:r>
      <w:r w:rsidR="00277093">
        <w:rPr>
          <w:lang w:val="ru-RU"/>
        </w:rPr>
        <w:t>а</w:t>
      </w:r>
      <w:r w:rsidR="002802B1">
        <w:rPr>
          <w:lang w:val="ru-RU"/>
        </w:rPr>
        <w:t xml:space="preserve"> на информационном портале Союза</w:t>
      </w:r>
      <w:r w:rsidR="0020517E" w:rsidRPr="00EE62B0">
        <w:t xml:space="preserve">. При этом опубликованию подлежат только актуальные на текущую дату сведения </w:t>
      </w:r>
      <w:r w:rsidR="00A50E41">
        <w:rPr>
          <w:lang w:val="ru-RU"/>
        </w:rPr>
        <w:t xml:space="preserve">из </w:t>
      </w:r>
      <w:r w:rsidR="0020517E" w:rsidRPr="00EE62B0">
        <w:t>единого реестра</w:t>
      </w:r>
      <w:r w:rsidR="004E665C" w:rsidRPr="00EE62B0">
        <w:t>.</w:t>
      </w:r>
    </w:p>
    <w:p w:rsidR="00551F62" w:rsidRDefault="005442D9" w:rsidP="005442D9">
      <w:pPr>
        <w:pStyle w:val="aff"/>
      </w:pPr>
      <w:r>
        <w:rPr>
          <w:noProof/>
        </w:rPr>
        <w:t>47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551F62" w:rsidRPr="00EE62B0">
        <w:t>Перечень операций</w:t>
      </w:r>
      <w:r w:rsidR="00307C38">
        <w:rPr>
          <w:lang w:val="ru-RU"/>
        </w:rPr>
        <w:t xml:space="preserve"> общего процесса</w:t>
      </w:r>
      <w:r w:rsidR="00551F62" w:rsidRPr="00EE62B0">
        <w:t xml:space="preserve">, </w:t>
      </w:r>
      <w:r w:rsidR="00307C38">
        <w:rPr>
          <w:lang w:val="ru-RU"/>
        </w:rPr>
        <w:t>выполн</w:t>
      </w:r>
      <w:r w:rsidR="00875D46">
        <w:rPr>
          <w:lang w:val="ru-RU"/>
        </w:rPr>
        <w:t xml:space="preserve">яемых </w:t>
      </w:r>
      <w:r w:rsidR="00307C38">
        <w:rPr>
          <w:lang w:val="ru-RU"/>
        </w:rPr>
        <w:t>в рамках</w:t>
      </w:r>
      <w:r w:rsidR="00221902" w:rsidRPr="00EE62B0">
        <w:t xml:space="preserve"> </w:t>
      </w:r>
      <w:r w:rsidR="0092758D" w:rsidRPr="00EE62B0">
        <w:t xml:space="preserve">процедуры </w:t>
      </w:r>
      <w:r w:rsidR="009B7FF7" w:rsidRPr="00EE62B0">
        <w:t>«</w:t>
      </w:r>
      <w:r w:rsidR="00D00445" w:rsidRPr="00EE62B0">
        <w:t>Исключение сведений из единого реестра</w:t>
      </w:r>
      <w:r w:rsidR="009B7FF7" w:rsidRPr="00EE62B0">
        <w:t>»</w:t>
      </w:r>
      <w:r w:rsidR="00D00445" w:rsidRPr="00EE62B0">
        <w:t xml:space="preserve"> (P.MM.07.PRC.003</w:t>
      </w:r>
      <w:r w:rsidR="00995942" w:rsidRPr="00EE62B0">
        <w:t>)</w:t>
      </w:r>
      <w:r w:rsidR="00551F62" w:rsidRPr="00EE62B0">
        <w:t xml:space="preserve">, </w:t>
      </w:r>
      <w:r w:rsidR="00D02238">
        <w:rPr>
          <w:lang w:val="ru-RU"/>
        </w:rPr>
        <w:t>приведен</w:t>
      </w:r>
      <w:r w:rsidR="00551F62" w:rsidRPr="00EE62B0">
        <w:t xml:space="preserve"> в</w:t>
      </w:r>
      <w:r w:rsidR="00436FCA" w:rsidRPr="00EE62B0">
        <w:t xml:space="preserve"> </w:t>
      </w:r>
      <w:r w:rsidR="000B69FD" w:rsidRPr="00EE62B0">
        <w:t>табл</w:t>
      </w:r>
      <w:r w:rsidR="00221902">
        <w:rPr>
          <w:lang w:val="ru-RU"/>
        </w:rPr>
        <w:t>ице</w:t>
      </w:r>
      <w:r w:rsidR="00221902" w:rsidRPr="00EE62B0">
        <w:t> </w:t>
      </w:r>
      <w:r w:rsidR="00702F17">
        <w:rPr>
          <w:noProof/>
        </w:rPr>
        <w:t>16</w:t>
      </w:r>
      <w:r w:rsidR="00551F62" w:rsidRPr="00EE62B0">
        <w:t>.</w:t>
      </w:r>
    </w:p>
    <w:p w:rsidR="00221902" w:rsidRPr="00EE62B0" w:rsidRDefault="00221902" w:rsidP="005148D2">
      <w:pPr>
        <w:pStyle w:val="aff4"/>
      </w:pPr>
      <w:r w:rsidRPr="00EE62B0">
        <w:lastRenderedPageBreak/>
        <w:t>Табл</w:t>
      </w:r>
      <w:r>
        <w:rPr>
          <w:lang w:val="ru-RU"/>
        </w:rPr>
        <w:t>ица</w:t>
      </w:r>
      <w:r w:rsidRPr="001353E7">
        <w:rPr>
          <w:lang w:val="en-US"/>
        </w:rPr>
        <w:t> </w:t>
      </w:r>
      <w:r w:rsidR="00702F17">
        <w:rPr>
          <w:noProof/>
        </w:rPr>
        <w:t>16</w:t>
      </w:r>
    </w:p>
    <w:p w:rsidR="00241C50" w:rsidRDefault="00221902" w:rsidP="00857B8B">
      <w:pPr>
        <w:pStyle w:val="aff6"/>
        <w:keepLines/>
      </w:pPr>
      <w:r>
        <w:t>Перечень о</w:t>
      </w:r>
      <w:r w:rsidR="00241C50" w:rsidRPr="00EE62B0">
        <w:t>пераци</w:t>
      </w:r>
      <w:r>
        <w:t>й</w:t>
      </w:r>
      <w:r w:rsidR="00307C38">
        <w:t xml:space="preserve"> общего процесса</w:t>
      </w:r>
      <w:r>
        <w:t xml:space="preserve">, </w:t>
      </w:r>
      <w:r w:rsidR="000525CE">
        <w:t>выполня</w:t>
      </w:r>
      <w:r w:rsidR="00913D66">
        <w:t xml:space="preserve">емых </w:t>
      </w:r>
      <w:r w:rsidR="000525CE">
        <w:t xml:space="preserve">в рамках </w:t>
      </w:r>
      <w:r>
        <w:t>процедуры</w:t>
      </w:r>
      <w:r w:rsidR="00241C50" w:rsidRPr="009B2CBA">
        <w:t xml:space="preserve"> </w:t>
      </w:r>
      <w:r w:rsidR="00287FA4" w:rsidRPr="009B2CBA">
        <w:t>«</w:t>
      </w:r>
      <w:r w:rsidR="00157567" w:rsidRPr="009B2CBA">
        <w:t>Исключение сведений из единого реестра</w:t>
      </w:r>
      <w:r w:rsidR="00287FA4" w:rsidRPr="009B2CBA">
        <w:t>»</w:t>
      </w:r>
      <w:r w:rsidR="00157567" w:rsidRPr="009B2CBA">
        <w:t xml:space="preserve"> (P.MM.07.PRC.003)</w:t>
      </w:r>
    </w:p>
    <w:p w:rsidR="000525CE" w:rsidRPr="009B2CBA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04"/>
        <w:gridCol w:w="4014"/>
        <w:gridCol w:w="293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Наименование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P.MM.07.OPR.009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представление сведений для исключения из 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17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P.MM.07.OPR.010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прием и обработка сведений для исключения из 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18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P.MM.07.OPR.011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получение уведомления о результатах исключения</w:t>
            </w:r>
            <w:r w:rsidR="002802B1">
              <w:rPr>
                <w:noProof/>
              </w:rPr>
              <w:t xml:space="preserve"> сведений</w:t>
            </w:r>
            <w:r w:rsidRPr="008452E7">
              <w:rPr>
                <w:noProof/>
              </w:rPr>
              <w:t xml:space="preserve"> из 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19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P.MM.07.OPR.012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опубликование единого реестра после исключения сведений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20 настоящих Правил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17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>Представление сведений для исключения</w:t>
      </w:r>
      <w:r w:rsidR="002802B1">
        <w:br/>
      </w:r>
      <w:r w:rsidR="009E42E5" w:rsidRPr="00DA496B">
        <w:t>из 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.009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P.MM.07.OPR.009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представление сведений для исключения из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2802B1">
            <w:pPr>
              <w:pStyle w:val="ab"/>
              <w:jc w:val="left"/>
            </w:pPr>
            <w:r w:rsidRPr="00DA496B">
              <w:rPr>
                <w:noProof/>
              </w:rPr>
              <w:t>выполняется при исключении сведений об уполномоченной организации из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2802B1">
            <w:pPr>
              <w:pStyle w:val="ab"/>
              <w:jc w:val="left"/>
            </w:pPr>
            <w:r w:rsidRPr="00DA496B">
              <w:rPr>
                <w:noProof/>
              </w:rPr>
              <w:t>формат</w:t>
            </w:r>
            <w:r w:rsidR="002802B1">
              <w:rPr>
                <w:noProof/>
              </w:rPr>
              <w:t xml:space="preserve"> и </w:t>
            </w:r>
            <w:r w:rsidR="002802B1" w:rsidRPr="00DA496B">
              <w:rPr>
                <w:noProof/>
              </w:rPr>
              <w:t xml:space="preserve">структура </w:t>
            </w:r>
            <w:r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 xml:space="preserve">соответствовать Описанию форматов </w:t>
            </w:r>
            <w:r w:rsidR="00EA4094">
              <w:rPr>
                <w:noProof/>
              </w:rPr>
              <w:br/>
            </w:r>
            <w:r w:rsidR="0065007D">
              <w:rPr>
                <w:noProof/>
              </w:rPr>
              <w:t>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2802B1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формирует сведения </w:t>
            </w:r>
            <w:r w:rsidR="002802B1">
              <w:rPr>
                <w:noProof/>
              </w:rPr>
              <w:t>для</w:t>
            </w:r>
            <w:r w:rsidRPr="00DA496B">
              <w:rPr>
                <w:noProof/>
              </w:rPr>
              <w:t xml:space="preserve"> исключения уполномоченной организации из единого реестра 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 xml:space="preserve">и направляет их в Комиссию в соответствии 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 xml:space="preserve">с </w:t>
            </w:r>
            <w:r w:rsidR="0065007D">
              <w:rPr>
                <w:noProof/>
              </w:rPr>
              <w:t>Р</w:t>
            </w:r>
            <w:r w:rsidRPr="00DA496B">
              <w:rPr>
                <w:noProof/>
              </w:rPr>
              <w:t xml:space="preserve">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сведения </w:t>
            </w:r>
            <w:r w:rsidR="002802B1">
              <w:rPr>
                <w:noProof/>
              </w:rPr>
              <w:t>для исключения из единого реестра переданы в Комиссию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18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>Прием и обработка сведений для исключения</w:t>
      </w:r>
      <w:r w:rsidR="002802B1">
        <w:br/>
      </w:r>
      <w:r w:rsidR="009E42E5" w:rsidRPr="00DA496B">
        <w:t xml:space="preserve"> из 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.010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P.MM.07.OPR.010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прием и обработка сведений для исключения из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Комиссия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2802B1" w:rsidP="001E7138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в</w:t>
            </w:r>
            <w:r w:rsidRPr="00DA496B">
              <w:rPr>
                <w:noProof/>
              </w:rPr>
              <w:t>ыполняется</w:t>
            </w:r>
            <w:r>
              <w:rPr>
                <w:noProof/>
              </w:rPr>
              <w:t xml:space="preserve"> при поступлении</w:t>
            </w:r>
            <w:r w:rsidR="00895C85" w:rsidRPr="00DA496B">
              <w:rPr>
                <w:noProof/>
              </w:rPr>
              <w:t xml:space="preserve"> </w:t>
            </w:r>
            <w:r w:rsidR="001E7138" w:rsidRPr="00DA496B">
              <w:rPr>
                <w:noProof/>
              </w:rPr>
              <w:t>сведени</w:t>
            </w:r>
            <w:r w:rsidR="001E7138">
              <w:rPr>
                <w:noProof/>
              </w:rPr>
              <w:t>й</w:t>
            </w:r>
            <w:r w:rsidR="001E7138" w:rsidRPr="00DA496B">
              <w:rPr>
                <w:noProof/>
              </w:rPr>
              <w:t xml:space="preserve"> </w:t>
            </w:r>
            <w:r w:rsidR="001E7138">
              <w:rPr>
                <w:noProof/>
              </w:rPr>
              <w:t>для исключения из единого реестра</w:t>
            </w:r>
            <w:r w:rsidR="001E7138" w:rsidRPr="00DA496B" w:rsidDel="002802B1">
              <w:rPr>
                <w:noProof/>
              </w:rPr>
              <w:t xml:space="preserve"> </w:t>
            </w:r>
            <w:r w:rsidR="001E7138">
              <w:rPr>
                <w:noProof/>
              </w:rPr>
              <w:t xml:space="preserve">(операция </w:t>
            </w:r>
            <w:r w:rsidR="001E7138" w:rsidRPr="00DA496B">
              <w:t>«Представление сведений для исключения</w:t>
            </w:r>
            <w:r w:rsidR="001E7138">
              <w:br/>
            </w:r>
            <w:r w:rsidR="001E7138" w:rsidRPr="00DA496B">
              <w:t>из единого реестра» (</w:t>
            </w:r>
            <w:r w:rsidR="001E7138" w:rsidRPr="00E736A4">
              <w:rPr>
                <w:lang w:val="en-US"/>
              </w:rPr>
              <w:t>P</w:t>
            </w:r>
            <w:r w:rsidR="001E7138" w:rsidRPr="00DA496B">
              <w:t>.</w:t>
            </w:r>
            <w:r w:rsidR="001E7138" w:rsidRPr="00E736A4">
              <w:rPr>
                <w:lang w:val="en-US"/>
              </w:rPr>
              <w:t>MM</w:t>
            </w:r>
            <w:r w:rsidR="001E7138" w:rsidRPr="00DA496B">
              <w:t>.07.</w:t>
            </w:r>
            <w:r w:rsidR="001E7138" w:rsidRPr="00E736A4">
              <w:rPr>
                <w:lang w:val="en-US"/>
              </w:rPr>
              <w:t>OPR</w:t>
            </w:r>
            <w:r w:rsidR="001E7138" w:rsidRPr="00DA496B">
              <w:t>.009)</w:t>
            </w:r>
            <w:r w:rsidR="001E7138">
              <w:rPr>
                <w:noProof/>
              </w:rP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1E7138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принимает сведения </w:t>
            </w:r>
            <w:r w:rsidR="001E7138">
              <w:rPr>
                <w:noProof/>
              </w:rPr>
              <w:t>для исключения из единого реестра</w:t>
            </w:r>
            <w:r w:rsidR="001E7138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 xml:space="preserve">и проверяет их в соответствии с </w:t>
            </w:r>
            <w:r w:rsidR="003F4D73">
              <w:rPr>
                <w:noProof/>
              </w:rPr>
              <w:t>Р</w:t>
            </w:r>
            <w:r w:rsidRPr="00DA496B">
              <w:rPr>
                <w:noProof/>
              </w:rPr>
              <w:t>егламентом информационного взаимодействия.</w:t>
            </w:r>
          </w:p>
          <w:p w:rsidR="00B3061D" w:rsidRPr="00DA496B" w:rsidRDefault="00B3061D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В случае успешного выполнения проверки исполнитель осуществляет исключение сведений из единого реестра, а также фиксирует дату и время обновления сведений.</w:t>
            </w:r>
          </w:p>
          <w:p w:rsidR="00B3061D" w:rsidRPr="00DA496B" w:rsidRDefault="001E7138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И</w:t>
            </w:r>
            <w:r w:rsidR="00B3061D" w:rsidRPr="00DA496B">
              <w:rPr>
                <w:noProof/>
              </w:rPr>
              <w:t xml:space="preserve">сключаемые из единого реестра сведения сохраняются для обеспечения возможности просмотра истории изменений и становятся недоступными для дальнейшей обработки. Исполнитель формирует и </w:t>
            </w:r>
            <w:r>
              <w:rPr>
                <w:noProof/>
              </w:rPr>
              <w:t>нап</w:t>
            </w:r>
            <w:r w:rsidRPr="00DA496B">
              <w:rPr>
                <w:noProof/>
              </w:rPr>
              <w:t xml:space="preserve">равляет </w:t>
            </w:r>
            <w:r w:rsidR="00B3061D" w:rsidRPr="00DA496B">
              <w:rPr>
                <w:noProof/>
              </w:rPr>
              <w:t xml:space="preserve">уполномоченному органу государства-члена </w:t>
            </w:r>
            <w:r w:rsidRPr="00DA496B">
              <w:rPr>
                <w:noProof/>
              </w:rPr>
              <w:t xml:space="preserve">уведомление </w:t>
            </w:r>
            <w:r w:rsidR="00A50E41">
              <w:rPr>
                <w:noProof/>
              </w:rPr>
              <w:t xml:space="preserve">об </w:t>
            </w:r>
            <w:r w:rsidR="00B3061D" w:rsidRPr="00DA496B">
              <w:rPr>
                <w:noProof/>
              </w:rPr>
              <w:t>исключении сведений из единого реестра с</w:t>
            </w:r>
            <w:r>
              <w:rPr>
                <w:noProof/>
              </w:rPr>
              <w:t xml:space="preserve"> </w:t>
            </w:r>
            <w:r w:rsidR="00B3061D" w:rsidRPr="00DA496B">
              <w:rPr>
                <w:noProof/>
              </w:rPr>
              <w:t>код</w:t>
            </w:r>
            <w:r w:rsidR="00A50E41">
              <w:rPr>
                <w:noProof/>
              </w:rPr>
              <w:t>ом</w:t>
            </w:r>
            <w:r w:rsidR="00B3061D" w:rsidRPr="00DA496B">
              <w:rPr>
                <w:noProof/>
              </w:rPr>
              <w:t xml:space="preserve"> результата обработки, </w:t>
            </w:r>
            <w:r w:rsidRPr="00DA496B">
              <w:rPr>
                <w:noProof/>
              </w:rPr>
              <w:t>соответствующ</w:t>
            </w:r>
            <w:r w:rsidR="00A50E41">
              <w:rPr>
                <w:noProof/>
              </w:rPr>
              <w:t>им</w:t>
            </w:r>
            <w:r w:rsidRPr="00DA496B">
              <w:rPr>
                <w:noProof/>
              </w:rPr>
              <w:t xml:space="preserve"> </w:t>
            </w:r>
            <w:r w:rsidR="00B3061D" w:rsidRPr="00DA496B">
              <w:rPr>
                <w:noProof/>
              </w:rPr>
              <w:t xml:space="preserve">исключению сведений, </w:t>
            </w:r>
            <w:r w:rsidR="00EA4094">
              <w:rPr>
                <w:noProof/>
              </w:rPr>
              <w:br/>
            </w:r>
            <w:r w:rsidR="00B3061D" w:rsidRPr="00DA496B">
              <w:rPr>
                <w:noProof/>
              </w:rPr>
              <w:t xml:space="preserve">в соответствии с Регламентом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1E7138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единый реестр</w:t>
            </w:r>
            <w:r w:rsidR="001E7138">
              <w:rPr>
                <w:noProof/>
              </w:rPr>
              <w:t xml:space="preserve"> </w:t>
            </w:r>
            <w:r w:rsidR="001E7138" w:rsidRPr="00DA496B">
              <w:rPr>
                <w:noProof/>
              </w:rPr>
              <w:t>обновлен</w:t>
            </w:r>
            <w:r w:rsidRPr="00DA496B">
              <w:rPr>
                <w:noProof/>
              </w:rPr>
              <w:t xml:space="preserve">, уполномоченному органу государства-члена направлено уведомление 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>о</w:t>
            </w:r>
            <w:r w:rsidR="001E7138">
              <w:rPr>
                <w:noProof/>
              </w:rPr>
              <w:t xml:space="preserve"> результатах исключения сведений из </w:t>
            </w:r>
            <w:r w:rsidRPr="00DA496B">
              <w:rPr>
                <w:noProof/>
              </w:rPr>
              <w:t>единого реестра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19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Получение уведомления о результатах исключения </w:t>
      </w:r>
      <w:r w:rsidR="001E7138">
        <w:t xml:space="preserve">сведений </w:t>
      </w:r>
      <w:r w:rsidR="009E42E5" w:rsidRPr="00DA496B">
        <w:t>из 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.011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P.MM.07.OPR.011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 xml:space="preserve">получение уведомления о результатах исключения </w:t>
            </w:r>
            <w:r w:rsidR="001E7138">
              <w:rPr>
                <w:noProof/>
              </w:rPr>
              <w:t xml:space="preserve">сведений </w:t>
            </w:r>
            <w:r>
              <w:rPr>
                <w:noProof/>
              </w:rPr>
              <w:t>из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выполняется </w:t>
            </w:r>
            <w:r w:rsidR="001E7138">
              <w:rPr>
                <w:noProof/>
              </w:rPr>
              <w:t xml:space="preserve">при поступлении уведомления </w:t>
            </w:r>
            <w:r w:rsidR="00EA4094">
              <w:rPr>
                <w:noProof/>
              </w:rPr>
              <w:br/>
            </w:r>
            <w:r w:rsidR="001E7138">
              <w:rPr>
                <w:noProof/>
              </w:rPr>
              <w:t xml:space="preserve">о результатах </w:t>
            </w:r>
            <w:r w:rsidR="001E7138" w:rsidRPr="00DA496B">
              <w:t xml:space="preserve">исключения </w:t>
            </w:r>
            <w:r w:rsidR="001E7138">
              <w:t xml:space="preserve">сведений </w:t>
            </w:r>
            <w:r w:rsidR="001E7138" w:rsidRPr="00DA496B">
              <w:t>из единого реестра</w:t>
            </w:r>
            <w:r w:rsidR="001E7138">
              <w:t xml:space="preserve"> (операция </w:t>
            </w:r>
            <w:r w:rsidR="001E7138" w:rsidRPr="00DA496B">
              <w:t>«Прием и обработка сведений для исключения</w:t>
            </w:r>
            <w:r w:rsidR="001E7138">
              <w:t xml:space="preserve"> </w:t>
            </w:r>
            <w:r w:rsidR="001E7138" w:rsidRPr="00DA496B">
              <w:t>из единого реестра» (</w:t>
            </w:r>
            <w:r w:rsidR="001E7138" w:rsidRPr="00E736A4">
              <w:rPr>
                <w:lang w:val="en-US"/>
              </w:rPr>
              <w:t>P</w:t>
            </w:r>
            <w:r w:rsidR="001E7138" w:rsidRPr="00DA496B">
              <w:t>.</w:t>
            </w:r>
            <w:r w:rsidR="001E7138" w:rsidRPr="00E736A4">
              <w:rPr>
                <w:lang w:val="en-US"/>
              </w:rPr>
              <w:t>MM</w:t>
            </w:r>
            <w:r w:rsidR="001E7138" w:rsidRPr="00DA496B">
              <w:t>.07.</w:t>
            </w:r>
            <w:r w:rsidR="001E7138" w:rsidRPr="00E736A4">
              <w:rPr>
                <w:lang w:val="en-US"/>
              </w:rPr>
              <w:t>OPR</w:t>
            </w:r>
            <w:r w:rsidR="001E7138" w:rsidRPr="00DA496B">
              <w:t>.010)</w:t>
            </w:r>
            <w:r w:rsidR="001E7138"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1E7138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принимает уведомление и проверяет его в соответствии с </w:t>
            </w:r>
            <w:r w:rsidR="003F4D73">
              <w:rPr>
                <w:noProof/>
              </w:rPr>
              <w:t>Р</w:t>
            </w:r>
            <w:r w:rsidRPr="00DA496B">
              <w:rPr>
                <w:noProof/>
              </w:rPr>
              <w:t xml:space="preserve">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1E7138" w:rsidP="001E7138">
            <w:pPr>
              <w:pStyle w:val="ab"/>
              <w:jc w:val="left"/>
              <w:rPr>
                <w:noProof/>
              </w:rPr>
            </w:pPr>
            <w:r w:rsidRPr="00DA496B">
              <w:t>уведомлени</w:t>
            </w:r>
            <w:r>
              <w:t>е</w:t>
            </w:r>
            <w:r w:rsidRPr="00DA496B">
              <w:t xml:space="preserve"> о результатах исключения </w:t>
            </w:r>
            <w:r>
              <w:t xml:space="preserve">сведений </w:t>
            </w:r>
            <w:r w:rsidRPr="00DA496B">
              <w:t>из единого реестра</w:t>
            </w:r>
            <w:r>
              <w:t xml:space="preserve"> </w:t>
            </w:r>
            <w:r w:rsidRPr="00DA496B">
              <w:rPr>
                <w:noProof/>
              </w:rPr>
              <w:t xml:space="preserve">получено 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20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>Опубликование единого реестра после исключения сведений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.012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P.MM.07.OPR.012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опубликование единого реестра после исключения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Комиссия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1E7138">
            <w:pPr>
              <w:pStyle w:val="ab"/>
              <w:jc w:val="left"/>
            </w:pPr>
            <w:r w:rsidRPr="00DA496B">
              <w:rPr>
                <w:noProof/>
              </w:rPr>
              <w:t xml:space="preserve">выполняется после </w:t>
            </w:r>
            <w:r w:rsidR="001E7138">
              <w:rPr>
                <w:noProof/>
              </w:rPr>
              <w:t>исключения</w:t>
            </w:r>
            <w:r w:rsidR="001E7138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 xml:space="preserve">сведений </w:t>
            </w:r>
            <w:r w:rsidR="001E7138">
              <w:rPr>
                <w:noProof/>
              </w:rPr>
              <w:t xml:space="preserve">из </w:t>
            </w:r>
            <w:r w:rsidRPr="00DA496B">
              <w:rPr>
                <w:noProof/>
              </w:rPr>
              <w:t xml:space="preserve">единого реестра </w:t>
            </w:r>
            <w:r w:rsidR="00A50E41">
              <w:t xml:space="preserve">(операция </w:t>
            </w:r>
            <w:r w:rsidR="00A50E41" w:rsidRPr="00DA496B">
              <w:t>«Прием и обработка сведений для исключения</w:t>
            </w:r>
            <w:r w:rsidR="00A50E41">
              <w:t xml:space="preserve"> </w:t>
            </w:r>
            <w:r w:rsidR="00A50E41" w:rsidRPr="00DA496B">
              <w:t>из единого реестра» (</w:t>
            </w:r>
            <w:r w:rsidR="00A50E41" w:rsidRPr="00E736A4">
              <w:rPr>
                <w:lang w:val="en-US"/>
              </w:rPr>
              <w:t>P</w:t>
            </w:r>
            <w:r w:rsidR="00A50E41" w:rsidRPr="00DA496B">
              <w:t>.</w:t>
            </w:r>
            <w:r w:rsidR="00A50E41" w:rsidRPr="00E736A4">
              <w:rPr>
                <w:lang w:val="en-US"/>
              </w:rPr>
              <w:t>MM</w:t>
            </w:r>
            <w:r w:rsidR="00A50E41" w:rsidRPr="00DA496B">
              <w:t>.07.</w:t>
            </w:r>
            <w:r w:rsidR="00A50E41" w:rsidRPr="00E736A4">
              <w:rPr>
                <w:lang w:val="en-US"/>
              </w:rPr>
              <w:t>OPR</w:t>
            </w:r>
            <w:r w:rsidR="00A50E41" w:rsidRPr="00DA496B">
              <w:t>.010)</w:t>
            </w:r>
            <w:r w:rsidR="00A50E41"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C868B5" w:rsidRDefault="00B3061D" w:rsidP="008452E7">
            <w:pPr>
              <w:pStyle w:val="ab"/>
              <w:jc w:val="left"/>
            </w:pPr>
            <w:r w:rsidRPr="00C868B5">
              <w:rPr>
                <w:noProof/>
              </w:rPr>
              <w:t>–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1E7138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</w:t>
            </w:r>
            <w:r w:rsidR="001E7138">
              <w:rPr>
                <w:noProof/>
              </w:rPr>
              <w:t>публикует обновленный</w:t>
            </w:r>
            <w:r w:rsidR="001E7138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>единый реестр на информационном портале Союза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обновленный единый реестр опубликован на информационном портале Союза</w:t>
            </w:r>
          </w:p>
        </w:tc>
      </w:tr>
    </w:tbl>
    <w:p w:rsidR="00C94FB0" w:rsidRPr="00DA496B" w:rsidRDefault="00B1102B" w:rsidP="00D03D43">
      <w:pPr>
        <w:pStyle w:val="2"/>
        <w:rPr>
          <w:noProof/>
        </w:rPr>
      </w:pPr>
      <w:bookmarkStart w:id="52" w:name="_Toc364113139"/>
      <w:bookmarkStart w:id="53" w:name="_Toc369271036"/>
      <w:bookmarkStart w:id="54" w:name="_Toc375908840"/>
      <w:r w:rsidRPr="00DA496B">
        <w:rPr>
          <w:noProof/>
        </w:rPr>
        <w:lastRenderedPageBreak/>
        <w:t>2</w:t>
      </w:r>
      <w:r w:rsidR="00341DB3" w:rsidRPr="00DA496B">
        <w:t>.</w:t>
      </w:r>
      <w:r w:rsidR="00C23E21" w:rsidRPr="003153BA">
        <w:rPr>
          <w:lang w:val="en-US"/>
        </w:rPr>
        <w:t> </w:t>
      </w:r>
      <w:r w:rsidR="00885744">
        <w:rPr>
          <w:noProof/>
        </w:rPr>
        <w:t>Процедуры</w:t>
      </w:r>
      <w:r w:rsidR="00556DA2" w:rsidRPr="00DA496B">
        <w:rPr>
          <w:noProof/>
        </w:rPr>
        <w:t xml:space="preserve"> представления сведений </w:t>
      </w:r>
      <w:r w:rsidR="00C217AB">
        <w:rPr>
          <w:noProof/>
        </w:rPr>
        <w:t xml:space="preserve">из </w:t>
      </w:r>
      <w:r w:rsidR="00556DA2" w:rsidRPr="00DA496B">
        <w:rPr>
          <w:noProof/>
        </w:rPr>
        <w:t>единого реестра</w:t>
      </w:r>
    </w:p>
    <w:p w:rsidR="004D75AA" w:rsidRPr="00DA496B" w:rsidRDefault="00200396" w:rsidP="00800DD4">
      <w:pPr>
        <w:pStyle w:val="3"/>
      </w:pPr>
      <w:r>
        <w:t>Процедура</w:t>
      </w:r>
      <w:r w:rsidRPr="00DA496B">
        <w:t xml:space="preserve"> «</w:t>
      </w:r>
      <w:r w:rsidR="004D75AA" w:rsidRPr="00DA496B">
        <w:rPr>
          <w:noProof/>
        </w:rPr>
        <w:t>Получение</w:t>
      </w:r>
      <w:r w:rsidR="001E7138">
        <w:rPr>
          <w:noProof/>
        </w:rPr>
        <w:t xml:space="preserve"> информации о</w:t>
      </w:r>
      <w:r w:rsidR="004D75AA" w:rsidRPr="00DA496B">
        <w:rPr>
          <w:noProof/>
        </w:rPr>
        <w:t xml:space="preserve"> </w:t>
      </w:r>
      <w:r w:rsidR="001E7138" w:rsidRPr="00DA496B">
        <w:rPr>
          <w:noProof/>
        </w:rPr>
        <w:t>дат</w:t>
      </w:r>
      <w:r w:rsidR="001E7138">
        <w:rPr>
          <w:noProof/>
        </w:rPr>
        <w:t>е</w:t>
      </w:r>
      <w:r w:rsidR="001E7138" w:rsidRPr="00DA496B">
        <w:rPr>
          <w:noProof/>
        </w:rPr>
        <w:t xml:space="preserve"> </w:t>
      </w:r>
      <w:r w:rsidR="004D75AA" w:rsidRPr="00DA496B">
        <w:rPr>
          <w:noProof/>
        </w:rPr>
        <w:t>и времени обновления единого реестра</w:t>
      </w:r>
      <w:r w:rsidRPr="00DA496B">
        <w:rPr>
          <w:noProof/>
        </w:rPr>
        <w:t>»</w:t>
      </w:r>
      <w:r w:rsidR="004D75AA" w:rsidRPr="00DA496B">
        <w:t xml:space="preserve"> (</w:t>
      </w:r>
      <w:r w:rsidR="004D75AA" w:rsidRPr="001353E7">
        <w:rPr>
          <w:noProof/>
          <w:lang w:val="en-US"/>
        </w:rPr>
        <w:t>P</w:t>
      </w:r>
      <w:r w:rsidR="004D75AA" w:rsidRPr="00DA496B">
        <w:rPr>
          <w:noProof/>
        </w:rPr>
        <w:t>.</w:t>
      </w:r>
      <w:r w:rsidR="004D75AA" w:rsidRPr="001353E7">
        <w:rPr>
          <w:noProof/>
          <w:lang w:val="en-US"/>
        </w:rPr>
        <w:t>MM</w:t>
      </w:r>
      <w:r w:rsidR="004D75AA" w:rsidRPr="00DA496B">
        <w:rPr>
          <w:noProof/>
        </w:rPr>
        <w:t>.07.</w:t>
      </w:r>
      <w:r w:rsidR="004D75AA" w:rsidRPr="001353E7">
        <w:rPr>
          <w:noProof/>
          <w:lang w:val="en-US"/>
        </w:rPr>
        <w:t>PRC</w:t>
      </w:r>
      <w:r w:rsidR="004D75AA" w:rsidRPr="00DA496B">
        <w:rPr>
          <w:noProof/>
        </w:rPr>
        <w:t>.004</w:t>
      </w:r>
      <w:r w:rsidR="004D75AA" w:rsidRPr="00DA496B">
        <w:t>)</w:t>
      </w:r>
    </w:p>
    <w:bookmarkEnd w:id="52"/>
    <w:bookmarkEnd w:id="53"/>
    <w:bookmarkEnd w:id="54"/>
    <w:p w:rsidR="00DC5032" w:rsidRPr="00EE62B0" w:rsidRDefault="001C183C" w:rsidP="001C183C">
      <w:pPr>
        <w:pStyle w:val="aff"/>
      </w:pPr>
      <w:r>
        <w:rPr>
          <w:noProof/>
        </w:rPr>
        <w:t>48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DC5032" w:rsidRPr="00EE62B0">
        <w:t xml:space="preserve">Схема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DC5032" w:rsidRPr="00EE62B0">
        <w:t xml:space="preserve">процедуры </w:t>
      </w:r>
      <w:r w:rsidR="00A44E2B" w:rsidRPr="00EE62B0">
        <w:t>«</w:t>
      </w:r>
      <w:r w:rsidR="00F0733C" w:rsidRPr="00EE62B0">
        <w:t xml:space="preserve">Получение </w:t>
      </w:r>
      <w:r w:rsidR="001E7138">
        <w:rPr>
          <w:noProof/>
        </w:rPr>
        <w:t xml:space="preserve">информации </w:t>
      </w:r>
      <w:r w:rsidR="001E7138">
        <w:rPr>
          <w:noProof/>
          <w:lang w:val="ru-RU"/>
        </w:rPr>
        <w:t xml:space="preserve">о </w:t>
      </w:r>
      <w:r w:rsidR="001E7138" w:rsidRPr="00EE62B0">
        <w:t>дат</w:t>
      </w:r>
      <w:r w:rsidR="001E7138">
        <w:rPr>
          <w:lang w:val="ru-RU"/>
        </w:rPr>
        <w:t>е</w:t>
      </w:r>
      <w:r w:rsidR="001E7138" w:rsidRPr="00EE62B0">
        <w:t xml:space="preserve"> </w:t>
      </w:r>
      <w:r w:rsidR="00F0733C" w:rsidRPr="00EE62B0">
        <w:t>и времени обновления единого реестра</w:t>
      </w:r>
      <w:r w:rsidR="00A44E2B" w:rsidRPr="00EE62B0">
        <w:t>»</w:t>
      </w:r>
      <w:r w:rsidR="00F0733C" w:rsidRPr="00EE62B0">
        <w:t xml:space="preserve"> (P.MM.07.PRC.004</w:t>
      </w:r>
      <w:r w:rsidR="008E6C3A" w:rsidRPr="00EE62B0">
        <w:t>)</w:t>
      </w:r>
      <w:r w:rsidR="007A4388" w:rsidRPr="00EE62B0">
        <w:t xml:space="preserve"> </w:t>
      </w:r>
      <w:r w:rsidR="00DC5032" w:rsidRPr="00EE62B0">
        <w:t>представлена на</w:t>
      </w:r>
      <w:r w:rsidR="00B05D87" w:rsidRPr="00EE62B0">
        <w:t xml:space="preserve"> </w:t>
      </w:r>
      <w:r w:rsidR="00A44E2B" w:rsidRPr="00EE62B0">
        <w:t>рис</w:t>
      </w:r>
      <w:r w:rsidR="00221902">
        <w:rPr>
          <w:lang w:val="ru-RU"/>
        </w:rPr>
        <w:t>унке</w:t>
      </w:r>
      <w:r w:rsidR="00221902" w:rsidRPr="00EE62B0">
        <w:t> </w:t>
      </w:r>
      <w:r w:rsidR="00E75E86" w:rsidRPr="00EE62B0">
        <w:t>7</w:t>
      </w:r>
      <w:r w:rsidR="00DC5032" w:rsidRPr="00EE62B0">
        <w:t>.</w:t>
      </w:r>
    </w:p>
    <w:p w:rsidR="00DC5032" w:rsidRPr="00EE62B0" w:rsidRDefault="00643369" w:rsidP="006E064A">
      <w:pPr>
        <w:pStyle w:val="af6"/>
      </w:pPr>
      <w:r>
        <w:pict>
          <v:shape id="_x0000_i1031" type="#_x0000_t75" style="width:444pt;height:336.75pt">
            <v:imagedata r:id="rId15" o:title="РИС7"/>
          </v:shape>
        </w:pict>
      </w:r>
    </w:p>
    <w:p w:rsidR="004773BF" w:rsidRPr="00DA496B" w:rsidRDefault="00B73FB5" w:rsidP="0095762B">
      <w:pPr>
        <w:pStyle w:val="af5"/>
        <w:rPr>
          <w:rStyle w:val="afc"/>
          <w:sz w:val="24"/>
          <w:lang w:val="ru-RU"/>
        </w:rPr>
      </w:pPr>
      <w:r w:rsidRPr="007E0CC6">
        <w:t>Рис</w:t>
      </w:r>
      <w:r w:rsidR="00E70901" w:rsidRPr="00DA496B">
        <w:t>.</w:t>
      </w:r>
      <w:r w:rsidR="00221902" w:rsidRPr="007E0CC6">
        <w:rPr>
          <w:lang w:val="en-US"/>
        </w:rPr>
        <w:t> </w:t>
      </w:r>
      <w:r w:rsidR="00E75E86" w:rsidRPr="00DA496B">
        <w:rPr>
          <w:noProof/>
        </w:rPr>
        <w:t>7</w:t>
      </w:r>
      <w:r w:rsidRPr="00DA496B">
        <w:t>.</w:t>
      </w:r>
      <w:r w:rsidR="00DC5032" w:rsidRPr="00DA496B">
        <w:t xml:space="preserve"> </w:t>
      </w:r>
      <w:r w:rsidR="00DC5032" w:rsidRPr="007E0CC6">
        <w:t>Схема</w:t>
      </w:r>
      <w:r w:rsidR="00DC5032" w:rsidRPr="00DA496B">
        <w:t xml:space="preserve"> </w:t>
      </w:r>
      <w:r w:rsidR="00E21084">
        <w:t>вы</w:t>
      </w:r>
      <w:r w:rsidR="00E21084" w:rsidRPr="00E21084">
        <w:t>полнения</w:t>
      </w:r>
      <w:r w:rsidR="00E21084" w:rsidRPr="00DA496B">
        <w:t xml:space="preserve"> </w:t>
      </w:r>
      <w:r w:rsidR="00DC5032" w:rsidRPr="00E21084">
        <w:t>процедуры</w:t>
      </w:r>
      <w:r w:rsidR="00DC5032" w:rsidRPr="00DA496B">
        <w:t xml:space="preserve"> </w:t>
      </w:r>
      <w:r w:rsidR="00A44E2B" w:rsidRPr="00DA496B">
        <w:t>«</w:t>
      </w:r>
      <w:r w:rsidR="00F0733C" w:rsidRPr="00DA496B">
        <w:rPr>
          <w:noProof/>
        </w:rPr>
        <w:t>Получение</w:t>
      </w:r>
      <w:r w:rsidR="001E7138">
        <w:rPr>
          <w:noProof/>
        </w:rPr>
        <w:t xml:space="preserve"> </w:t>
      </w:r>
      <w:r w:rsidR="00C217AB">
        <w:rPr>
          <w:noProof/>
        </w:rPr>
        <w:t xml:space="preserve">информации </w:t>
      </w:r>
      <w:r w:rsidR="001E7138">
        <w:rPr>
          <w:noProof/>
        </w:rPr>
        <w:t>о</w:t>
      </w:r>
      <w:r w:rsidR="00F0733C" w:rsidRPr="00DA496B">
        <w:rPr>
          <w:noProof/>
        </w:rPr>
        <w:t xml:space="preserve"> </w:t>
      </w:r>
      <w:r w:rsidR="001E7138" w:rsidRPr="00DA496B">
        <w:rPr>
          <w:noProof/>
        </w:rPr>
        <w:t>дат</w:t>
      </w:r>
      <w:r w:rsidR="001E7138">
        <w:rPr>
          <w:noProof/>
        </w:rPr>
        <w:t>е</w:t>
      </w:r>
      <w:r w:rsidR="001E7138" w:rsidRPr="00DA496B">
        <w:rPr>
          <w:noProof/>
        </w:rPr>
        <w:t xml:space="preserve"> </w:t>
      </w:r>
      <w:r w:rsidR="00F0733C" w:rsidRPr="00DA496B">
        <w:rPr>
          <w:noProof/>
        </w:rPr>
        <w:t>и времени обновления единого реестра</w:t>
      </w:r>
      <w:r w:rsidR="00A44E2B" w:rsidRPr="00DA496B">
        <w:t>»</w:t>
      </w:r>
      <w:r w:rsidR="008E6C3A" w:rsidRPr="00DA496B">
        <w:t xml:space="preserve"> </w:t>
      </w:r>
      <w:r w:rsidR="00F0733C" w:rsidRPr="00DA496B">
        <w:t>(</w:t>
      </w:r>
      <w:r w:rsidR="00F0733C" w:rsidRPr="007E0CC6">
        <w:rPr>
          <w:noProof/>
          <w:lang w:val="en-US"/>
        </w:rPr>
        <w:t>P</w:t>
      </w:r>
      <w:r w:rsidR="00F0733C" w:rsidRPr="00DA496B">
        <w:rPr>
          <w:noProof/>
        </w:rPr>
        <w:t>.</w:t>
      </w:r>
      <w:r w:rsidR="00F0733C" w:rsidRPr="007E0CC6">
        <w:rPr>
          <w:noProof/>
          <w:lang w:val="en-US"/>
        </w:rPr>
        <w:t>MM</w:t>
      </w:r>
      <w:r w:rsidR="00F0733C" w:rsidRPr="00DA496B">
        <w:rPr>
          <w:noProof/>
        </w:rPr>
        <w:t>.07.</w:t>
      </w:r>
      <w:r w:rsidR="00F0733C" w:rsidRPr="007E0CC6">
        <w:rPr>
          <w:noProof/>
          <w:lang w:val="en-US"/>
        </w:rPr>
        <w:t>PRC</w:t>
      </w:r>
      <w:r w:rsidR="00F0733C" w:rsidRPr="00DA496B">
        <w:rPr>
          <w:noProof/>
        </w:rPr>
        <w:t>.004</w:t>
      </w:r>
      <w:r w:rsidR="008E6C3A" w:rsidRPr="00DA496B">
        <w:t>)</w:t>
      </w:r>
    </w:p>
    <w:p w:rsidR="003E0C6E" w:rsidRDefault="001C183C" w:rsidP="001C183C">
      <w:pPr>
        <w:pStyle w:val="aff"/>
      </w:pPr>
      <w:r w:rsidRPr="001C183C">
        <w:rPr>
          <w:noProof/>
        </w:rPr>
        <w:t>49</w:t>
      </w:r>
      <w:r w:rsidRPr="001C183C">
        <w:t>.</w:t>
      </w:r>
      <w:r w:rsidR="00C23E21">
        <w:t> </w:t>
      </w:r>
      <w:r w:rsidR="00CB3574" w:rsidRPr="00EE62B0">
        <w:t>Процедура</w:t>
      </w:r>
      <w:r w:rsidR="00CB3574" w:rsidRPr="001353E7">
        <w:t xml:space="preserve"> </w:t>
      </w:r>
      <w:r w:rsidR="00FA6CAE" w:rsidRPr="001353E7">
        <w:t>«</w:t>
      </w:r>
      <w:r w:rsidR="001E7138" w:rsidRPr="00DA496B">
        <w:rPr>
          <w:noProof/>
        </w:rPr>
        <w:t>Получение</w:t>
      </w:r>
      <w:r w:rsidR="001E7138">
        <w:rPr>
          <w:noProof/>
        </w:rPr>
        <w:t xml:space="preserve"> </w:t>
      </w:r>
      <w:r w:rsidR="00C217AB">
        <w:rPr>
          <w:noProof/>
          <w:lang w:val="ru-RU"/>
        </w:rPr>
        <w:t xml:space="preserve">информации </w:t>
      </w:r>
      <w:r w:rsidR="001E7138">
        <w:rPr>
          <w:noProof/>
        </w:rPr>
        <w:t>о</w:t>
      </w:r>
      <w:r w:rsidR="001E7138" w:rsidRPr="00DA496B">
        <w:rPr>
          <w:noProof/>
        </w:rPr>
        <w:t xml:space="preserve"> дат</w:t>
      </w:r>
      <w:r w:rsidR="001E7138">
        <w:rPr>
          <w:noProof/>
        </w:rPr>
        <w:t>е</w:t>
      </w:r>
      <w:r w:rsidR="001E7138" w:rsidRPr="00DA496B">
        <w:rPr>
          <w:noProof/>
        </w:rPr>
        <w:t xml:space="preserve"> и времени обновления единого реестра</w:t>
      </w:r>
      <w:r w:rsidR="00FA6CAE" w:rsidRPr="001353E7">
        <w:t xml:space="preserve">» (P.MM.07.PRC.004) </w:t>
      </w:r>
      <w:r w:rsidR="003F4D73">
        <w:rPr>
          <w:noProof/>
          <w:lang w:val="ru-RU"/>
        </w:rPr>
        <w:t>выполняется</w:t>
      </w:r>
      <w:r w:rsidR="003F4D73">
        <w:rPr>
          <w:noProof/>
        </w:rPr>
        <w:t xml:space="preserve"> </w:t>
      </w:r>
      <w:r w:rsidR="003E0C6E">
        <w:rPr>
          <w:noProof/>
        </w:rPr>
        <w:t xml:space="preserve">уполномоченным органом государства-члена </w:t>
      </w:r>
      <w:r w:rsidR="003F4D73">
        <w:rPr>
          <w:noProof/>
          <w:lang w:val="ru-RU"/>
        </w:rPr>
        <w:t xml:space="preserve">в случае </w:t>
      </w:r>
      <w:r w:rsidR="003E0C6E">
        <w:rPr>
          <w:noProof/>
        </w:rPr>
        <w:t xml:space="preserve">необходимости получения </w:t>
      </w:r>
      <w:r w:rsidR="001E7138">
        <w:rPr>
          <w:noProof/>
          <w:lang w:val="ru-RU"/>
        </w:rPr>
        <w:t xml:space="preserve">информации о </w:t>
      </w:r>
      <w:r w:rsidR="001E7138">
        <w:rPr>
          <w:noProof/>
        </w:rPr>
        <w:t>дат</w:t>
      </w:r>
      <w:r w:rsidR="001E7138">
        <w:rPr>
          <w:noProof/>
          <w:lang w:val="ru-RU"/>
        </w:rPr>
        <w:t>е</w:t>
      </w:r>
      <w:r w:rsidR="001E7138">
        <w:rPr>
          <w:noProof/>
        </w:rPr>
        <w:t xml:space="preserve"> </w:t>
      </w:r>
      <w:r w:rsidR="003E0C6E">
        <w:rPr>
          <w:noProof/>
        </w:rPr>
        <w:t>и времени обновления единого реестра</w:t>
      </w:r>
      <w:r w:rsidR="009932A8" w:rsidRPr="008452E7">
        <w:rPr>
          <w:rStyle w:val="afc"/>
          <w:color w:val="000000"/>
          <w:lang w:val="ru-RU" w:eastAsia="ru-RU"/>
        </w:rPr>
        <w:t>.</w:t>
      </w:r>
    </w:p>
    <w:p w:rsidR="00EC49D1" w:rsidRDefault="001C183C" w:rsidP="001C183C">
      <w:pPr>
        <w:pStyle w:val="aff"/>
      </w:pPr>
      <w:r w:rsidRPr="001C183C">
        <w:rPr>
          <w:noProof/>
        </w:rPr>
        <w:t>50</w:t>
      </w:r>
      <w:r w:rsidRPr="001C183C">
        <w:t>.</w:t>
      </w:r>
      <w:r w:rsidR="00C23E21">
        <w:t> </w:t>
      </w:r>
      <w:r w:rsidR="00277093">
        <w:rPr>
          <w:noProof/>
          <w:lang w:val="ru-RU"/>
        </w:rPr>
        <w:t>Первой выполняется о</w:t>
      </w:r>
      <w:r w:rsidR="00EC49D1">
        <w:rPr>
          <w:noProof/>
        </w:rPr>
        <w:t xml:space="preserve">перация «Запрос </w:t>
      </w:r>
      <w:r w:rsidR="001E7138">
        <w:rPr>
          <w:noProof/>
          <w:lang w:val="ru-RU"/>
        </w:rPr>
        <w:t xml:space="preserve">информации о </w:t>
      </w:r>
      <w:r w:rsidR="001E7138">
        <w:rPr>
          <w:noProof/>
        </w:rPr>
        <w:t>дат</w:t>
      </w:r>
      <w:r w:rsidR="001E7138">
        <w:rPr>
          <w:noProof/>
          <w:lang w:val="ru-RU"/>
        </w:rPr>
        <w:t>е</w:t>
      </w:r>
      <w:r w:rsidR="001E7138">
        <w:rPr>
          <w:noProof/>
        </w:rPr>
        <w:t xml:space="preserve"> </w:t>
      </w:r>
      <w:r w:rsidR="00EC49D1">
        <w:rPr>
          <w:noProof/>
        </w:rPr>
        <w:t>и времени обновления единого реестра» (P.MM.07.OPR.013)</w:t>
      </w:r>
      <w:r w:rsidR="00277093">
        <w:rPr>
          <w:noProof/>
          <w:lang w:val="ru-RU"/>
        </w:rPr>
        <w:t xml:space="preserve">, по </w:t>
      </w:r>
      <w:r w:rsidR="00277093">
        <w:rPr>
          <w:noProof/>
          <w:lang w:val="ru-RU"/>
        </w:rPr>
        <w:lastRenderedPageBreak/>
        <w:t>результатам выполнения которой</w:t>
      </w:r>
      <w:r w:rsidR="00EC49D1">
        <w:rPr>
          <w:noProof/>
        </w:rPr>
        <w:t xml:space="preserve"> уполномоченны</w:t>
      </w:r>
      <w:r w:rsidR="00277093">
        <w:rPr>
          <w:noProof/>
          <w:lang w:val="ru-RU"/>
        </w:rPr>
        <w:t>й</w:t>
      </w:r>
      <w:r w:rsidR="00EC49D1">
        <w:rPr>
          <w:noProof/>
        </w:rPr>
        <w:t xml:space="preserve"> орган </w:t>
      </w:r>
      <w:r w:rsidR="00C217AB">
        <w:rPr>
          <w:noProof/>
        </w:rPr>
        <w:br/>
      </w:r>
      <w:r w:rsidR="00EC49D1">
        <w:rPr>
          <w:noProof/>
        </w:rPr>
        <w:t xml:space="preserve">государства-члена </w:t>
      </w:r>
      <w:r w:rsidR="00277093" w:rsidRPr="00474DEB">
        <w:rPr>
          <w:lang w:val="ru-RU"/>
        </w:rPr>
        <w:t xml:space="preserve">формирует и </w:t>
      </w:r>
      <w:r w:rsidR="00277093" w:rsidRPr="00474DEB">
        <w:t xml:space="preserve">направляет в Комиссию запрос </w:t>
      </w:r>
      <w:r w:rsidR="00277093" w:rsidRPr="00474DEB">
        <w:rPr>
          <w:lang w:val="ru-RU"/>
        </w:rPr>
        <w:t xml:space="preserve">на </w:t>
      </w:r>
      <w:r w:rsidR="00277093">
        <w:rPr>
          <w:lang w:val="ru-RU"/>
        </w:rPr>
        <w:t xml:space="preserve">представление </w:t>
      </w:r>
      <w:r w:rsidR="001E7138">
        <w:rPr>
          <w:lang w:val="ru-RU"/>
        </w:rPr>
        <w:t>информации</w:t>
      </w:r>
      <w:r w:rsidR="001E7138" w:rsidRPr="00474DEB">
        <w:rPr>
          <w:lang w:val="ru-RU"/>
        </w:rPr>
        <w:t xml:space="preserve"> </w:t>
      </w:r>
      <w:r w:rsidR="00277093" w:rsidRPr="00474DEB">
        <w:rPr>
          <w:lang w:val="ru-RU"/>
        </w:rPr>
        <w:t>о</w:t>
      </w:r>
      <w:r w:rsidR="00277093" w:rsidRPr="00474DEB">
        <w:t xml:space="preserve"> дат</w:t>
      </w:r>
      <w:r w:rsidR="00277093" w:rsidRPr="00474DEB">
        <w:rPr>
          <w:lang w:val="ru-RU"/>
        </w:rPr>
        <w:t>е</w:t>
      </w:r>
      <w:r w:rsidR="00277093" w:rsidRPr="00474DEB">
        <w:t xml:space="preserve"> и времени обновления </w:t>
      </w:r>
      <w:r w:rsidR="00277093">
        <w:t>единого</w:t>
      </w:r>
      <w:r w:rsidR="00277093" w:rsidRPr="00474DEB">
        <w:t xml:space="preserve"> реестра</w:t>
      </w:r>
      <w:r w:rsidR="00EC49D1">
        <w:rPr>
          <w:noProof/>
        </w:rPr>
        <w:t>.</w:t>
      </w:r>
    </w:p>
    <w:p w:rsidR="00EC49D1" w:rsidRDefault="001C183C" w:rsidP="001C183C">
      <w:pPr>
        <w:pStyle w:val="aff"/>
      </w:pPr>
      <w:r w:rsidRPr="001C183C">
        <w:rPr>
          <w:noProof/>
        </w:rPr>
        <w:t>51</w:t>
      </w:r>
      <w:r w:rsidRPr="001C183C">
        <w:t>.</w:t>
      </w:r>
      <w:r w:rsidR="00C23E21">
        <w:t> </w:t>
      </w:r>
      <w:proofErr w:type="gramStart"/>
      <w:r w:rsidR="00277093" w:rsidRPr="00474DEB">
        <w:rPr>
          <w:lang w:val="ru-RU"/>
        </w:rPr>
        <w:t xml:space="preserve">При поступлении в </w:t>
      </w:r>
      <w:r w:rsidR="00277093" w:rsidRPr="00474DEB">
        <w:t>Комиссию запрос</w:t>
      </w:r>
      <w:r w:rsidR="00277093" w:rsidRPr="00474DEB">
        <w:rPr>
          <w:lang w:val="ru-RU"/>
        </w:rPr>
        <w:t>а</w:t>
      </w:r>
      <w:r w:rsidR="00277093" w:rsidRPr="00474DEB">
        <w:t xml:space="preserve"> </w:t>
      </w:r>
      <w:r w:rsidR="00277093" w:rsidRPr="00474DEB">
        <w:rPr>
          <w:lang w:val="ru-RU"/>
        </w:rPr>
        <w:t xml:space="preserve">на </w:t>
      </w:r>
      <w:r w:rsidR="00277093">
        <w:rPr>
          <w:lang w:val="ru-RU"/>
        </w:rPr>
        <w:t xml:space="preserve">представление </w:t>
      </w:r>
      <w:r w:rsidR="001E7138">
        <w:rPr>
          <w:lang w:val="ru-RU"/>
        </w:rPr>
        <w:t>информации</w:t>
      </w:r>
      <w:r w:rsidR="001E7138" w:rsidRPr="00474DEB">
        <w:rPr>
          <w:lang w:val="ru-RU"/>
        </w:rPr>
        <w:t xml:space="preserve"> </w:t>
      </w:r>
      <w:r w:rsidR="00277093" w:rsidRPr="00474DEB">
        <w:rPr>
          <w:lang w:val="ru-RU"/>
        </w:rPr>
        <w:t>о</w:t>
      </w:r>
      <w:r w:rsidR="00277093" w:rsidRPr="00474DEB">
        <w:t xml:space="preserve"> дат</w:t>
      </w:r>
      <w:r w:rsidR="00277093" w:rsidRPr="00474DEB">
        <w:rPr>
          <w:lang w:val="ru-RU"/>
        </w:rPr>
        <w:t>е</w:t>
      </w:r>
      <w:r w:rsidR="00277093" w:rsidRPr="00474DEB">
        <w:t xml:space="preserve"> и времени обновления </w:t>
      </w:r>
      <w:r w:rsidR="00277093">
        <w:t>единого</w:t>
      </w:r>
      <w:r w:rsidR="00277093" w:rsidRPr="00474DEB">
        <w:t xml:space="preserve"> реестра выполняется операция</w:t>
      </w:r>
      <w:r w:rsidR="00277093">
        <w:rPr>
          <w:noProof/>
          <w:lang w:val="ru-RU"/>
        </w:rPr>
        <w:t xml:space="preserve"> </w:t>
      </w:r>
      <w:r w:rsidR="00EC49D1">
        <w:rPr>
          <w:noProof/>
        </w:rPr>
        <w:t>«Обработка и представление</w:t>
      </w:r>
      <w:r w:rsidR="001E7138">
        <w:rPr>
          <w:noProof/>
          <w:lang w:val="ru-RU"/>
        </w:rPr>
        <w:t xml:space="preserve"> </w:t>
      </w:r>
      <w:r w:rsidR="001E7138">
        <w:rPr>
          <w:lang w:val="ru-RU"/>
        </w:rPr>
        <w:t>информации о</w:t>
      </w:r>
      <w:r w:rsidR="00EC49D1">
        <w:rPr>
          <w:noProof/>
        </w:rPr>
        <w:t xml:space="preserve"> </w:t>
      </w:r>
      <w:r w:rsidR="001E7138">
        <w:rPr>
          <w:noProof/>
        </w:rPr>
        <w:t>дат</w:t>
      </w:r>
      <w:r w:rsidR="001E7138">
        <w:rPr>
          <w:noProof/>
          <w:lang w:val="ru-RU"/>
        </w:rPr>
        <w:t>е</w:t>
      </w:r>
      <w:r w:rsidR="001E7138">
        <w:rPr>
          <w:noProof/>
        </w:rPr>
        <w:t xml:space="preserve"> </w:t>
      </w:r>
      <w:r w:rsidR="00EC49D1">
        <w:rPr>
          <w:noProof/>
        </w:rPr>
        <w:t>и времени обновления единого реестра» (P.MM.07.OPR.014)</w:t>
      </w:r>
      <w:r w:rsidR="00277093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Комиссия направляет </w:t>
      </w:r>
      <w:r w:rsidR="001E7138">
        <w:rPr>
          <w:noProof/>
          <w:lang w:val="ru-RU"/>
        </w:rPr>
        <w:t xml:space="preserve">в </w:t>
      </w:r>
      <w:r w:rsidR="001E7138">
        <w:rPr>
          <w:noProof/>
        </w:rPr>
        <w:t>уполномоченн</w:t>
      </w:r>
      <w:r w:rsidR="001E7138">
        <w:rPr>
          <w:noProof/>
          <w:lang w:val="ru-RU"/>
        </w:rPr>
        <w:t>ый</w:t>
      </w:r>
      <w:r w:rsidR="001E7138">
        <w:rPr>
          <w:noProof/>
        </w:rPr>
        <w:t xml:space="preserve"> орган государства-члена</w:t>
      </w:r>
      <w:r w:rsidR="001E7138">
        <w:rPr>
          <w:noProof/>
          <w:lang w:val="ru-RU"/>
        </w:rPr>
        <w:t xml:space="preserve"> информацию о </w:t>
      </w:r>
      <w:r w:rsidR="001E7138">
        <w:rPr>
          <w:noProof/>
        </w:rPr>
        <w:t>дат</w:t>
      </w:r>
      <w:r w:rsidR="001E7138">
        <w:rPr>
          <w:noProof/>
          <w:lang w:val="ru-RU"/>
        </w:rPr>
        <w:t>е</w:t>
      </w:r>
      <w:r w:rsidR="001E7138">
        <w:rPr>
          <w:noProof/>
        </w:rPr>
        <w:t xml:space="preserve"> </w:t>
      </w:r>
      <w:r w:rsidR="00EC49D1">
        <w:rPr>
          <w:noProof/>
        </w:rPr>
        <w:t xml:space="preserve">и </w:t>
      </w:r>
      <w:r w:rsidR="001E7138">
        <w:rPr>
          <w:noProof/>
        </w:rPr>
        <w:t xml:space="preserve">времени </w:t>
      </w:r>
      <w:r w:rsidR="00EC49D1">
        <w:rPr>
          <w:noProof/>
        </w:rPr>
        <w:t>обновления единого реестра.</w:t>
      </w:r>
      <w:proofErr w:type="gramEnd"/>
    </w:p>
    <w:p w:rsidR="00EC49D1" w:rsidRDefault="001C183C" w:rsidP="001C183C">
      <w:pPr>
        <w:pStyle w:val="aff"/>
      </w:pPr>
      <w:r w:rsidRPr="001C183C">
        <w:rPr>
          <w:noProof/>
        </w:rPr>
        <w:t>52</w:t>
      </w:r>
      <w:r w:rsidRPr="001C183C">
        <w:t>.</w:t>
      </w:r>
      <w:r w:rsidR="00C23E21">
        <w:t> </w:t>
      </w:r>
      <w:proofErr w:type="gramStart"/>
      <w:r w:rsidR="00277093" w:rsidRPr="00474DEB">
        <w:rPr>
          <w:lang w:val="ru-RU"/>
        </w:rPr>
        <w:t>При поступлении в уполномоченный орган</w:t>
      </w:r>
      <w:r w:rsidR="00277093" w:rsidRPr="00EC04DD">
        <w:rPr>
          <w:noProof/>
        </w:rPr>
        <w:t xml:space="preserve"> </w:t>
      </w:r>
      <w:r w:rsidR="00277093">
        <w:rPr>
          <w:noProof/>
        </w:rPr>
        <w:t>государства-члена</w:t>
      </w:r>
      <w:r w:rsidR="00277093" w:rsidRPr="00474DEB">
        <w:rPr>
          <w:lang w:val="ru-RU"/>
        </w:rPr>
        <w:t xml:space="preserve"> </w:t>
      </w:r>
      <w:r w:rsidR="00902B44">
        <w:rPr>
          <w:lang w:val="ru-RU"/>
        </w:rPr>
        <w:t>информации</w:t>
      </w:r>
      <w:r w:rsidR="00902B44" w:rsidRPr="00474DEB">
        <w:rPr>
          <w:lang w:val="ru-RU"/>
        </w:rPr>
        <w:t xml:space="preserve"> </w:t>
      </w:r>
      <w:r w:rsidR="00277093" w:rsidRPr="00474DEB">
        <w:rPr>
          <w:lang w:val="ru-RU"/>
        </w:rPr>
        <w:t xml:space="preserve">о </w:t>
      </w:r>
      <w:r w:rsidR="00277093" w:rsidRPr="00474DEB">
        <w:t>дат</w:t>
      </w:r>
      <w:r w:rsidR="00277093" w:rsidRPr="00474DEB">
        <w:rPr>
          <w:lang w:val="ru-RU"/>
        </w:rPr>
        <w:t>е</w:t>
      </w:r>
      <w:r w:rsidR="00277093" w:rsidRPr="00474DEB">
        <w:t xml:space="preserve"> и врем</w:t>
      </w:r>
      <w:r w:rsidR="00277093" w:rsidRPr="00474DEB">
        <w:rPr>
          <w:lang w:val="ru-RU"/>
        </w:rPr>
        <w:t>ени</w:t>
      </w:r>
      <w:r w:rsidR="00277093" w:rsidRPr="00474DEB">
        <w:t xml:space="preserve"> обновления </w:t>
      </w:r>
      <w:r w:rsidR="00277093">
        <w:t>единого</w:t>
      </w:r>
      <w:r w:rsidR="00277093" w:rsidRPr="00474DEB">
        <w:t xml:space="preserve"> реестра</w:t>
      </w:r>
      <w:r w:rsidR="00277093" w:rsidRPr="00474DEB">
        <w:rPr>
          <w:lang w:val="ru-RU"/>
        </w:rPr>
        <w:t xml:space="preserve"> выполняется операция</w:t>
      </w:r>
      <w:r w:rsidR="00277093">
        <w:rPr>
          <w:noProof/>
          <w:lang w:val="ru-RU"/>
        </w:rPr>
        <w:t xml:space="preserve"> </w:t>
      </w:r>
      <w:r w:rsidR="00EC49D1">
        <w:rPr>
          <w:noProof/>
        </w:rPr>
        <w:t xml:space="preserve">«Прием и обработка </w:t>
      </w:r>
      <w:r w:rsidR="00902B44">
        <w:rPr>
          <w:lang w:val="ru-RU"/>
        </w:rPr>
        <w:t>информации</w:t>
      </w:r>
      <w:r w:rsidR="00902B44" w:rsidRPr="00474DEB">
        <w:rPr>
          <w:lang w:val="ru-RU"/>
        </w:rPr>
        <w:t xml:space="preserve"> </w:t>
      </w:r>
      <w:r w:rsidR="00902B44">
        <w:rPr>
          <w:lang w:val="ru-RU"/>
        </w:rPr>
        <w:t xml:space="preserve">о </w:t>
      </w:r>
      <w:r w:rsidR="00902B44">
        <w:rPr>
          <w:noProof/>
        </w:rPr>
        <w:t>дат</w:t>
      </w:r>
      <w:r w:rsidR="00902B44">
        <w:rPr>
          <w:noProof/>
          <w:lang w:val="ru-RU"/>
        </w:rPr>
        <w:t>е</w:t>
      </w:r>
      <w:r w:rsidR="00902B44">
        <w:rPr>
          <w:noProof/>
        </w:rPr>
        <w:t xml:space="preserve"> </w:t>
      </w:r>
      <w:r w:rsidR="00EC49D1">
        <w:rPr>
          <w:noProof/>
        </w:rPr>
        <w:t>и времени обновления единого реестра» (P.MM.07.OPR.015)</w:t>
      </w:r>
      <w:r w:rsidR="00277093">
        <w:rPr>
          <w:noProof/>
          <w:lang w:val="ru-RU"/>
        </w:rPr>
        <w:t xml:space="preserve">, по результатам выполнения которой </w:t>
      </w:r>
      <w:r w:rsidR="00277093" w:rsidRPr="00474DEB">
        <w:rPr>
          <w:lang w:val="ru-RU"/>
        </w:rPr>
        <w:t>уполномоченный орган</w:t>
      </w:r>
      <w:r w:rsidR="00277093" w:rsidRPr="00EC04DD">
        <w:rPr>
          <w:noProof/>
        </w:rPr>
        <w:t xml:space="preserve"> </w:t>
      </w:r>
      <w:r w:rsidR="00277093">
        <w:rPr>
          <w:noProof/>
        </w:rPr>
        <w:t>государства-члена</w:t>
      </w:r>
      <w:r w:rsidR="00277093" w:rsidRPr="00474DEB">
        <w:rPr>
          <w:lang w:val="ru-RU"/>
        </w:rPr>
        <w:t xml:space="preserve">, направивший запрос на </w:t>
      </w:r>
      <w:r w:rsidR="00277093">
        <w:rPr>
          <w:lang w:val="ru-RU"/>
        </w:rPr>
        <w:t xml:space="preserve">представление </w:t>
      </w:r>
      <w:r w:rsidR="00902B44">
        <w:rPr>
          <w:lang w:val="ru-RU"/>
        </w:rPr>
        <w:t>информации</w:t>
      </w:r>
      <w:r w:rsidR="00902B44" w:rsidRPr="00474DEB">
        <w:rPr>
          <w:lang w:val="ru-RU"/>
        </w:rPr>
        <w:t xml:space="preserve"> </w:t>
      </w:r>
      <w:r w:rsidR="00277093" w:rsidRPr="00474DEB">
        <w:rPr>
          <w:lang w:val="ru-RU"/>
        </w:rPr>
        <w:t>о</w:t>
      </w:r>
      <w:r w:rsidR="00277093" w:rsidRPr="00474DEB">
        <w:t xml:space="preserve"> дат</w:t>
      </w:r>
      <w:r w:rsidR="00277093" w:rsidRPr="00474DEB">
        <w:rPr>
          <w:lang w:val="ru-RU"/>
        </w:rPr>
        <w:t>е</w:t>
      </w:r>
      <w:r w:rsidR="00277093" w:rsidRPr="00474DEB">
        <w:t xml:space="preserve"> и времени обновления </w:t>
      </w:r>
      <w:r w:rsidR="00277093">
        <w:t>единого</w:t>
      </w:r>
      <w:r w:rsidR="00277093" w:rsidRPr="00474DEB">
        <w:t xml:space="preserve"> реестра</w:t>
      </w:r>
      <w:r w:rsidR="00277093" w:rsidRPr="00474DEB">
        <w:rPr>
          <w:lang w:val="ru-RU"/>
        </w:rPr>
        <w:t>, осуществляет обработку</w:t>
      </w:r>
      <w:r w:rsidR="00277093" w:rsidRPr="00474DEB">
        <w:t xml:space="preserve"> </w:t>
      </w:r>
      <w:r w:rsidR="00277093">
        <w:rPr>
          <w:lang w:val="ru-RU"/>
        </w:rPr>
        <w:t>полученн</w:t>
      </w:r>
      <w:r w:rsidR="00902B44">
        <w:rPr>
          <w:lang w:val="ru-RU"/>
        </w:rPr>
        <w:t>ой информации</w:t>
      </w:r>
      <w:r w:rsidR="00902B44" w:rsidRPr="00474DEB">
        <w:rPr>
          <w:lang w:val="ru-RU"/>
        </w:rPr>
        <w:t xml:space="preserve"> </w:t>
      </w:r>
      <w:r w:rsidR="00277093" w:rsidRPr="00474DEB">
        <w:rPr>
          <w:lang w:val="ru-RU"/>
        </w:rPr>
        <w:t>о</w:t>
      </w:r>
      <w:r w:rsidR="00277093" w:rsidRPr="00474DEB">
        <w:t xml:space="preserve"> дат</w:t>
      </w:r>
      <w:r w:rsidR="00277093" w:rsidRPr="00474DEB">
        <w:rPr>
          <w:lang w:val="ru-RU"/>
        </w:rPr>
        <w:t>е</w:t>
      </w:r>
      <w:r w:rsidR="00491661">
        <w:rPr>
          <w:lang w:val="ru-RU"/>
        </w:rPr>
        <w:t xml:space="preserve"> </w:t>
      </w:r>
      <w:r w:rsidR="00277093" w:rsidRPr="00474DEB">
        <w:t>и времени обновления</w:t>
      </w:r>
      <w:proofErr w:type="gramEnd"/>
      <w:r w:rsidR="00277093" w:rsidRPr="00474DEB">
        <w:t xml:space="preserve"> </w:t>
      </w:r>
      <w:r w:rsidR="00277093">
        <w:t>единого</w:t>
      </w:r>
      <w:r w:rsidR="00277093" w:rsidRPr="00474DEB">
        <w:t xml:space="preserve"> реестра</w:t>
      </w:r>
      <w:r w:rsidR="00EC49D1">
        <w:rPr>
          <w:noProof/>
        </w:rPr>
        <w:t>.</w:t>
      </w:r>
    </w:p>
    <w:p w:rsidR="0020517E" w:rsidRPr="00EE62B0" w:rsidRDefault="001C183C" w:rsidP="001C183C">
      <w:pPr>
        <w:pStyle w:val="aff"/>
      </w:pPr>
      <w:r>
        <w:rPr>
          <w:noProof/>
        </w:rPr>
        <w:t>53</w:t>
      </w:r>
      <w:r w:rsidRPr="00DA496B">
        <w:rPr>
          <w:lang w:val="ru-RU"/>
        </w:rPr>
        <w:t>.</w:t>
      </w:r>
      <w:r w:rsidR="00C23E21" w:rsidRPr="00C23E21">
        <w:rPr>
          <w:lang w:val="en-US"/>
        </w:rPr>
        <w:t> </w:t>
      </w:r>
      <w:r w:rsidR="002B20E2" w:rsidRPr="00EE62B0">
        <w:t xml:space="preserve">Результатом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2B20E2" w:rsidRPr="00EE62B0">
        <w:t>процедуры</w:t>
      </w:r>
      <w:r w:rsidR="00B311B5" w:rsidRPr="00EE62B0">
        <w:t xml:space="preserve"> «Получение </w:t>
      </w:r>
      <w:r w:rsidR="00902B44">
        <w:rPr>
          <w:lang w:val="ru-RU"/>
        </w:rPr>
        <w:t>информации</w:t>
      </w:r>
      <w:r w:rsidR="00902B44" w:rsidRPr="00474DEB">
        <w:rPr>
          <w:lang w:val="ru-RU"/>
        </w:rPr>
        <w:t xml:space="preserve"> </w:t>
      </w:r>
      <w:r w:rsidR="00902B44">
        <w:rPr>
          <w:lang w:val="ru-RU"/>
        </w:rPr>
        <w:t xml:space="preserve">о </w:t>
      </w:r>
      <w:r w:rsidR="00902B44" w:rsidRPr="00EE62B0">
        <w:t>дат</w:t>
      </w:r>
      <w:r w:rsidR="00902B44">
        <w:rPr>
          <w:lang w:val="ru-RU"/>
        </w:rPr>
        <w:t>е</w:t>
      </w:r>
      <w:r w:rsidR="00902B44" w:rsidRPr="00EE62B0">
        <w:t xml:space="preserve"> </w:t>
      </w:r>
      <w:r w:rsidR="00B311B5" w:rsidRPr="00EE62B0">
        <w:t>и времени обновления единого реестра» (P.MM.07.PRC.004)</w:t>
      </w:r>
      <w:r w:rsidR="002B20E2" w:rsidRPr="00EE62B0">
        <w:t xml:space="preserve"> </w:t>
      </w:r>
      <w:r w:rsidR="00277093" w:rsidRPr="00474DEB">
        <w:t xml:space="preserve">является получение уполномоченным органом </w:t>
      </w:r>
      <w:r w:rsidR="00277093">
        <w:rPr>
          <w:noProof/>
          <w:lang w:val="ru-RU"/>
        </w:rPr>
        <w:t>государства-члена</w:t>
      </w:r>
      <w:r w:rsidR="00277093" w:rsidRPr="00474DEB">
        <w:rPr>
          <w:lang w:val="ru-RU"/>
        </w:rPr>
        <w:t xml:space="preserve"> </w:t>
      </w:r>
      <w:r w:rsidR="00902B44">
        <w:rPr>
          <w:lang w:val="ru-RU"/>
        </w:rPr>
        <w:t>информации</w:t>
      </w:r>
      <w:r w:rsidR="00902B44" w:rsidRPr="00474DEB">
        <w:rPr>
          <w:lang w:val="ru-RU"/>
        </w:rPr>
        <w:t xml:space="preserve"> </w:t>
      </w:r>
      <w:r w:rsidR="00277093" w:rsidRPr="00474DEB">
        <w:rPr>
          <w:lang w:val="ru-RU"/>
        </w:rPr>
        <w:t xml:space="preserve">о </w:t>
      </w:r>
      <w:r w:rsidR="00277093" w:rsidRPr="00474DEB">
        <w:t>дат</w:t>
      </w:r>
      <w:r w:rsidR="00277093" w:rsidRPr="00474DEB">
        <w:rPr>
          <w:lang w:val="ru-RU"/>
        </w:rPr>
        <w:t>е</w:t>
      </w:r>
      <w:r w:rsidR="00277093" w:rsidRPr="00474DEB">
        <w:t xml:space="preserve"> и времени обновления </w:t>
      </w:r>
      <w:r w:rsidR="00277093">
        <w:t>единого</w:t>
      </w:r>
      <w:r w:rsidR="00277093" w:rsidRPr="00474DEB">
        <w:t xml:space="preserve"> реестра</w:t>
      </w:r>
      <w:r w:rsidR="004E665C" w:rsidRPr="00EE62B0">
        <w:t>.</w:t>
      </w:r>
    </w:p>
    <w:p w:rsidR="00551F62" w:rsidRDefault="005442D9" w:rsidP="005442D9">
      <w:pPr>
        <w:pStyle w:val="aff"/>
      </w:pPr>
      <w:r>
        <w:rPr>
          <w:noProof/>
        </w:rPr>
        <w:t>54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551F62" w:rsidRPr="00EE62B0">
        <w:t>Перечень операций</w:t>
      </w:r>
      <w:r w:rsidR="00307C38">
        <w:rPr>
          <w:lang w:val="ru-RU"/>
        </w:rPr>
        <w:t xml:space="preserve"> общего процесса</w:t>
      </w:r>
      <w:r w:rsidR="00551F62" w:rsidRPr="00EE62B0">
        <w:t xml:space="preserve">, </w:t>
      </w:r>
      <w:r w:rsidR="00307C38">
        <w:rPr>
          <w:lang w:val="ru-RU"/>
        </w:rPr>
        <w:t>выполн</w:t>
      </w:r>
      <w:r w:rsidR="00875D46">
        <w:rPr>
          <w:lang w:val="ru-RU"/>
        </w:rPr>
        <w:t xml:space="preserve">яемых </w:t>
      </w:r>
      <w:r w:rsidR="00307C38">
        <w:rPr>
          <w:lang w:val="ru-RU"/>
        </w:rPr>
        <w:t>в рамках</w:t>
      </w:r>
      <w:r w:rsidR="00221902" w:rsidRPr="00EE62B0">
        <w:t xml:space="preserve"> </w:t>
      </w:r>
      <w:r w:rsidR="0092758D" w:rsidRPr="00EE62B0">
        <w:t xml:space="preserve">процедуры </w:t>
      </w:r>
      <w:r w:rsidR="009B7FF7" w:rsidRPr="00EE62B0">
        <w:t>«</w:t>
      </w:r>
      <w:r w:rsidR="00D00445" w:rsidRPr="00EE62B0">
        <w:t xml:space="preserve">Получение </w:t>
      </w:r>
      <w:r w:rsidR="00902B44">
        <w:rPr>
          <w:lang w:val="ru-RU"/>
        </w:rPr>
        <w:t>информации</w:t>
      </w:r>
      <w:r w:rsidR="00902B44" w:rsidRPr="00474DEB">
        <w:rPr>
          <w:lang w:val="ru-RU"/>
        </w:rPr>
        <w:t xml:space="preserve"> о </w:t>
      </w:r>
      <w:r w:rsidR="00902B44" w:rsidRPr="00474DEB">
        <w:t>дат</w:t>
      </w:r>
      <w:r w:rsidR="00902B44" w:rsidRPr="00474DEB">
        <w:rPr>
          <w:lang w:val="ru-RU"/>
        </w:rPr>
        <w:t>е</w:t>
      </w:r>
      <w:r w:rsidR="00902B44" w:rsidRPr="00474DEB">
        <w:t xml:space="preserve"> и времени </w:t>
      </w:r>
      <w:r w:rsidR="00D00445" w:rsidRPr="00EE62B0">
        <w:t>обновления единого реестра</w:t>
      </w:r>
      <w:r w:rsidR="009B7FF7" w:rsidRPr="00EE62B0">
        <w:t>»</w:t>
      </w:r>
      <w:r w:rsidR="00D00445" w:rsidRPr="00EE62B0">
        <w:t xml:space="preserve"> (P.MM.07.PRC.004</w:t>
      </w:r>
      <w:r w:rsidR="00995942" w:rsidRPr="00EE62B0">
        <w:t>)</w:t>
      </w:r>
      <w:r w:rsidR="00551F62" w:rsidRPr="00EE62B0">
        <w:t xml:space="preserve">, </w:t>
      </w:r>
      <w:r w:rsidR="00D02238">
        <w:rPr>
          <w:lang w:val="ru-RU"/>
        </w:rPr>
        <w:t>приведен</w:t>
      </w:r>
      <w:r w:rsidR="00551F62" w:rsidRPr="00EE62B0">
        <w:t xml:space="preserve"> в</w:t>
      </w:r>
      <w:r w:rsidR="00436FCA" w:rsidRPr="00EE62B0">
        <w:t xml:space="preserve"> </w:t>
      </w:r>
      <w:r w:rsidR="000B69FD" w:rsidRPr="00EE62B0">
        <w:t>табл</w:t>
      </w:r>
      <w:r w:rsidR="00221902">
        <w:rPr>
          <w:lang w:val="ru-RU"/>
        </w:rPr>
        <w:t>ице</w:t>
      </w:r>
      <w:r w:rsidR="00221902" w:rsidRPr="00EE62B0">
        <w:t> </w:t>
      </w:r>
      <w:r w:rsidR="00702F17">
        <w:rPr>
          <w:noProof/>
        </w:rPr>
        <w:t>21</w:t>
      </w:r>
      <w:r w:rsidR="00551F62" w:rsidRPr="00EE62B0">
        <w:t>.</w:t>
      </w:r>
    </w:p>
    <w:p w:rsidR="00221902" w:rsidRPr="00EE62B0" w:rsidRDefault="00221902" w:rsidP="005148D2">
      <w:pPr>
        <w:pStyle w:val="aff4"/>
      </w:pPr>
      <w:r w:rsidRPr="00EE62B0">
        <w:lastRenderedPageBreak/>
        <w:t>Табл</w:t>
      </w:r>
      <w:r>
        <w:rPr>
          <w:lang w:val="ru-RU"/>
        </w:rPr>
        <w:t>ица</w:t>
      </w:r>
      <w:r w:rsidRPr="001353E7">
        <w:rPr>
          <w:lang w:val="en-US"/>
        </w:rPr>
        <w:t> </w:t>
      </w:r>
      <w:r w:rsidR="00702F17">
        <w:rPr>
          <w:noProof/>
        </w:rPr>
        <w:t>21</w:t>
      </w:r>
    </w:p>
    <w:p w:rsidR="00241C50" w:rsidRDefault="00221902" w:rsidP="00857B8B">
      <w:pPr>
        <w:pStyle w:val="aff6"/>
        <w:keepLines/>
      </w:pPr>
      <w:r>
        <w:t>Перечень о</w:t>
      </w:r>
      <w:r w:rsidR="00241C50" w:rsidRPr="00EE62B0">
        <w:t>пераци</w:t>
      </w:r>
      <w:r>
        <w:t>й</w:t>
      </w:r>
      <w:r w:rsidR="00307C38">
        <w:t xml:space="preserve"> общего процесса</w:t>
      </w:r>
      <w:r>
        <w:t xml:space="preserve">, </w:t>
      </w:r>
      <w:r w:rsidR="000525CE">
        <w:t>выполня</w:t>
      </w:r>
      <w:r w:rsidR="00913D66">
        <w:t xml:space="preserve">емых </w:t>
      </w:r>
      <w:r w:rsidR="000525CE">
        <w:t xml:space="preserve">в рамках </w:t>
      </w:r>
      <w:r>
        <w:t>процедуры</w:t>
      </w:r>
      <w:r w:rsidR="00241C50" w:rsidRPr="009B2CBA">
        <w:t xml:space="preserve"> </w:t>
      </w:r>
      <w:r w:rsidR="00287FA4" w:rsidRPr="009B2CBA">
        <w:t>«</w:t>
      </w:r>
      <w:r w:rsidR="00902B44" w:rsidRPr="00EE62B0">
        <w:t xml:space="preserve">Получение </w:t>
      </w:r>
      <w:r w:rsidR="00902B44">
        <w:t>информации</w:t>
      </w:r>
      <w:r w:rsidR="00902B44" w:rsidRPr="00474DEB">
        <w:t xml:space="preserve"> о дате и времени </w:t>
      </w:r>
      <w:r w:rsidR="00902B44" w:rsidRPr="00EE62B0">
        <w:t xml:space="preserve">обновления </w:t>
      </w:r>
      <w:r w:rsidR="00902B44">
        <w:br/>
      </w:r>
      <w:r w:rsidR="00902B44" w:rsidRPr="00EE62B0">
        <w:t>единого реестра</w:t>
      </w:r>
      <w:r w:rsidR="00287FA4" w:rsidRPr="009B2CBA">
        <w:t>»</w:t>
      </w:r>
      <w:r w:rsidR="00157567" w:rsidRPr="009B2CBA">
        <w:t xml:space="preserve"> (P.MM.07.PRC.004)</w:t>
      </w:r>
    </w:p>
    <w:p w:rsidR="000525CE" w:rsidRPr="009B2CBA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04"/>
        <w:gridCol w:w="4014"/>
        <w:gridCol w:w="293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Наименование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P.MM.07.OPR.013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 xml:space="preserve">запрос </w:t>
            </w:r>
            <w:r w:rsidR="00902B44">
              <w:t>информации</w:t>
            </w:r>
            <w:r w:rsidR="00902B44" w:rsidRPr="00474DEB">
              <w:t xml:space="preserve"> о дате и времени </w:t>
            </w:r>
            <w:r w:rsidRPr="008452E7">
              <w:rPr>
                <w:noProof/>
              </w:rPr>
              <w:t>обновления 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22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P.MM.07.OPR.014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902B44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 xml:space="preserve">обработка и представление </w:t>
            </w:r>
            <w:r w:rsidR="00902B44">
              <w:t>информации</w:t>
            </w:r>
            <w:r w:rsidR="00902B44" w:rsidRPr="00474DEB">
              <w:t xml:space="preserve"> о дате и времени </w:t>
            </w:r>
            <w:r w:rsidRPr="008452E7">
              <w:rPr>
                <w:noProof/>
              </w:rPr>
              <w:t>обновления 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23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P.MM.07.OPR.015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 xml:space="preserve">прием и обработка </w:t>
            </w:r>
            <w:r w:rsidR="00902B44">
              <w:t>информации</w:t>
            </w:r>
            <w:r w:rsidR="00902B44" w:rsidRPr="00474DEB">
              <w:t xml:space="preserve"> о дате и времени</w:t>
            </w:r>
            <w:r w:rsidRPr="008452E7">
              <w:rPr>
                <w:noProof/>
              </w:rPr>
              <w:t xml:space="preserve"> обновления 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24 настоящих Правил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22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Запрос </w:t>
      </w:r>
      <w:r w:rsidR="00902B44">
        <w:t>информации</w:t>
      </w:r>
      <w:r w:rsidR="00902B44" w:rsidRPr="00474DEB">
        <w:t xml:space="preserve"> о дате и времени </w:t>
      </w:r>
      <w:r w:rsidR="009E42E5" w:rsidRPr="00DA496B">
        <w:t>обновления 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.013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 xml:space="preserve">запрос </w:t>
            </w:r>
            <w:r w:rsidR="00C217AB">
              <w:rPr>
                <w:noProof/>
              </w:rPr>
              <w:t xml:space="preserve">информации о </w:t>
            </w:r>
            <w:r>
              <w:rPr>
                <w:noProof/>
              </w:rPr>
              <w:t>дат</w:t>
            </w:r>
            <w:r w:rsidR="00C217AB">
              <w:rPr>
                <w:noProof/>
              </w:rPr>
              <w:t>е</w:t>
            </w:r>
            <w:r>
              <w:rPr>
                <w:noProof/>
              </w:rPr>
              <w:t xml:space="preserve"> и времени обновления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B17B6E">
            <w:pPr>
              <w:pStyle w:val="ab"/>
              <w:jc w:val="left"/>
            </w:pPr>
            <w:r w:rsidRPr="00DA496B">
              <w:rPr>
                <w:noProof/>
              </w:rPr>
              <w:t xml:space="preserve">выполняется при необходимости получения </w:t>
            </w:r>
            <w:r w:rsidR="00B17B6E">
              <w:t>информации</w:t>
            </w:r>
            <w:r w:rsidR="00B17B6E" w:rsidRPr="00474DEB">
              <w:t xml:space="preserve"> о дате и времени </w:t>
            </w:r>
            <w:r w:rsidRPr="00DA496B">
              <w:rPr>
                <w:noProof/>
              </w:rPr>
              <w:t>обновления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B17B6E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формирует и направляет в Комиссию запрос на представление </w:t>
            </w:r>
            <w:r w:rsidR="00B17B6E">
              <w:t>информации</w:t>
            </w:r>
            <w:r w:rsidR="00B17B6E" w:rsidRPr="00474DEB">
              <w:t xml:space="preserve"> о дате и времени </w:t>
            </w:r>
            <w:r w:rsidRPr="00DA496B">
              <w:rPr>
                <w:noProof/>
              </w:rPr>
              <w:t xml:space="preserve">обновления единого реестра </w:t>
            </w:r>
            <w:r w:rsidR="00EA4094">
              <w:rPr>
                <w:noProof/>
              </w:rPr>
              <w:br/>
            </w:r>
            <w:r w:rsidRPr="00DA496B">
              <w:rPr>
                <w:noProof/>
              </w:rPr>
              <w:t xml:space="preserve">в соответствии с </w:t>
            </w:r>
            <w:r w:rsidR="003F4D73">
              <w:rPr>
                <w:noProof/>
              </w:rPr>
              <w:t>Р</w:t>
            </w:r>
            <w:r w:rsidRPr="00DA496B">
              <w:rPr>
                <w:noProof/>
              </w:rPr>
              <w:t xml:space="preserve">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B17B6E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запрос на </w:t>
            </w:r>
            <w:r w:rsidR="00B17B6E">
              <w:rPr>
                <w:noProof/>
              </w:rPr>
              <w:t>представление информации о дате и времени</w:t>
            </w:r>
            <w:r w:rsidR="00B17B6E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>обновления единого реестра</w:t>
            </w:r>
            <w:r w:rsidR="00B17B6E">
              <w:rPr>
                <w:noProof/>
              </w:rPr>
              <w:t xml:space="preserve"> </w:t>
            </w:r>
            <w:r w:rsidR="00B17B6E" w:rsidRPr="00DA496B">
              <w:rPr>
                <w:noProof/>
              </w:rPr>
              <w:t>направлен</w:t>
            </w:r>
            <w:r w:rsidR="00C217AB">
              <w:rPr>
                <w:noProof/>
              </w:rPr>
              <w:t xml:space="preserve"> в Комиссию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23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Обработка и представление </w:t>
      </w:r>
      <w:r w:rsidR="00C217AB">
        <w:t xml:space="preserve">информации о </w:t>
      </w:r>
      <w:r w:rsidR="009E42E5" w:rsidRPr="00DA496B">
        <w:t>дат</w:t>
      </w:r>
      <w:r w:rsidR="00C217AB">
        <w:t>е</w:t>
      </w:r>
      <w:r w:rsidR="009E42E5" w:rsidRPr="00DA496B">
        <w:t xml:space="preserve"> и времени обновления 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.014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P.MM.07.OPR.014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B17B6E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 xml:space="preserve">обработка и представление </w:t>
            </w:r>
            <w:r w:rsidR="00B17B6E">
              <w:rPr>
                <w:noProof/>
              </w:rPr>
              <w:t xml:space="preserve">информации о дате </w:t>
            </w:r>
            <w:r>
              <w:rPr>
                <w:noProof/>
              </w:rPr>
              <w:t>и времени обновления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Комиссия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выполняется</w:t>
            </w:r>
            <w:r w:rsidR="00B17B6E">
              <w:rPr>
                <w:noProof/>
              </w:rPr>
              <w:t xml:space="preserve"> при поступлении запроса на представление информации о дате и времени обновления единого реестра (операция </w:t>
            </w:r>
            <w:r w:rsidR="00B17B6E" w:rsidRPr="00B17B6E">
              <w:rPr>
                <w:noProof/>
              </w:rPr>
              <w:t>«Запрос информации о дате и времени обновления единого реестра» (P.MM.07.OPR.013)</w:t>
            </w:r>
            <w:r w:rsidR="00B17B6E">
              <w:rPr>
                <w:noProof/>
              </w:rP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B17B6E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E1B65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выполняет проверку полученного запроса </w:t>
            </w:r>
            <w:r w:rsidR="00B17B6E">
              <w:rPr>
                <w:noProof/>
              </w:rPr>
              <w:t>и</w:t>
            </w:r>
            <w:r w:rsidRPr="00DA496B">
              <w:rPr>
                <w:noProof/>
              </w:rPr>
              <w:t xml:space="preserve"> направляет ответ на запрос в соответствии с </w:t>
            </w:r>
            <w:r w:rsidR="003F4D73">
              <w:rPr>
                <w:noProof/>
              </w:rPr>
              <w:t>Р</w:t>
            </w:r>
            <w:r w:rsidRPr="00DA496B">
              <w:rPr>
                <w:noProof/>
              </w:rPr>
              <w:t xml:space="preserve">егламентом информационного взаимодействия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B17B6E" w:rsidP="00B17B6E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 xml:space="preserve">информация о </w:t>
            </w:r>
            <w:r w:rsidRPr="00DA496B">
              <w:rPr>
                <w:noProof/>
              </w:rPr>
              <w:t>дат</w:t>
            </w:r>
            <w:r>
              <w:rPr>
                <w:noProof/>
              </w:rPr>
              <w:t>е</w:t>
            </w:r>
            <w:r w:rsidRPr="00DA496B">
              <w:rPr>
                <w:noProof/>
              </w:rPr>
              <w:t xml:space="preserve"> </w:t>
            </w:r>
            <w:r w:rsidR="00DC69D8" w:rsidRPr="00DA496B">
              <w:rPr>
                <w:noProof/>
              </w:rPr>
              <w:t xml:space="preserve">и </w:t>
            </w:r>
            <w:r w:rsidRPr="00DA496B">
              <w:rPr>
                <w:noProof/>
              </w:rPr>
              <w:t>врем</w:t>
            </w:r>
            <w:r>
              <w:rPr>
                <w:noProof/>
              </w:rPr>
              <w:t>ени</w:t>
            </w:r>
            <w:r w:rsidRPr="00DA496B">
              <w:rPr>
                <w:noProof/>
              </w:rPr>
              <w:t xml:space="preserve"> </w:t>
            </w:r>
            <w:r w:rsidR="00DC69D8" w:rsidRPr="00DA496B">
              <w:rPr>
                <w:noProof/>
              </w:rPr>
              <w:t>обновления единого реестра представлена уполномоченному органу государства-члена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lastRenderedPageBreak/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24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Прием и обработка </w:t>
      </w:r>
      <w:r w:rsidR="00B17B6E">
        <w:rPr>
          <w:noProof/>
        </w:rPr>
        <w:t xml:space="preserve">информации о </w:t>
      </w:r>
      <w:r w:rsidR="00B17B6E" w:rsidRPr="00DA496B">
        <w:rPr>
          <w:noProof/>
        </w:rPr>
        <w:t>дат</w:t>
      </w:r>
      <w:r w:rsidR="00B17B6E">
        <w:rPr>
          <w:noProof/>
        </w:rPr>
        <w:t>е</w:t>
      </w:r>
      <w:r w:rsidR="00B17B6E" w:rsidRPr="00DA496B">
        <w:rPr>
          <w:noProof/>
        </w:rPr>
        <w:t xml:space="preserve"> и врем</w:t>
      </w:r>
      <w:r w:rsidR="00B17B6E">
        <w:rPr>
          <w:noProof/>
        </w:rPr>
        <w:t>ени</w:t>
      </w:r>
      <w:r w:rsidR="00B17B6E" w:rsidRPr="00DA496B">
        <w:rPr>
          <w:noProof/>
        </w:rPr>
        <w:t xml:space="preserve"> </w:t>
      </w:r>
      <w:r w:rsidR="009E42E5" w:rsidRPr="00DA496B">
        <w:t>обновления 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.015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P.MM.07.OPR.015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17B6E" w:rsidP="008452E7">
            <w:pPr>
              <w:pStyle w:val="ab"/>
              <w:jc w:val="left"/>
              <w:rPr>
                <w:noProof/>
              </w:rPr>
            </w:pPr>
            <w:r>
              <w:t>п</w:t>
            </w:r>
            <w:r w:rsidRPr="00DA496B">
              <w:t xml:space="preserve">рием и обработка </w:t>
            </w:r>
            <w:r>
              <w:rPr>
                <w:noProof/>
              </w:rPr>
              <w:t xml:space="preserve">информации о </w:t>
            </w:r>
            <w:r w:rsidRPr="00DA496B">
              <w:rPr>
                <w:noProof/>
              </w:rPr>
              <w:t>дат</w:t>
            </w:r>
            <w:r>
              <w:rPr>
                <w:noProof/>
              </w:rPr>
              <w:t>е</w:t>
            </w:r>
            <w:r w:rsidRPr="00DA496B">
              <w:rPr>
                <w:noProof/>
              </w:rPr>
              <w:t xml:space="preserve"> и врем</w:t>
            </w:r>
            <w:r>
              <w:rPr>
                <w:noProof/>
              </w:rPr>
              <w:t>ени</w:t>
            </w:r>
            <w:r w:rsidRPr="00DA496B">
              <w:rPr>
                <w:noProof/>
              </w:rPr>
              <w:t xml:space="preserve"> </w:t>
            </w:r>
            <w:r w:rsidRPr="00DA496B">
              <w:t>обновления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>
            <w:pPr>
              <w:pStyle w:val="ab"/>
              <w:jc w:val="left"/>
            </w:pPr>
            <w:r w:rsidRPr="00DA496B">
              <w:rPr>
                <w:noProof/>
              </w:rPr>
              <w:t xml:space="preserve">выполняется при </w:t>
            </w:r>
            <w:r w:rsidR="00B17B6E">
              <w:rPr>
                <w:noProof/>
              </w:rPr>
              <w:t>получении</w:t>
            </w:r>
            <w:r w:rsidR="00B17B6E" w:rsidRPr="00DA496B">
              <w:rPr>
                <w:noProof/>
              </w:rPr>
              <w:t xml:space="preserve"> </w:t>
            </w:r>
            <w:r w:rsidR="00B17B6E">
              <w:rPr>
                <w:noProof/>
              </w:rPr>
              <w:t xml:space="preserve">информации о </w:t>
            </w:r>
            <w:r w:rsidR="00B17B6E" w:rsidRPr="00DA496B">
              <w:rPr>
                <w:noProof/>
              </w:rPr>
              <w:t>дат</w:t>
            </w:r>
            <w:r w:rsidR="00B17B6E">
              <w:rPr>
                <w:noProof/>
              </w:rPr>
              <w:t>е</w:t>
            </w:r>
            <w:r w:rsidR="00B17B6E" w:rsidRPr="00DA496B">
              <w:rPr>
                <w:noProof/>
              </w:rPr>
              <w:t xml:space="preserve"> и врем</w:t>
            </w:r>
            <w:r w:rsidR="00B17B6E">
              <w:rPr>
                <w:noProof/>
              </w:rPr>
              <w:t>ени</w:t>
            </w:r>
            <w:r w:rsidR="00B17B6E" w:rsidRPr="00DA496B">
              <w:rPr>
                <w:noProof/>
              </w:rPr>
              <w:t xml:space="preserve"> </w:t>
            </w:r>
            <w:r w:rsidR="00B17B6E" w:rsidRPr="00DA496B">
              <w:t>обновления единого реестра</w:t>
            </w:r>
            <w:r w:rsidR="00B17B6E">
              <w:rPr>
                <w:noProof/>
              </w:rPr>
              <w:t xml:space="preserve"> (операция </w:t>
            </w:r>
            <w:r w:rsidR="00B17B6E" w:rsidRPr="00B17B6E">
              <w:rPr>
                <w:noProof/>
              </w:rPr>
              <w:t>«</w:t>
            </w:r>
            <w:r w:rsidR="00B7588B">
              <w:rPr>
                <w:noProof/>
              </w:rPr>
              <w:t>О</w:t>
            </w:r>
            <w:r w:rsidR="00B17B6E" w:rsidRPr="00B17B6E">
              <w:rPr>
                <w:noProof/>
              </w:rPr>
              <w:t>бработка</w:t>
            </w:r>
            <w:r w:rsidR="00B7588B">
              <w:rPr>
                <w:noProof/>
              </w:rPr>
              <w:t xml:space="preserve"> и представление</w:t>
            </w:r>
            <w:r w:rsidR="00B17B6E" w:rsidRPr="00B17B6E">
              <w:rPr>
                <w:noProof/>
              </w:rPr>
              <w:t xml:space="preserve"> информации о дате и времени обновления единого реестра» (P.MM.07.OPR.01</w:t>
            </w:r>
            <w:r w:rsidR="00B7588B">
              <w:rPr>
                <w:noProof/>
              </w:rPr>
              <w:t>4</w:t>
            </w:r>
            <w:r w:rsidR="00B17B6E" w:rsidRPr="00B17B6E">
              <w:rPr>
                <w:noProof/>
              </w:rPr>
              <w:t>)</w:t>
            </w:r>
            <w:r w:rsidR="00B17B6E">
              <w:rPr>
                <w:noProof/>
              </w:rP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B17B6E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B17B6E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выполняет проверку </w:t>
            </w:r>
            <w:r w:rsidR="00B17B6E" w:rsidRPr="00DA496B">
              <w:rPr>
                <w:noProof/>
              </w:rPr>
              <w:t>полученн</w:t>
            </w:r>
            <w:r w:rsidR="00B17B6E">
              <w:rPr>
                <w:noProof/>
              </w:rPr>
              <w:t>ой информации</w:t>
            </w:r>
            <w:r w:rsidR="00B17B6E" w:rsidRPr="00DA496B">
              <w:rPr>
                <w:noProof/>
              </w:rPr>
              <w:t xml:space="preserve"> </w:t>
            </w:r>
            <w:r w:rsidRPr="00DA496B">
              <w:rPr>
                <w:noProof/>
              </w:rPr>
              <w:t xml:space="preserve">о дате и времени обновления единого реестра в соответствии с </w:t>
            </w:r>
            <w:r w:rsidR="003F4D73">
              <w:rPr>
                <w:noProof/>
              </w:rPr>
              <w:t>Р</w:t>
            </w:r>
            <w:r w:rsidRPr="00DA496B">
              <w:rPr>
                <w:noProof/>
              </w:rPr>
              <w:t>егламентом информационного взаимодействия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B17B6E" w:rsidP="00B17B6E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информация</w:t>
            </w:r>
            <w:r w:rsidRPr="00DA496B">
              <w:rPr>
                <w:noProof/>
              </w:rPr>
              <w:t xml:space="preserve"> о дате и времени обновления единого реестра</w:t>
            </w:r>
            <w:r>
              <w:rPr>
                <w:noProof/>
              </w:rPr>
              <w:t xml:space="preserve"> получена</w:t>
            </w:r>
          </w:p>
        </w:tc>
      </w:tr>
    </w:tbl>
    <w:p w:rsidR="004D75AA" w:rsidRPr="00DA496B" w:rsidRDefault="00200396" w:rsidP="00800DD4">
      <w:pPr>
        <w:pStyle w:val="3"/>
      </w:pPr>
      <w:r>
        <w:t>Процедура</w:t>
      </w:r>
      <w:r w:rsidRPr="00DA496B">
        <w:t xml:space="preserve"> «</w:t>
      </w:r>
      <w:r w:rsidR="004D75AA" w:rsidRPr="00DA496B">
        <w:rPr>
          <w:noProof/>
        </w:rPr>
        <w:t>Получение сведений</w:t>
      </w:r>
      <w:r w:rsidR="001663BD">
        <w:rPr>
          <w:noProof/>
        </w:rPr>
        <w:t xml:space="preserve"> из</w:t>
      </w:r>
      <w:r w:rsidR="004D75AA" w:rsidRPr="00DA496B">
        <w:rPr>
          <w:noProof/>
        </w:rPr>
        <w:t xml:space="preserve"> единого реестра</w:t>
      </w:r>
      <w:r w:rsidRPr="00DA496B">
        <w:rPr>
          <w:noProof/>
        </w:rPr>
        <w:t>»</w:t>
      </w:r>
      <w:r w:rsidR="004D75AA" w:rsidRPr="00DA496B">
        <w:t xml:space="preserve"> (</w:t>
      </w:r>
      <w:r w:rsidR="004D75AA" w:rsidRPr="001353E7">
        <w:rPr>
          <w:noProof/>
          <w:lang w:val="en-US"/>
        </w:rPr>
        <w:t>P</w:t>
      </w:r>
      <w:r w:rsidR="004D75AA" w:rsidRPr="00DA496B">
        <w:rPr>
          <w:noProof/>
        </w:rPr>
        <w:t>.</w:t>
      </w:r>
      <w:r w:rsidR="004D75AA" w:rsidRPr="001353E7">
        <w:rPr>
          <w:noProof/>
          <w:lang w:val="en-US"/>
        </w:rPr>
        <w:t>MM</w:t>
      </w:r>
      <w:r w:rsidR="004D75AA" w:rsidRPr="00DA496B">
        <w:rPr>
          <w:noProof/>
        </w:rPr>
        <w:t>.07.</w:t>
      </w:r>
      <w:r w:rsidR="004D75AA" w:rsidRPr="001353E7">
        <w:rPr>
          <w:noProof/>
          <w:lang w:val="en-US"/>
        </w:rPr>
        <w:t>PRC</w:t>
      </w:r>
      <w:r w:rsidR="004D75AA" w:rsidRPr="00DA496B">
        <w:rPr>
          <w:noProof/>
        </w:rPr>
        <w:t>.005</w:t>
      </w:r>
      <w:r w:rsidR="004D75AA" w:rsidRPr="00DA496B">
        <w:t>)</w:t>
      </w:r>
    </w:p>
    <w:p w:rsidR="00DC5032" w:rsidRPr="00EE62B0" w:rsidRDefault="001C183C" w:rsidP="001C183C">
      <w:pPr>
        <w:pStyle w:val="aff"/>
      </w:pPr>
      <w:r>
        <w:rPr>
          <w:noProof/>
        </w:rPr>
        <w:t>55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DC5032" w:rsidRPr="00EE62B0">
        <w:t xml:space="preserve">Схема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DC5032" w:rsidRPr="00EE62B0">
        <w:t xml:space="preserve">процедуры </w:t>
      </w:r>
      <w:r w:rsidR="00A44E2B" w:rsidRPr="00EE62B0">
        <w:t>«</w:t>
      </w:r>
      <w:r w:rsidR="00F0733C" w:rsidRPr="00EE62B0">
        <w:t xml:space="preserve">Получение сведений </w:t>
      </w:r>
      <w:r w:rsidR="002061D3">
        <w:rPr>
          <w:lang w:val="ru-RU"/>
        </w:rPr>
        <w:t xml:space="preserve">из </w:t>
      </w:r>
      <w:r w:rsidR="00F0733C" w:rsidRPr="00EE62B0">
        <w:t>единого реестра</w:t>
      </w:r>
      <w:r w:rsidR="00A44E2B" w:rsidRPr="00EE62B0">
        <w:t>»</w:t>
      </w:r>
      <w:r w:rsidR="00F0733C" w:rsidRPr="00EE62B0">
        <w:t xml:space="preserve"> (P.MM.07.PRC.005</w:t>
      </w:r>
      <w:r w:rsidR="008E6C3A" w:rsidRPr="00EE62B0">
        <w:t>)</w:t>
      </w:r>
      <w:r w:rsidR="007A4388" w:rsidRPr="00EE62B0">
        <w:t xml:space="preserve"> </w:t>
      </w:r>
      <w:r w:rsidR="00DC5032" w:rsidRPr="00EE62B0">
        <w:t>представлена на</w:t>
      </w:r>
      <w:r w:rsidR="00B05D87" w:rsidRPr="00EE62B0">
        <w:t xml:space="preserve"> </w:t>
      </w:r>
      <w:r w:rsidR="00A44E2B" w:rsidRPr="00EE62B0">
        <w:t>рис</w:t>
      </w:r>
      <w:r w:rsidR="00221902">
        <w:rPr>
          <w:lang w:val="ru-RU"/>
        </w:rPr>
        <w:t>унке</w:t>
      </w:r>
      <w:r w:rsidR="00221902" w:rsidRPr="00EE62B0">
        <w:t> </w:t>
      </w:r>
      <w:r w:rsidR="00E75E86" w:rsidRPr="00EE62B0">
        <w:t>8</w:t>
      </w:r>
      <w:r w:rsidR="00DC5032" w:rsidRPr="00EE62B0">
        <w:t>.</w:t>
      </w:r>
    </w:p>
    <w:p w:rsidR="00DC5032" w:rsidRPr="00EE62B0" w:rsidRDefault="00643369" w:rsidP="006E064A">
      <w:pPr>
        <w:pStyle w:val="af6"/>
      </w:pPr>
      <w:r>
        <w:lastRenderedPageBreak/>
        <w:pict>
          <v:shape id="_x0000_i1032" type="#_x0000_t75" style="width:446.25pt;height:345pt">
            <v:imagedata r:id="rId16" o:title="РИС8"/>
          </v:shape>
        </w:pict>
      </w:r>
    </w:p>
    <w:p w:rsidR="004773BF" w:rsidRPr="00DA496B" w:rsidRDefault="00B73FB5" w:rsidP="0095762B">
      <w:pPr>
        <w:pStyle w:val="af5"/>
        <w:rPr>
          <w:rStyle w:val="afc"/>
          <w:sz w:val="24"/>
          <w:lang w:val="ru-RU"/>
        </w:rPr>
      </w:pPr>
      <w:r w:rsidRPr="007E0CC6">
        <w:t>Рис</w:t>
      </w:r>
      <w:r w:rsidR="00E70901" w:rsidRPr="00DA496B">
        <w:t>.</w:t>
      </w:r>
      <w:r w:rsidR="00221902" w:rsidRPr="007E0CC6">
        <w:rPr>
          <w:lang w:val="en-US"/>
        </w:rPr>
        <w:t> </w:t>
      </w:r>
      <w:r w:rsidR="00E75E86" w:rsidRPr="00DA496B">
        <w:rPr>
          <w:noProof/>
        </w:rPr>
        <w:t>8</w:t>
      </w:r>
      <w:r w:rsidRPr="00DA496B">
        <w:t>.</w:t>
      </w:r>
      <w:r w:rsidR="00DC5032" w:rsidRPr="00DA496B">
        <w:t xml:space="preserve"> </w:t>
      </w:r>
      <w:r w:rsidR="00DC5032" w:rsidRPr="007E0CC6">
        <w:t>Схема</w:t>
      </w:r>
      <w:r w:rsidR="00DC5032" w:rsidRPr="00DA496B">
        <w:t xml:space="preserve"> </w:t>
      </w:r>
      <w:r w:rsidR="00E21084">
        <w:t>вы</w:t>
      </w:r>
      <w:r w:rsidR="00E21084" w:rsidRPr="00E21084">
        <w:t>полнения</w:t>
      </w:r>
      <w:r w:rsidR="00E21084" w:rsidRPr="00DA496B">
        <w:t xml:space="preserve"> </w:t>
      </w:r>
      <w:r w:rsidR="00DC5032" w:rsidRPr="00E21084">
        <w:t>процедуры</w:t>
      </w:r>
      <w:r w:rsidR="00DC5032" w:rsidRPr="00DA496B">
        <w:t xml:space="preserve"> </w:t>
      </w:r>
      <w:r w:rsidR="00A44E2B" w:rsidRPr="00DA496B">
        <w:t>«</w:t>
      </w:r>
      <w:r w:rsidR="00F0733C" w:rsidRPr="00DA496B">
        <w:rPr>
          <w:noProof/>
        </w:rPr>
        <w:t xml:space="preserve">Получение сведений </w:t>
      </w:r>
      <w:r w:rsidR="002061D3">
        <w:rPr>
          <w:noProof/>
        </w:rPr>
        <w:t xml:space="preserve">из </w:t>
      </w:r>
      <w:r w:rsidR="00F0733C" w:rsidRPr="00DA496B">
        <w:rPr>
          <w:noProof/>
        </w:rPr>
        <w:t>единого реестра</w:t>
      </w:r>
      <w:r w:rsidR="00A44E2B" w:rsidRPr="00DA496B">
        <w:t>»</w:t>
      </w:r>
      <w:r w:rsidR="008E6C3A" w:rsidRPr="00DA496B">
        <w:t xml:space="preserve"> </w:t>
      </w:r>
      <w:r w:rsidR="00F0733C" w:rsidRPr="00DA496B">
        <w:t>(</w:t>
      </w:r>
      <w:r w:rsidR="00F0733C" w:rsidRPr="007E0CC6">
        <w:rPr>
          <w:noProof/>
          <w:lang w:val="en-US"/>
        </w:rPr>
        <w:t>P</w:t>
      </w:r>
      <w:r w:rsidR="00F0733C" w:rsidRPr="00DA496B">
        <w:rPr>
          <w:noProof/>
        </w:rPr>
        <w:t>.</w:t>
      </w:r>
      <w:r w:rsidR="00F0733C" w:rsidRPr="007E0CC6">
        <w:rPr>
          <w:noProof/>
          <w:lang w:val="en-US"/>
        </w:rPr>
        <w:t>MM</w:t>
      </w:r>
      <w:r w:rsidR="00F0733C" w:rsidRPr="00DA496B">
        <w:rPr>
          <w:noProof/>
        </w:rPr>
        <w:t>.07.</w:t>
      </w:r>
      <w:r w:rsidR="00F0733C" w:rsidRPr="007E0CC6">
        <w:rPr>
          <w:noProof/>
          <w:lang w:val="en-US"/>
        </w:rPr>
        <w:t>PRC</w:t>
      </w:r>
      <w:r w:rsidR="00F0733C" w:rsidRPr="00DA496B">
        <w:rPr>
          <w:noProof/>
        </w:rPr>
        <w:t>.005</w:t>
      </w:r>
      <w:r w:rsidR="008E6C3A" w:rsidRPr="00DA496B">
        <w:t>)</w:t>
      </w:r>
    </w:p>
    <w:p w:rsidR="003E0C6E" w:rsidRDefault="001C183C" w:rsidP="001C183C">
      <w:pPr>
        <w:pStyle w:val="aff"/>
      </w:pPr>
      <w:r w:rsidRPr="001C183C">
        <w:rPr>
          <w:noProof/>
        </w:rPr>
        <w:t>56</w:t>
      </w:r>
      <w:r w:rsidRPr="001C183C">
        <w:t>.</w:t>
      </w:r>
      <w:r w:rsidR="00C23E21">
        <w:t> </w:t>
      </w:r>
      <w:r w:rsidR="00CB3574" w:rsidRPr="00EE62B0">
        <w:t>Процедура</w:t>
      </w:r>
      <w:r w:rsidR="00CB3574" w:rsidRPr="001353E7">
        <w:t xml:space="preserve"> </w:t>
      </w:r>
      <w:r w:rsidR="00FA6CAE" w:rsidRPr="001353E7">
        <w:t xml:space="preserve">«Получение сведений </w:t>
      </w:r>
      <w:r w:rsidR="002061D3">
        <w:rPr>
          <w:lang w:val="ru-RU"/>
        </w:rPr>
        <w:t xml:space="preserve">из </w:t>
      </w:r>
      <w:r w:rsidR="00FA6CAE" w:rsidRPr="001353E7">
        <w:t xml:space="preserve">единого реестра» (P.MM.07.PRC.005) </w:t>
      </w:r>
      <w:r w:rsidR="003E0C6E">
        <w:rPr>
          <w:noProof/>
        </w:rPr>
        <w:t xml:space="preserve">выполняется уполномоченным органом </w:t>
      </w:r>
      <w:r w:rsidR="00B7588B">
        <w:rPr>
          <w:noProof/>
        </w:rPr>
        <w:br/>
      </w:r>
      <w:r w:rsidR="003E0C6E">
        <w:rPr>
          <w:noProof/>
        </w:rPr>
        <w:t xml:space="preserve">государства-члена при необходимости получения сведений </w:t>
      </w:r>
      <w:r w:rsidR="00B17B6E">
        <w:rPr>
          <w:noProof/>
          <w:lang w:val="ru-RU"/>
        </w:rPr>
        <w:t xml:space="preserve">из </w:t>
      </w:r>
      <w:r w:rsidR="003E0C6E">
        <w:rPr>
          <w:noProof/>
        </w:rPr>
        <w:t>единого реестра</w:t>
      </w:r>
      <w:r w:rsidR="009932A8" w:rsidRPr="008452E7">
        <w:rPr>
          <w:rStyle w:val="afc"/>
          <w:color w:val="000000"/>
          <w:lang w:val="ru-RU" w:eastAsia="ru-RU"/>
        </w:rPr>
        <w:t>.</w:t>
      </w:r>
    </w:p>
    <w:p w:rsidR="00EC49D1" w:rsidRDefault="001C183C" w:rsidP="001C183C">
      <w:pPr>
        <w:pStyle w:val="aff"/>
      </w:pPr>
      <w:r w:rsidRPr="001C183C">
        <w:rPr>
          <w:noProof/>
        </w:rPr>
        <w:t>57</w:t>
      </w:r>
      <w:r w:rsidRPr="001C183C">
        <w:t>.</w:t>
      </w:r>
      <w:r w:rsidR="00C23E21">
        <w:t> </w:t>
      </w:r>
      <w:r w:rsidR="00277093">
        <w:rPr>
          <w:noProof/>
          <w:lang w:val="ru-RU"/>
        </w:rPr>
        <w:t xml:space="preserve">Первой выполняется операция </w:t>
      </w:r>
      <w:r w:rsidR="00EC49D1">
        <w:rPr>
          <w:noProof/>
        </w:rPr>
        <w:t xml:space="preserve">«Запрос сведений </w:t>
      </w:r>
      <w:r w:rsidR="002061D3">
        <w:rPr>
          <w:noProof/>
          <w:lang w:val="ru-RU"/>
        </w:rPr>
        <w:t xml:space="preserve">из </w:t>
      </w:r>
      <w:r w:rsidR="00EC49D1">
        <w:rPr>
          <w:noProof/>
        </w:rPr>
        <w:t>единого реестра» (P.MM.07.OPR.016)</w:t>
      </w:r>
      <w:r w:rsidR="00277093">
        <w:rPr>
          <w:noProof/>
          <w:lang w:val="ru-RU"/>
        </w:rPr>
        <w:t xml:space="preserve">, по результатам выполнения которой </w:t>
      </w:r>
      <w:r w:rsidR="00EC49D1">
        <w:rPr>
          <w:noProof/>
        </w:rPr>
        <w:t>уполномоченны</w:t>
      </w:r>
      <w:r w:rsidR="00277093">
        <w:rPr>
          <w:noProof/>
          <w:lang w:val="ru-RU"/>
        </w:rPr>
        <w:t>й</w:t>
      </w:r>
      <w:r w:rsidR="00EC49D1">
        <w:rPr>
          <w:noProof/>
        </w:rPr>
        <w:t xml:space="preserve"> орган государства-члена </w:t>
      </w:r>
      <w:r w:rsidR="00277093" w:rsidRPr="00474DEB">
        <w:rPr>
          <w:lang w:val="ru-RU"/>
        </w:rPr>
        <w:t xml:space="preserve">формирует и </w:t>
      </w:r>
      <w:r w:rsidR="00277093" w:rsidRPr="00474DEB">
        <w:t xml:space="preserve">направляет </w:t>
      </w:r>
      <w:r w:rsidR="00277093">
        <w:rPr>
          <w:lang w:val="ru-RU"/>
        </w:rPr>
        <w:br/>
      </w:r>
      <w:r w:rsidR="00277093" w:rsidRPr="00474DEB">
        <w:t xml:space="preserve">в Комиссию запрос </w:t>
      </w:r>
      <w:r w:rsidR="00277093" w:rsidRPr="00474DEB">
        <w:rPr>
          <w:lang w:val="ru-RU"/>
        </w:rPr>
        <w:t>на</w:t>
      </w:r>
      <w:r w:rsidR="00277093" w:rsidRPr="00474DEB">
        <w:t xml:space="preserve"> представлени</w:t>
      </w:r>
      <w:r w:rsidR="00277093" w:rsidRPr="00474DEB">
        <w:rPr>
          <w:lang w:val="ru-RU"/>
        </w:rPr>
        <w:t>е</w:t>
      </w:r>
      <w:r w:rsidR="00277093" w:rsidRPr="00474DEB">
        <w:t xml:space="preserve"> сведений из </w:t>
      </w:r>
      <w:r w:rsidR="00277093">
        <w:t>единого</w:t>
      </w:r>
      <w:r w:rsidR="00277093" w:rsidRPr="00474DEB">
        <w:t xml:space="preserve"> реестра</w:t>
      </w:r>
      <w:r w:rsidR="00EC49D1">
        <w:rPr>
          <w:noProof/>
        </w:rPr>
        <w:t>.</w:t>
      </w:r>
    </w:p>
    <w:p w:rsidR="00EC49D1" w:rsidRDefault="001C183C" w:rsidP="001C183C">
      <w:pPr>
        <w:pStyle w:val="aff"/>
      </w:pPr>
      <w:r w:rsidRPr="001C183C">
        <w:rPr>
          <w:noProof/>
        </w:rPr>
        <w:t>58</w:t>
      </w:r>
      <w:r w:rsidRPr="001C183C">
        <w:t>.</w:t>
      </w:r>
      <w:r w:rsidR="00C23E21">
        <w:t> </w:t>
      </w:r>
      <w:r w:rsidR="00277093" w:rsidRPr="00474DEB">
        <w:rPr>
          <w:lang w:val="ru-RU"/>
        </w:rPr>
        <w:t>При поступлении в Комиссию запроса на</w:t>
      </w:r>
      <w:r w:rsidR="00277093" w:rsidRPr="00474DEB">
        <w:t xml:space="preserve"> представлени</w:t>
      </w:r>
      <w:r w:rsidR="00277093" w:rsidRPr="00474DEB">
        <w:rPr>
          <w:lang w:val="ru-RU"/>
        </w:rPr>
        <w:t>е</w:t>
      </w:r>
      <w:r w:rsidR="00277093" w:rsidRPr="00474DEB">
        <w:t xml:space="preserve"> сведений из </w:t>
      </w:r>
      <w:r w:rsidR="00277093">
        <w:t>единого</w:t>
      </w:r>
      <w:r w:rsidR="00277093" w:rsidRPr="00474DEB">
        <w:t xml:space="preserve"> реестра </w:t>
      </w:r>
      <w:r w:rsidR="00277093" w:rsidRPr="00474DEB">
        <w:rPr>
          <w:lang w:val="ru-RU"/>
        </w:rPr>
        <w:t>выполняется операция</w:t>
      </w:r>
      <w:r w:rsidR="00277093">
        <w:rPr>
          <w:noProof/>
          <w:lang w:val="ru-RU"/>
        </w:rPr>
        <w:t xml:space="preserve"> </w:t>
      </w:r>
      <w:r w:rsidR="00EC49D1">
        <w:rPr>
          <w:noProof/>
        </w:rPr>
        <w:t xml:space="preserve">«Обработка и представление сведений </w:t>
      </w:r>
      <w:r w:rsidR="002061D3">
        <w:rPr>
          <w:noProof/>
          <w:lang w:val="ru-RU"/>
        </w:rPr>
        <w:t xml:space="preserve">из </w:t>
      </w:r>
      <w:r w:rsidR="00EC49D1">
        <w:rPr>
          <w:noProof/>
        </w:rPr>
        <w:t>единого реестра» (P.MM.07.OPR.017)</w:t>
      </w:r>
      <w:r w:rsidR="00277093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Комиссия </w:t>
      </w:r>
      <w:r w:rsidR="00171633" w:rsidRPr="00474DEB">
        <w:rPr>
          <w:lang w:val="ru-RU"/>
        </w:rPr>
        <w:t xml:space="preserve">формирует и </w:t>
      </w:r>
      <w:r w:rsidR="00EC49D1">
        <w:rPr>
          <w:noProof/>
        </w:rPr>
        <w:t xml:space="preserve">направляет </w:t>
      </w:r>
      <w:r w:rsidR="00EA4094">
        <w:rPr>
          <w:noProof/>
        </w:rPr>
        <w:br/>
      </w:r>
      <w:r w:rsidR="00B17B6E">
        <w:rPr>
          <w:noProof/>
          <w:lang w:val="ru-RU"/>
        </w:rPr>
        <w:lastRenderedPageBreak/>
        <w:t xml:space="preserve">в </w:t>
      </w:r>
      <w:r w:rsidR="00B17B6E" w:rsidRPr="00474DEB">
        <w:rPr>
          <w:lang w:val="ru-RU"/>
        </w:rPr>
        <w:t>уполномоченн</w:t>
      </w:r>
      <w:r w:rsidR="00B17B6E">
        <w:rPr>
          <w:lang w:val="ru-RU"/>
        </w:rPr>
        <w:t xml:space="preserve">ый </w:t>
      </w:r>
      <w:r w:rsidR="00171633" w:rsidRPr="00474DEB">
        <w:rPr>
          <w:lang w:val="ru-RU"/>
        </w:rPr>
        <w:t xml:space="preserve">орган </w:t>
      </w:r>
      <w:r w:rsidR="00171633">
        <w:rPr>
          <w:noProof/>
        </w:rPr>
        <w:t>государства-члена</w:t>
      </w:r>
      <w:r w:rsidR="00171633" w:rsidRPr="00474DEB">
        <w:rPr>
          <w:lang w:val="ru-RU"/>
        </w:rPr>
        <w:t xml:space="preserve"> </w:t>
      </w:r>
      <w:r w:rsidR="00171633" w:rsidRPr="00474DEB">
        <w:t xml:space="preserve">сведения </w:t>
      </w:r>
      <w:r w:rsidR="00171633" w:rsidRPr="00474DEB">
        <w:rPr>
          <w:lang w:val="ru-RU"/>
        </w:rPr>
        <w:t xml:space="preserve">из </w:t>
      </w:r>
      <w:r w:rsidR="00171633">
        <w:t>единого</w:t>
      </w:r>
      <w:r w:rsidR="00171633" w:rsidRPr="00474DEB">
        <w:t xml:space="preserve"> реестра или уведомление об отсутствии сведений, удовлетворяющих параметрам запроса</w:t>
      </w:r>
      <w:r w:rsidR="00EC49D1">
        <w:rPr>
          <w:noProof/>
        </w:rPr>
        <w:t>.</w:t>
      </w:r>
    </w:p>
    <w:p w:rsidR="00EC49D1" w:rsidRDefault="001C183C" w:rsidP="001C183C">
      <w:pPr>
        <w:pStyle w:val="aff"/>
      </w:pPr>
      <w:r w:rsidRPr="001C183C">
        <w:rPr>
          <w:noProof/>
        </w:rPr>
        <w:t>59</w:t>
      </w:r>
      <w:r w:rsidRPr="001C183C">
        <w:t>.</w:t>
      </w:r>
      <w:r w:rsidR="00C23E21">
        <w:t> </w:t>
      </w:r>
      <w:proofErr w:type="gramStart"/>
      <w:r w:rsidR="00171633" w:rsidRPr="00474DEB">
        <w:rPr>
          <w:lang w:val="ru-RU"/>
        </w:rPr>
        <w:t>При поступлении в уполномоченный орган</w:t>
      </w:r>
      <w:r w:rsidR="00171633" w:rsidRPr="00EC04DD">
        <w:rPr>
          <w:noProof/>
        </w:rPr>
        <w:t xml:space="preserve"> </w:t>
      </w:r>
      <w:r w:rsidR="00171633">
        <w:rPr>
          <w:noProof/>
        </w:rPr>
        <w:t>государства-члена</w:t>
      </w:r>
      <w:r w:rsidR="00171633" w:rsidRPr="00474DEB">
        <w:rPr>
          <w:lang w:val="ru-RU"/>
        </w:rPr>
        <w:t xml:space="preserve"> сведений из </w:t>
      </w:r>
      <w:r w:rsidR="00171633">
        <w:rPr>
          <w:lang w:val="ru-RU"/>
        </w:rPr>
        <w:t>единого</w:t>
      </w:r>
      <w:r w:rsidR="00171633" w:rsidRPr="00474DEB">
        <w:rPr>
          <w:lang w:val="ru-RU"/>
        </w:rPr>
        <w:t xml:space="preserve"> реестра выполняется операция</w:t>
      </w:r>
      <w:r w:rsidR="00171633">
        <w:rPr>
          <w:noProof/>
          <w:lang w:val="ru-RU"/>
        </w:rPr>
        <w:t xml:space="preserve"> </w:t>
      </w:r>
      <w:r w:rsidR="00EC49D1">
        <w:rPr>
          <w:noProof/>
        </w:rPr>
        <w:t xml:space="preserve">«Прием и обработка сведений </w:t>
      </w:r>
      <w:r w:rsidR="002061D3">
        <w:rPr>
          <w:noProof/>
          <w:lang w:val="ru-RU"/>
        </w:rPr>
        <w:t xml:space="preserve">из </w:t>
      </w:r>
      <w:r w:rsidR="00EC49D1">
        <w:rPr>
          <w:noProof/>
        </w:rPr>
        <w:t>единого реестра» (P.MM.07.OPR.018)</w:t>
      </w:r>
      <w:r w:rsidR="00171633">
        <w:rPr>
          <w:noProof/>
          <w:lang w:val="ru-RU"/>
        </w:rPr>
        <w:t xml:space="preserve">, по результатам выполнения которой </w:t>
      </w:r>
      <w:r w:rsidR="00171633" w:rsidRPr="00474DEB">
        <w:rPr>
          <w:lang w:val="ru-RU"/>
        </w:rPr>
        <w:t>уполномоченный орган</w:t>
      </w:r>
      <w:r w:rsidR="00171633" w:rsidRPr="00EC04DD">
        <w:rPr>
          <w:noProof/>
        </w:rPr>
        <w:t xml:space="preserve"> </w:t>
      </w:r>
      <w:r w:rsidR="00171633">
        <w:rPr>
          <w:noProof/>
        </w:rPr>
        <w:t>государства-члена</w:t>
      </w:r>
      <w:r w:rsidR="00171633" w:rsidRPr="00474DEB">
        <w:rPr>
          <w:lang w:val="ru-RU"/>
        </w:rPr>
        <w:t xml:space="preserve">, направивший запрос на </w:t>
      </w:r>
      <w:r w:rsidR="00171633">
        <w:rPr>
          <w:lang w:val="ru-RU"/>
        </w:rPr>
        <w:t xml:space="preserve">представление </w:t>
      </w:r>
      <w:r w:rsidR="00171633" w:rsidRPr="00474DEB">
        <w:rPr>
          <w:lang w:val="ru-RU"/>
        </w:rPr>
        <w:t>сведений из</w:t>
      </w:r>
      <w:r w:rsidR="00171633" w:rsidRPr="00474DEB">
        <w:t xml:space="preserve"> </w:t>
      </w:r>
      <w:r w:rsidR="00171633">
        <w:t>единого</w:t>
      </w:r>
      <w:r w:rsidR="00171633" w:rsidRPr="00474DEB">
        <w:t xml:space="preserve"> реестра</w:t>
      </w:r>
      <w:r w:rsidR="00171633" w:rsidRPr="00474DEB">
        <w:rPr>
          <w:lang w:val="ru-RU"/>
        </w:rPr>
        <w:t>, осуществляет обработку</w:t>
      </w:r>
      <w:r w:rsidR="00171633" w:rsidRPr="00474DEB">
        <w:t xml:space="preserve"> </w:t>
      </w:r>
      <w:r w:rsidR="00171633">
        <w:rPr>
          <w:lang w:val="ru-RU"/>
        </w:rPr>
        <w:t xml:space="preserve">полученных </w:t>
      </w:r>
      <w:r w:rsidR="00171633" w:rsidRPr="00474DEB">
        <w:rPr>
          <w:lang w:val="ru-RU"/>
        </w:rPr>
        <w:t>сведений из</w:t>
      </w:r>
      <w:r w:rsidR="00171633" w:rsidRPr="00474DEB">
        <w:t xml:space="preserve"> </w:t>
      </w:r>
      <w:r w:rsidR="00171633">
        <w:t>единого</w:t>
      </w:r>
      <w:r w:rsidR="00171633" w:rsidRPr="00474DEB">
        <w:t xml:space="preserve"> реестра</w:t>
      </w:r>
      <w:r w:rsidR="00171633" w:rsidRPr="00474DEB">
        <w:rPr>
          <w:lang w:val="ru-RU"/>
        </w:rPr>
        <w:t xml:space="preserve"> </w:t>
      </w:r>
      <w:r w:rsidR="00171633" w:rsidRPr="00474DEB">
        <w:t xml:space="preserve">или </w:t>
      </w:r>
      <w:r w:rsidR="00171633" w:rsidRPr="00F22A87">
        <w:rPr>
          <w:lang w:val="ru-RU"/>
        </w:rPr>
        <w:t>уведомл</w:t>
      </w:r>
      <w:r w:rsidR="00171633" w:rsidRPr="000B0251">
        <w:rPr>
          <w:lang w:val="ru-RU"/>
        </w:rPr>
        <w:t>ения</w:t>
      </w:r>
      <w:r w:rsidR="00171633" w:rsidRPr="00474DEB">
        <w:t xml:space="preserve"> об отсутствии сведений</w:t>
      </w:r>
      <w:r w:rsidR="00171633">
        <w:rPr>
          <w:lang w:val="ru-RU"/>
        </w:rPr>
        <w:t>, удовлетворяющих параметрам запроса</w:t>
      </w:r>
      <w:r w:rsidR="00171633">
        <w:rPr>
          <w:noProof/>
          <w:lang w:val="ru-RU"/>
        </w:rPr>
        <w:t>.</w:t>
      </w:r>
      <w:proofErr w:type="gramEnd"/>
    </w:p>
    <w:p w:rsidR="0020517E" w:rsidRPr="00EE62B0" w:rsidRDefault="001C183C" w:rsidP="001C183C">
      <w:pPr>
        <w:pStyle w:val="aff"/>
      </w:pPr>
      <w:r>
        <w:rPr>
          <w:noProof/>
        </w:rPr>
        <w:t>60</w:t>
      </w:r>
      <w:r w:rsidRPr="00DA496B">
        <w:rPr>
          <w:lang w:val="ru-RU"/>
        </w:rPr>
        <w:t>.</w:t>
      </w:r>
      <w:r w:rsidR="00C23E21" w:rsidRPr="00C23E21">
        <w:rPr>
          <w:lang w:val="en-US"/>
        </w:rPr>
        <w:t> </w:t>
      </w:r>
      <w:r w:rsidR="002B20E2" w:rsidRPr="00EE62B0">
        <w:t xml:space="preserve">Результатом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2B20E2" w:rsidRPr="00EE62B0">
        <w:t>процедуры</w:t>
      </w:r>
      <w:r w:rsidR="00B311B5" w:rsidRPr="00EE62B0">
        <w:t xml:space="preserve"> «Получение сведений </w:t>
      </w:r>
      <w:r w:rsidR="002061D3">
        <w:rPr>
          <w:lang w:val="ru-RU"/>
        </w:rPr>
        <w:t xml:space="preserve">из </w:t>
      </w:r>
      <w:r w:rsidR="00B311B5" w:rsidRPr="00EE62B0">
        <w:t>единого реестра» (P.MM.07.PRC.005)</w:t>
      </w:r>
      <w:r w:rsidR="002B20E2" w:rsidRPr="00EE62B0">
        <w:t xml:space="preserve"> является</w:t>
      </w:r>
      <w:r w:rsidR="0087333A" w:rsidRPr="00EE62B0">
        <w:t xml:space="preserve"> </w:t>
      </w:r>
      <w:r w:rsidR="0020517E" w:rsidRPr="00EE62B0">
        <w:t xml:space="preserve">получение уполномоченным органом государства-члена </w:t>
      </w:r>
      <w:r w:rsidR="00171633">
        <w:rPr>
          <w:lang w:val="ru-RU"/>
        </w:rPr>
        <w:t xml:space="preserve">сведений из </w:t>
      </w:r>
      <w:r w:rsidR="0020517E" w:rsidRPr="00EE62B0">
        <w:t>единого реестра или уведомления об отсутствии</w:t>
      </w:r>
      <w:r w:rsidR="00171633">
        <w:rPr>
          <w:lang w:val="ru-RU"/>
        </w:rPr>
        <w:t xml:space="preserve"> сведений, удовлетворяющих параметрам запроса.</w:t>
      </w:r>
      <w:r w:rsidR="0020517E" w:rsidRPr="00EE62B0">
        <w:t xml:space="preserve"> </w:t>
      </w:r>
    </w:p>
    <w:p w:rsidR="00551F62" w:rsidRDefault="005442D9" w:rsidP="005442D9">
      <w:pPr>
        <w:pStyle w:val="aff"/>
      </w:pPr>
      <w:r>
        <w:rPr>
          <w:noProof/>
        </w:rPr>
        <w:t>61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551F62" w:rsidRPr="00EE62B0">
        <w:t>Перечень операций</w:t>
      </w:r>
      <w:r w:rsidR="00307C38">
        <w:rPr>
          <w:lang w:val="ru-RU"/>
        </w:rPr>
        <w:t xml:space="preserve"> общего процесса</w:t>
      </w:r>
      <w:r w:rsidR="00551F62" w:rsidRPr="00EE62B0">
        <w:t xml:space="preserve">, </w:t>
      </w:r>
      <w:r w:rsidR="00307C38">
        <w:rPr>
          <w:lang w:val="ru-RU"/>
        </w:rPr>
        <w:t>выполн</w:t>
      </w:r>
      <w:r w:rsidR="00875D46">
        <w:rPr>
          <w:lang w:val="ru-RU"/>
        </w:rPr>
        <w:t xml:space="preserve">яемых </w:t>
      </w:r>
      <w:r w:rsidR="00307C38">
        <w:rPr>
          <w:lang w:val="ru-RU"/>
        </w:rPr>
        <w:t>в рамках</w:t>
      </w:r>
      <w:r w:rsidR="00221902" w:rsidRPr="00EE62B0">
        <w:t xml:space="preserve"> </w:t>
      </w:r>
      <w:r w:rsidR="0092758D" w:rsidRPr="00EE62B0">
        <w:t xml:space="preserve">процедуры </w:t>
      </w:r>
      <w:r w:rsidR="009B7FF7" w:rsidRPr="00EE62B0">
        <w:t>«</w:t>
      </w:r>
      <w:r w:rsidR="00D00445" w:rsidRPr="00EE62B0">
        <w:t xml:space="preserve">Получение сведений </w:t>
      </w:r>
      <w:r w:rsidR="002061D3">
        <w:rPr>
          <w:lang w:val="ru-RU"/>
        </w:rPr>
        <w:t xml:space="preserve">из </w:t>
      </w:r>
      <w:r w:rsidR="00D00445" w:rsidRPr="00EE62B0">
        <w:t>единого реестра</w:t>
      </w:r>
      <w:r w:rsidR="009B7FF7" w:rsidRPr="00EE62B0">
        <w:t>»</w:t>
      </w:r>
      <w:r w:rsidR="00D00445" w:rsidRPr="00EE62B0">
        <w:t xml:space="preserve"> (P.MM.07.PRC.005</w:t>
      </w:r>
      <w:r w:rsidR="00995942" w:rsidRPr="00EE62B0">
        <w:t>)</w:t>
      </w:r>
      <w:r w:rsidR="00551F62" w:rsidRPr="00EE62B0">
        <w:t xml:space="preserve">, </w:t>
      </w:r>
      <w:r w:rsidR="00D02238">
        <w:rPr>
          <w:lang w:val="ru-RU"/>
        </w:rPr>
        <w:t>приведен</w:t>
      </w:r>
      <w:r w:rsidR="00551F62" w:rsidRPr="00EE62B0">
        <w:t xml:space="preserve"> в</w:t>
      </w:r>
      <w:r w:rsidR="00436FCA" w:rsidRPr="00EE62B0">
        <w:t xml:space="preserve"> </w:t>
      </w:r>
      <w:r w:rsidR="000B69FD" w:rsidRPr="00EE62B0">
        <w:t>табл</w:t>
      </w:r>
      <w:r w:rsidR="00221902">
        <w:rPr>
          <w:lang w:val="ru-RU"/>
        </w:rPr>
        <w:t>ице</w:t>
      </w:r>
      <w:r w:rsidR="00221902" w:rsidRPr="00EE62B0">
        <w:t> </w:t>
      </w:r>
      <w:r w:rsidR="00702F17">
        <w:rPr>
          <w:noProof/>
        </w:rPr>
        <w:t>25</w:t>
      </w:r>
      <w:r w:rsidR="00551F62" w:rsidRPr="00EE62B0">
        <w:t>.</w:t>
      </w:r>
    </w:p>
    <w:p w:rsidR="00221902" w:rsidRPr="00EE62B0" w:rsidRDefault="00221902" w:rsidP="005148D2">
      <w:pPr>
        <w:pStyle w:val="aff4"/>
      </w:pPr>
      <w:r w:rsidRPr="00EE62B0">
        <w:t>Табл</w:t>
      </w:r>
      <w:r>
        <w:rPr>
          <w:lang w:val="ru-RU"/>
        </w:rPr>
        <w:t>ица</w:t>
      </w:r>
      <w:r w:rsidRPr="001353E7">
        <w:rPr>
          <w:lang w:val="en-US"/>
        </w:rPr>
        <w:t> </w:t>
      </w:r>
      <w:r w:rsidR="00702F17">
        <w:rPr>
          <w:noProof/>
        </w:rPr>
        <w:t>25</w:t>
      </w:r>
    </w:p>
    <w:p w:rsidR="00241C50" w:rsidRDefault="00221902" w:rsidP="00857B8B">
      <w:pPr>
        <w:pStyle w:val="aff6"/>
        <w:keepLines/>
      </w:pPr>
      <w:r>
        <w:t>Перечень о</w:t>
      </w:r>
      <w:r w:rsidR="00241C50" w:rsidRPr="00EE62B0">
        <w:t>пераци</w:t>
      </w:r>
      <w:r>
        <w:t>й</w:t>
      </w:r>
      <w:r w:rsidR="00307C38">
        <w:t xml:space="preserve"> общего процесса</w:t>
      </w:r>
      <w:r>
        <w:t xml:space="preserve">, </w:t>
      </w:r>
      <w:r w:rsidR="000525CE">
        <w:t>выполня</w:t>
      </w:r>
      <w:r w:rsidR="00913D66">
        <w:t xml:space="preserve">емых </w:t>
      </w:r>
      <w:r w:rsidR="000525CE">
        <w:t xml:space="preserve">в рамках </w:t>
      </w:r>
      <w:r>
        <w:t>процедуры</w:t>
      </w:r>
      <w:r w:rsidR="00241C50" w:rsidRPr="009B2CBA">
        <w:t xml:space="preserve"> </w:t>
      </w:r>
      <w:r w:rsidR="00287FA4" w:rsidRPr="009B2CBA">
        <w:t>«</w:t>
      </w:r>
      <w:r w:rsidR="00157567" w:rsidRPr="009B2CBA">
        <w:t xml:space="preserve">Получение сведений </w:t>
      </w:r>
      <w:r w:rsidR="000D2045">
        <w:t xml:space="preserve">из </w:t>
      </w:r>
      <w:r w:rsidR="00157567" w:rsidRPr="009B2CBA">
        <w:t>единого реестра</w:t>
      </w:r>
      <w:r w:rsidR="00287FA4" w:rsidRPr="009B2CBA">
        <w:t>»</w:t>
      </w:r>
      <w:r w:rsidR="00157567" w:rsidRPr="009B2CBA">
        <w:t xml:space="preserve"> (P.MM.07.PRC.005)</w:t>
      </w:r>
    </w:p>
    <w:p w:rsidR="000525CE" w:rsidRPr="009B2CBA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04"/>
        <w:gridCol w:w="4014"/>
        <w:gridCol w:w="293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Наименование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P.MM.07.OPR.016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 xml:space="preserve">запрос сведений </w:t>
            </w:r>
            <w:r w:rsidR="002061D3" w:rsidRPr="008452E7">
              <w:rPr>
                <w:noProof/>
              </w:rPr>
              <w:t xml:space="preserve">из </w:t>
            </w:r>
            <w:r w:rsidRPr="008452E7">
              <w:rPr>
                <w:noProof/>
              </w:rPr>
              <w:t>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26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P.MM.07.OPR.017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 xml:space="preserve">обработка и представление сведений </w:t>
            </w:r>
            <w:r w:rsidR="002061D3" w:rsidRPr="008452E7">
              <w:rPr>
                <w:noProof/>
              </w:rPr>
              <w:t xml:space="preserve">из </w:t>
            </w:r>
            <w:r w:rsidRPr="008452E7">
              <w:rPr>
                <w:noProof/>
              </w:rPr>
              <w:t>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27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lastRenderedPageBreak/>
              <w:t>P.MM.07.OPR.018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 xml:space="preserve">прием и обработка сведений </w:t>
            </w:r>
            <w:r w:rsidR="002061D3" w:rsidRPr="008452E7">
              <w:rPr>
                <w:noProof/>
              </w:rPr>
              <w:t xml:space="preserve">из </w:t>
            </w:r>
            <w:r w:rsidRPr="008452E7">
              <w:rPr>
                <w:noProof/>
              </w:rPr>
              <w:t>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28 настоящих Правил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26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Запрос сведений </w:t>
      </w:r>
      <w:r w:rsidR="002061D3">
        <w:t xml:space="preserve">из </w:t>
      </w:r>
      <w:r w:rsidR="009E42E5" w:rsidRPr="00DA496B">
        <w:t>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.016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P.MM.07.OPR.016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 xml:space="preserve">запрос сведений </w:t>
            </w:r>
            <w:r w:rsidR="002061D3">
              <w:rPr>
                <w:noProof/>
              </w:rPr>
              <w:t xml:space="preserve">из </w:t>
            </w:r>
            <w:r>
              <w:rPr>
                <w:noProof/>
              </w:rPr>
              <w:t>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8452E7">
            <w:pPr>
              <w:pStyle w:val="ab"/>
              <w:jc w:val="left"/>
            </w:pPr>
            <w:r w:rsidRPr="00DA496B">
              <w:rPr>
                <w:noProof/>
              </w:rPr>
              <w:t xml:space="preserve">выполняется при необходимости получения уполномоченным органом государства-члена </w:t>
            </w:r>
            <w:r w:rsidR="000D2045">
              <w:rPr>
                <w:noProof/>
              </w:rPr>
              <w:t xml:space="preserve">сведений </w:t>
            </w:r>
            <w:r w:rsidR="002061D3">
              <w:rPr>
                <w:noProof/>
              </w:rPr>
              <w:t xml:space="preserve">из </w:t>
            </w:r>
            <w:r w:rsidRPr="00DA496B">
              <w:rPr>
                <w:noProof/>
              </w:rPr>
              <w:t>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0D2045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0D2045">
              <w:rPr>
                <w:noProof/>
              </w:rPr>
              <w:t>и структура запроса</w:t>
            </w:r>
            <w:r w:rsidRPr="00DA496B">
              <w:rPr>
                <w:noProof/>
              </w:rPr>
              <w:t xml:space="preserve"> должны соответствовать </w:t>
            </w:r>
            <w:r w:rsidR="003F4D73">
              <w:rPr>
                <w:noProof/>
              </w:rPr>
              <w:t>О</w:t>
            </w:r>
            <w:r w:rsidRPr="00DA496B">
              <w:rPr>
                <w:noProof/>
              </w:rPr>
              <w:t>писанию форматов и структур электронных документов и сведениий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0D2045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исполнитель формирует и направляет в Комиссию запрос на представление сведений</w:t>
            </w:r>
            <w:r w:rsidR="002061D3">
              <w:rPr>
                <w:noProof/>
              </w:rPr>
              <w:t xml:space="preserve"> из</w:t>
            </w:r>
            <w:r w:rsidRPr="00DA496B">
              <w:rPr>
                <w:noProof/>
              </w:rPr>
              <w:t xml:space="preserve"> единого реестра в соответствии с </w:t>
            </w:r>
            <w:r w:rsidR="003F4D73">
              <w:rPr>
                <w:noProof/>
              </w:rPr>
              <w:t>Р</w:t>
            </w:r>
            <w:r w:rsidRPr="00DA496B">
              <w:rPr>
                <w:noProof/>
              </w:rPr>
              <w:t>егламентом информационного взаимодействия. Исполнитель запрашивает актуальные сведения по всем государствам-членам или по конкретному государству-члену. В запросе указывается дата, на которую необходимо представить актуальные сведения. Если дата не указана, представляются все актуальные на текущую дату сведения, содержащиеся в едином реестре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0D2045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запрос на </w:t>
            </w:r>
            <w:r w:rsidR="000D2045">
              <w:rPr>
                <w:noProof/>
              </w:rPr>
              <w:t>представление</w:t>
            </w:r>
            <w:r w:rsidR="000D2045" w:rsidRPr="00DA496B">
              <w:rPr>
                <w:noProof/>
              </w:rPr>
              <w:t xml:space="preserve"> </w:t>
            </w:r>
            <w:r w:rsidR="003F4D73">
              <w:rPr>
                <w:noProof/>
              </w:rPr>
              <w:t xml:space="preserve">сведений </w:t>
            </w:r>
            <w:r w:rsidR="000D2045">
              <w:rPr>
                <w:noProof/>
              </w:rPr>
              <w:t xml:space="preserve">из </w:t>
            </w:r>
            <w:r w:rsidRPr="00DA496B">
              <w:rPr>
                <w:noProof/>
              </w:rPr>
              <w:t>единого реестра</w:t>
            </w:r>
            <w:r w:rsidR="000D2045">
              <w:rPr>
                <w:noProof/>
              </w:rPr>
              <w:t xml:space="preserve"> </w:t>
            </w:r>
            <w:r w:rsidR="000D2045" w:rsidRPr="00DA496B">
              <w:rPr>
                <w:noProof/>
              </w:rPr>
              <w:t>направлен</w:t>
            </w:r>
            <w:r w:rsidR="000D2045">
              <w:rPr>
                <w:noProof/>
              </w:rPr>
              <w:t xml:space="preserve"> в Комиссию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lastRenderedPageBreak/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27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Обработка и представление </w:t>
      </w:r>
      <w:r w:rsidR="000D2045" w:rsidRPr="00DA496B">
        <w:t xml:space="preserve">сведений </w:t>
      </w:r>
      <w:r w:rsidR="00B7588B">
        <w:br/>
      </w:r>
      <w:r w:rsidR="002061D3">
        <w:t xml:space="preserve">из </w:t>
      </w:r>
      <w:r w:rsidR="009E42E5" w:rsidRPr="00DA496B">
        <w:t>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.017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P.MM.07.OPR.017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 xml:space="preserve">обработка и представление сведений </w:t>
            </w:r>
            <w:r w:rsidR="002061D3">
              <w:rPr>
                <w:noProof/>
              </w:rPr>
              <w:t xml:space="preserve">из </w:t>
            </w:r>
            <w:r>
              <w:rPr>
                <w:noProof/>
              </w:rPr>
              <w:t>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Комиссия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0D2045">
            <w:pPr>
              <w:pStyle w:val="ab"/>
              <w:jc w:val="left"/>
            </w:pPr>
            <w:r>
              <w:rPr>
                <w:noProof/>
              </w:rPr>
              <w:t>в</w:t>
            </w:r>
            <w:r w:rsidRPr="00DA496B">
              <w:rPr>
                <w:noProof/>
              </w:rPr>
              <w:t>ыполняется</w:t>
            </w:r>
            <w:r>
              <w:rPr>
                <w:noProof/>
              </w:rPr>
              <w:t xml:space="preserve"> при </w:t>
            </w:r>
            <w:r w:rsidR="00895C85" w:rsidRPr="00DA496B">
              <w:rPr>
                <w:noProof/>
              </w:rPr>
              <w:t>поступ</w:t>
            </w:r>
            <w:r>
              <w:rPr>
                <w:noProof/>
              </w:rPr>
              <w:t>лении</w:t>
            </w:r>
            <w:r w:rsidR="00895C85" w:rsidRPr="00DA496B">
              <w:rPr>
                <w:noProof/>
              </w:rPr>
              <w:t xml:space="preserve"> запрос</w:t>
            </w:r>
            <w:r>
              <w:rPr>
                <w:noProof/>
              </w:rPr>
              <w:t>а на представление сведений из единого реестра</w:t>
            </w:r>
            <w:r w:rsidR="00895C85" w:rsidRPr="00DA496B">
              <w:rPr>
                <w:noProof/>
              </w:rPr>
              <w:t xml:space="preserve"> </w:t>
            </w:r>
            <w:r>
              <w:rPr>
                <w:noProof/>
              </w:rPr>
              <w:t xml:space="preserve">(операция </w:t>
            </w:r>
            <w:r w:rsidRPr="00DA496B">
              <w:t>«</w:t>
            </w:r>
            <w:r w:rsidR="00B7588B">
              <w:t>Запрос сведений из единого реестра</w:t>
            </w:r>
            <w:r w:rsidRPr="00DA496B">
              <w:t>» (</w:t>
            </w:r>
            <w:r w:rsidRPr="00E736A4">
              <w:rPr>
                <w:lang w:val="en-US"/>
              </w:rPr>
              <w:t>P</w:t>
            </w:r>
            <w:r w:rsidRPr="00DA496B">
              <w:t>.</w:t>
            </w:r>
            <w:r w:rsidRPr="00E736A4">
              <w:rPr>
                <w:lang w:val="en-US"/>
              </w:rPr>
              <w:t>MM</w:t>
            </w:r>
            <w:r w:rsidRPr="00DA496B">
              <w:t>.07.</w:t>
            </w:r>
            <w:r w:rsidRPr="00E736A4">
              <w:rPr>
                <w:lang w:val="en-US"/>
              </w:rPr>
              <w:t>OPR</w:t>
            </w:r>
            <w:r w:rsidRPr="00DA496B">
              <w:t>.01</w:t>
            </w:r>
            <w:r w:rsidR="00B7588B">
              <w:t>6</w:t>
            </w:r>
            <w:r w:rsidRPr="00DA496B">
              <w:t>)</w:t>
            </w:r>
            <w:r>
              <w:rPr>
                <w:noProof/>
              </w:rP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0D2045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запроса и 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E1B65" w:rsidRPr="00474DEB" w:rsidRDefault="008E1B65" w:rsidP="008E1B65">
            <w:pPr>
              <w:pStyle w:val="ab"/>
              <w:jc w:val="left"/>
              <w:rPr>
                <w:noProof/>
              </w:rPr>
            </w:pPr>
            <w:r w:rsidRPr="00474DEB">
              <w:rPr>
                <w:noProof/>
              </w:rPr>
              <w:t>исполнитель выполняет проверку полученного запроса в соответствии с Регламентом информационного взаимодействия</w:t>
            </w:r>
            <w:r w:rsidR="00491661">
              <w:rPr>
                <w:noProof/>
              </w:rPr>
              <w:t>, формирует и направляет в уполномоченный орагн государства-члена сведения из единого реестра</w:t>
            </w:r>
            <w:r w:rsidR="00D15328">
              <w:rPr>
                <w:noProof/>
              </w:rPr>
              <w:t xml:space="preserve">, а ктуальные на дату, указанную в запросе, </w:t>
            </w:r>
            <w:r w:rsidR="00491661">
              <w:rPr>
                <w:noProof/>
              </w:rPr>
              <w:t xml:space="preserve"> или уведомление об отсутствии сведений, удовлетворяющих параметрам запроса, с указанием кода результата обработки, соответствующем отсутствию сведений. Если в запросе указан код страны, то представляются сведения из единого реестра по конкретному госдуарсту-члену</w:t>
            </w:r>
          </w:p>
          <w:p w:rsidR="00B3061D" w:rsidRPr="00DA496B" w:rsidRDefault="00B3061D" w:rsidP="008452E7">
            <w:pPr>
              <w:pStyle w:val="ab"/>
              <w:jc w:val="left"/>
              <w:rPr>
                <w:noProof/>
              </w:rPr>
            </w:pP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8E1B65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сведения </w:t>
            </w:r>
            <w:r w:rsidR="002061D3">
              <w:rPr>
                <w:noProof/>
              </w:rPr>
              <w:t xml:space="preserve">из </w:t>
            </w:r>
            <w:r w:rsidRPr="00DA496B">
              <w:rPr>
                <w:noProof/>
              </w:rPr>
              <w:t xml:space="preserve">единого реестра или уведомление </w:t>
            </w:r>
            <w:r w:rsidR="008E1B65" w:rsidRPr="00474DEB">
              <w:rPr>
                <w:noProof/>
              </w:rPr>
              <w:t>об отсутствии сведений</w:t>
            </w:r>
            <w:r w:rsidR="008E1B65">
              <w:rPr>
                <w:noProof/>
              </w:rPr>
              <w:t>, удовлетворяющих параметрам запроса,</w:t>
            </w:r>
            <w:r w:rsidR="008E1B65" w:rsidRPr="00474DEB">
              <w:rPr>
                <w:noProof/>
              </w:rPr>
              <w:t xml:space="preserve"> </w:t>
            </w:r>
            <w:r w:rsidR="008E1B65" w:rsidRPr="00DA496B">
              <w:rPr>
                <w:noProof/>
              </w:rPr>
              <w:t>представлены</w:t>
            </w:r>
            <w:r w:rsidR="008E1B65">
              <w:rPr>
                <w:noProof/>
              </w:rPr>
              <w:t xml:space="preserve"> </w:t>
            </w:r>
            <w:r w:rsidR="008E1B65" w:rsidRPr="00DA496B">
              <w:rPr>
                <w:noProof/>
              </w:rPr>
              <w:t>уполномоченному органу государства-члена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lastRenderedPageBreak/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28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Прием и обработка сведений </w:t>
      </w:r>
      <w:r w:rsidR="00B7588B">
        <w:br/>
      </w:r>
      <w:r w:rsidR="002061D3">
        <w:t xml:space="preserve">из </w:t>
      </w:r>
      <w:r w:rsidR="009E42E5" w:rsidRPr="00DA496B">
        <w:t>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.018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P.MM.07.OPR.018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 xml:space="preserve">прием и обработка сведений </w:t>
            </w:r>
            <w:r w:rsidR="002061D3">
              <w:rPr>
                <w:noProof/>
              </w:rPr>
              <w:t xml:space="preserve">из </w:t>
            </w:r>
            <w:r>
              <w:rPr>
                <w:noProof/>
              </w:rPr>
              <w:t>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>
            <w:pPr>
              <w:pStyle w:val="ab"/>
              <w:jc w:val="left"/>
            </w:pPr>
            <w:r w:rsidRPr="00DA496B">
              <w:rPr>
                <w:noProof/>
              </w:rPr>
              <w:t>выполняется при представлении</w:t>
            </w:r>
            <w:r w:rsidR="002061D3">
              <w:rPr>
                <w:noProof/>
              </w:rPr>
              <w:t xml:space="preserve"> </w:t>
            </w:r>
            <w:r w:rsidR="008E1B65">
              <w:rPr>
                <w:noProof/>
              </w:rPr>
              <w:t xml:space="preserve">сведений </w:t>
            </w:r>
            <w:r w:rsidR="002061D3">
              <w:rPr>
                <w:noProof/>
              </w:rPr>
              <w:t>из</w:t>
            </w:r>
            <w:r w:rsidRPr="00DA496B">
              <w:rPr>
                <w:noProof/>
              </w:rPr>
              <w:t xml:space="preserve"> единого реестра </w:t>
            </w:r>
            <w:r w:rsidR="008E1B65">
              <w:rPr>
                <w:noProof/>
              </w:rPr>
              <w:t>или</w:t>
            </w:r>
            <w:r w:rsidR="008E1B65" w:rsidRPr="00DA496B">
              <w:rPr>
                <w:noProof/>
              </w:rPr>
              <w:t xml:space="preserve"> уведомлени</w:t>
            </w:r>
            <w:r w:rsidR="00B7588B">
              <w:rPr>
                <w:noProof/>
              </w:rPr>
              <w:t>я</w:t>
            </w:r>
            <w:r w:rsidR="008E1B65" w:rsidRPr="00DA496B">
              <w:rPr>
                <w:noProof/>
              </w:rPr>
              <w:t xml:space="preserve"> </w:t>
            </w:r>
            <w:r w:rsidR="008E1B65" w:rsidRPr="00474DEB">
              <w:rPr>
                <w:noProof/>
              </w:rPr>
              <w:t>об отсутствии сведений</w:t>
            </w:r>
            <w:r w:rsidR="008E1B65">
              <w:rPr>
                <w:noProof/>
              </w:rPr>
              <w:t xml:space="preserve">, удовлетворяющих параметрам запроса (операция </w:t>
            </w:r>
            <w:r w:rsidR="008E1B65" w:rsidRPr="00DA496B">
              <w:t xml:space="preserve">«Обработка и представление сведений </w:t>
            </w:r>
            <w:r w:rsidR="008E1B65">
              <w:t xml:space="preserve">из </w:t>
            </w:r>
            <w:r w:rsidR="008E1B65" w:rsidRPr="00DA496B">
              <w:t>единого реестра» (</w:t>
            </w:r>
            <w:r w:rsidR="008E1B65" w:rsidRPr="00E736A4">
              <w:rPr>
                <w:lang w:val="en-US"/>
              </w:rPr>
              <w:t>P</w:t>
            </w:r>
            <w:r w:rsidR="008E1B65" w:rsidRPr="00DA496B">
              <w:t>.</w:t>
            </w:r>
            <w:r w:rsidR="008E1B65" w:rsidRPr="00E736A4">
              <w:rPr>
                <w:lang w:val="en-US"/>
              </w:rPr>
              <w:t>MM</w:t>
            </w:r>
            <w:r w:rsidR="008E1B65" w:rsidRPr="00DA496B">
              <w:t>.07.</w:t>
            </w:r>
            <w:r w:rsidR="008E1B65" w:rsidRPr="00E736A4">
              <w:rPr>
                <w:lang w:val="en-US"/>
              </w:rPr>
              <w:t>OPR</w:t>
            </w:r>
            <w:r w:rsidR="008E1B65" w:rsidRPr="00DA496B">
              <w:t>.017)</w:t>
            </w:r>
            <w:r w:rsidR="008E1B65">
              <w:rPr>
                <w:noProof/>
              </w:rP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8E1B65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C87A54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выполняет проверку полученных сведений в соответствии с </w:t>
            </w:r>
            <w:r w:rsidR="003F4D73">
              <w:rPr>
                <w:noProof/>
              </w:rPr>
              <w:t>Р</w:t>
            </w:r>
            <w:r w:rsidRPr="00DA496B">
              <w:rPr>
                <w:noProof/>
              </w:rPr>
              <w:t>егламентом информационного взаимодействия</w:t>
            </w:r>
            <w:r w:rsidR="008E1B65">
              <w:rPr>
                <w:noProof/>
              </w:rPr>
              <w:t xml:space="preserve"> и осуществляет их обработку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8E1B65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сведения </w:t>
            </w:r>
            <w:r w:rsidR="002061D3">
              <w:rPr>
                <w:noProof/>
              </w:rPr>
              <w:t xml:space="preserve">из </w:t>
            </w:r>
            <w:r w:rsidRPr="00DA496B">
              <w:rPr>
                <w:noProof/>
              </w:rPr>
              <w:t xml:space="preserve">единого реестра </w:t>
            </w:r>
            <w:r w:rsidR="008E1B65">
              <w:rPr>
                <w:noProof/>
              </w:rPr>
              <w:t>или</w:t>
            </w:r>
            <w:r w:rsidR="008E1B65" w:rsidRPr="00DA496B">
              <w:rPr>
                <w:noProof/>
              </w:rPr>
              <w:t xml:space="preserve"> уведомление </w:t>
            </w:r>
            <w:r w:rsidR="008E1B65" w:rsidRPr="00474DEB">
              <w:rPr>
                <w:noProof/>
              </w:rPr>
              <w:t>об отсутствии сведений</w:t>
            </w:r>
            <w:r w:rsidR="008E1B65">
              <w:rPr>
                <w:noProof/>
              </w:rPr>
              <w:t>, удовлетворяющих параметрам запроса, получены</w:t>
            </w:r>
          </w:p>
        </w:tc>
      </w:tr>
    </w:tbl>
    <w:p w:rsidR="004D75AA" w:rsidRPr="00DA496B" w:rsidRDefault="00200396" w:rsidP="00800DD4">
      <w:pPr>
        <w:pStyle w:val="3"/>
      </w:pPr>
      <w:r>
        <w:t>Процедура</w:t>
      </w:r>
      <w:r w:rsidRPr="00DA496B">
        <w:t xml:space="preserve"> «</w:t>
      </w:r>
      <w:r w:rsidR="004D75AA" w:rsidRPr="00DA496B">
        <w:rPr>
          <w:noProof/>
        </w:rPr>
        <w:t xml:space="preserve">Получение измененных сведений </w:t>
      </w:r>
      <w:r w:rsidR="00B7588B">
        <w:rPr>
          <w:noProof/>
        </w:rPr>
        <w:br/>
      </w:r>
      <w:r w:rsidR="004D75AA" w:rsidRPr="00DA496B">
        <w:rPr>
          <w:noProof/>
        </w:rPr>
        <w:t>из едино</w:t>
      </w:r>
      <w:r w:rsidR="002061D3">
        <w:rPr>
          <w:noProof/>
        </w:rPr>
        <w:t>го</w:t>
      </w:r>
      <w:r w:rsidR="004D75AA" w:rsidRPr="00DA496B">
        <w:rPr>
          <w:noProof/>
        </w:rPr>
        <w:t xml:space="preserve"> </w:t>
      </w:r>
      <w:r w:rsidR="002061D3">
        <w:rPr>
          <w:noProof/>
        </w:rPr>
        <w:t>реестра</w:t>
      </w:r>
      <w:r w:rsidRPr="00DA496B">
        <w:rPr>
          <w:noProof/>
        </w:rPr>
        <w:t>»</w:t>
      </w:r>
      <w:r w:rsidR="004D75AA" w:rsidRPr="00DA496B">
        <w:t xml:space="preserve"> (</w:t>
      </w:r>
      <w:r w:rsidR="004D75AA" w:rsidRPr="001353E7">
        <w:rPr>
          <w:noProof/>
          <w:lang w:val="en-US"/>
        </w:rPr>
        <w:t>P</w:t>
      </w:r>
      <w:r w:rsidR="004D75AA" w:rsidRPr="00DA496B">
        <w:rPr>
          <w:noProof/>
        </w:rPr>
        <w:t>.</w:t>
      </w:r>
      <w:r w:rsidR="004D75AA" w:rsidRPr="001353E7">
        <w:rPr>
          <w:noProof/>
          <w:lang w:val="en-US"/>
        </w:rPr>
        <w:t>MM</w:t>
      </w:r>
      <w:r w:rsidR="004D75AA" w:rsidRPr="00DA496B">
        <w:rPr>
          <w:noProof/>
        </w:rPr>
        <w:t>.07.</w:t>
      </w:r>
      <w:r w:rsidR="004D75AA" w:rsidRPr="001353E7">
        <w:rPr>
          <w:noProof/>
          <w:lang w:val="en-US"/>
        </w:rPr>
        <w:t>PRC</w:t>
      </w:r>
      <w:r w:rsidR="004D75AA" w:rsidRPr="00DA496B">
        <w:rPr>
          <w:noProof/>
        </w:rPr>
        <w:t>.006</w:t>
      </w:r>
      <w:r w:rsidR="004D75AA" w:rsidRPr="00DA496B">
        <w:t>)</w:t>
      </w:r>
    </w:p>
    <w:p w:rsidR="00DC5032" w:rsidRPr="00EE62B0" w:rsidRDefault="001C183C" w:rsidP="001C183C">
      <w:pPr>
        <w:pStyle w:val="aff"/>
      </w:pPr>
      <w:bookmarkStart w:id="55" w:name="_Toc369271037"/>
      <w:r>
        <w:rPr>
          <w:noProof/>
        </w:rPr>
        <w:t>62</w:t>
      </w:r>
      <w:r w:rsidRPr="00DA496B">
        <w:rPr>
          <w:lang w:val="ru-RU"/>
        </w:rPr>
        <w:t>.</w:t>
      </w:r>
      <w:r w:rsidR="00C23E21">
        <w:rPr>
          <w:lang w:val="en-US"/>
        </w:rPr>
        <w:t> </w:t>
      </w:r>
      <w:r w:rsidR="00DC5032" w:rsidRPr="00EE62B0">
        <w:t xml:space="preserve">Схема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DC5032" w:rsidRPr="00EE62B0">
        <w:t xml:space="preserve">процедуры </w:t>
      </w:r>
      <w:r w:rsidR="00A44E2B" w:rsidRPr="00EE62B0">
        <w:t>«</w:t>
      </w:r>
      <w:r w:rsidR="00F0733C" w:rsidRPr="00EE62B0">
        <w:t>Получение измененных сведений из едино</w:t>
      </w:r>
      <w:r w:rsidR="002061D3">
        <w:rPr>
          <w:lang w:val="ru-RU"/>
        </w:rPr>
        <w:t>го</w:t>
      </w:r>
      <w:r w:rsidR="00F0733C" w:rsidRPr="00EE62B0">
        <w:t xml:space="preserve"> </w:t>
      </w:r>
      <w:r w:rsidR="002061D3">
        <w:rPr>
          <w:lang w:val="ru-RU"/>
        </w:rPr>
        <w:t>реестра</w:t>
      </w:r>
      <w:r w:rsidR="00A44E2B" w:rsidRPr="00EE62B0">
        <w:t>»</w:t>
      </w:r>
      <w:r w:rsidR="00F0733C" w:rsidRPr="00EE62B0">
        <w:t xml:space="preserve"> (P.MM.07.PRC.006</w:t>
      </w:r>
      <w:r w:rsidR="008E6C3A" w:rsidRPr="00EE62B0">
        <w:t>)</w:t>
      </w:r>
      <w:r w:rsidR="007A4388" w:rsidRPr="00EE62B0">
        <w:t xml:space="preserve"> </w:t>
      </w:r>
      <w:r w:rsidR="00DC5032" w:rsidRPr="00EE62B0">
        <w:t>представлена на</w:t>
      </w:r>
      <w:r w:rsidR="00B05D87" w:rsidRPr="00EE62B0">
        <w:t xml:space="preserve"> </w:t>
      </w:r>
      <w:r w:rsidR="00A44E2B" w:rsidRPr="00EE62B0">
        <w:t>рис</w:t>
      </w:r>
      <w:r w:rsidR="00221902">
        <w:rPr>
          <w:lang w:val="ru-RU"/>
        </w:rPr>
        <w:t>унке</w:t>
      </w:r>
      <w:r w:rsidR="00221902" w:rsidRPr="00EE62B0">
        <w:t> </w:t>
      </w:r>
      <w:r w:rsidR="00E75E86" w:rsidRPr="00EE62B0">
        <w:t>9</w:t>
      </w:r>
      <w:r w:rsidR="00DC5032" w:rsidRPr="00EE62B0">
        <w:t>.</w:t>
      </w:r>
      <w:bookmarkEnd w:id="55"/>
    </w:p>
    <w:p w:rsidR="00DC5032" w:rsidRPr="00EE62B0" w:rsidRDefault="00B7588B" w:rsidP="006E064A">
      <w:pPr>
        <w:pStyle w:val="af6"/>
      </w:pPr>
      <w:r>
        <w:rPr>
          <w:noProof/>
        </w:rPr>
        <w:lastRenderedPageBreak/>
        <w:drawing>
          <wp:inline distT="0" distB="0" distL="0" distR="0" wp14:anchorId="6D2E8704" wp14:editId="2CFE9FA3">
            <wp:extent cx="5601482" cy="468695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4686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3BF" w:rsidRPr="00DA496B" w:rsidRDefault="00B73FB5" w:rsidP="0095762B">
      <w:pPr>
        <w:pStyle w:val="af5"/>
        <w:rPr>
          <w:rStyle w:val="afc"/>
          <w:sz w:val="24"/>
          <w:lang w:val="ru-RU"/>
        </w:rPr>
      </w:pPr>
      <w:bookmarkStart w:id="56" w:name="_Ref363494409"/>
      <w:bookmarkStart w:id="57" w:name="_Toc375908856"/>
      <w:r w:rsidRPr="007E0CC6">
        <w:t>Рис</w:t>
      </w:r>
      <w:bookmarkEnd w:id="56"/>
      <w:r w:rsidR="00E70901" w:rsidRPr="00DA496B">
        <w:t>.</w:t>
      </w:r>
      <w:r w:rsidR="00221902" w:rsidRPr="007E0CC6">
        <w:rPr>
          <w:lang w:val="en-US"/>
        </w:rPr>
        <w:t> </w:t>
      </w:r>
      <w:r w:rsidR="00E75E86" w:rsidRPr="00DA496B">
        <w:rPr>
          <w:noProof/>
        </w:rPr>
        <w:t>9</w:t>
      </w:r>
      <w:r w:rsidRPr="00DA496B">
        <w:t>.</w:t>
      </w:r>
      <w:r w:rsidR="00DC5032" w:rsidRPr="00DA496B">
        <w:t xml:space="preserve"> </w:t>
      </w:r>
      <w:r w:rsidR="00DC5032" w:rsidRPr="007E0CC6">
        <w:t>Схема</w:t>
      </w:r>
      <w:r w:rsidR="00DC5032" w:rsidRPr="00DA496B">
        <w:t xml:space="preserve"> </w:t>
      </w:r>
      <w:r w:rsidR="00E21084">
        <w:t>вы</w:t>
      </w:r>
      <w:r w:rsidR="00E21084" w:rsidRPr="00E21084">
        <w:t>полнения</w:t>
      </w:r>
      <w:r w:rsidR="00E21084" w:rsidRPr="00DA496B">
        <w:t xml:space="preserve"> </w:t>
      </w:r>
      <w:r w:rsidR="00DC5032" w:rsidRPr="00E21084">
        <w:t>процедуры</w:t>
      </w:r>
      <w:r w:rsidR="00DC5032" w:rsidRPr="00DA496B">
        <w:t xml:space="preserve"> </w:t>
      </w:r>
      <w:bookmarkEnd w:id="57"/>
      <w:r w:rsidR="00A44E2B" w:rsidRPr="00DA496B">
        <w:t>«</w:t>
      </w:r>
      <w:r w:rsidR="00F0733C" w:rsidRPr="00DA496B">
        <w:rPr>
          <w:noProof/>
        </w:rPr>
        <w:t xml:space="preserve">Получение измененных сведений </w:t>
      </w:r>
      <w:r w:rsidR="008E1B65">
        <w:rPr>
          <w:noProof/>
        </w:rPr>
        <w:br/>
      </w:r>
      <w:r w:rsidR="00F0733C" w:rsidRPr="00DA496B">
        <w:rPr>
          <w:noProof/>
        </w:rPr>
        <w:t xml:space="preserve">из </w:t>
      </w:r>
      <w:r w:rsidR="008E1B65">
        <w:rPr>
          <w:noProof/>
        </w:rPr>
        <w:t>единого реестра</w:t>
      </w:r>
      <w:r w:rsidR="00A44E2B" w:rsidRPr="00DA496B">
        <w:t>»</w:t>
      </w:r>
      <w:r w:rsidR="008E6C3A" w:rsidRPr="00DA496B">
        <w:t xml:space="preserve"> </w:t>
      </w:r>
      <w:r w:rsidR="00F0733C" w:rsidRPr="00DA496B">
        <w:t>(</w:t>
      </w:r>
      <w:r w:rsidR="00F0733C" w:rsidRPr="007E0CC6">
        <w:rPr>
          <w:noProof/>
          <w:lang w:val="en-US"/>
        </w:rPr>
        <w:t>P</w:t>
      </w:r>
      <w:r w:rsidR="00F0733C" w:rsidRPr="00DA496B">
        <w:rPr>
          <w:noProof/>
        </w:rPr>
        <w:t>.</w:t>
      </w:r>
      <w:r w:rsidR="00F0733C" w:rsidRPr="007E0CC6">
        <w:rPr>
          <w:noProof/>
          <w:lang w:val="en-US"/>
        </w:rPr>
        <w:t>MM</w:t>
      </w:r>
      <w:r w:rsidR="00F0733C" w:rsidRPr="00DA496B">
        <w:rPr>
          <w:noProof/>
        </w:rPr>
        <w:t>.07.</w:t>
      </w:r>
      <w:r w:rsidR="00F0733C" w:rsidRPr="007E0CC6">
        <w:rPr>
          <w:noProof/>
          <w:lang w:val="en-US"/>
        </w:rPr>
        <w:t>PRC</w:t>
      </w:r>
      <w:r w:rsidR="00F0733C" w:rsidRPr="00DA496B">
        <w:rPr>
          <w:noProof/>
        </w:rPr>
        <w:t>.006</w:t>
      </w:r>
      <w:r w:rsidR="008E6C3A" w:rsidRPr="00DA496B">
        <w:t>)</w:t>
      </w:r>
    </w:p>
    <w:p w:rsidR="003E0C6E" w:rsidRPr="00171633" w:rsidRDefault="001C183C" w:rsidP="001C183C">
      <w:pPr>
        <w:pStyle w:val="aff"/>
      </w:pPr>
      <w:bookmarkStart w:id="58" w:name="_Toc369271043"/>
      <w:r w:rsidRPr="001C183C">
        <w:rPr>
          <w:noProof/>
        </w:rPr>
        <w:t>63</w:t>
      </w:r>
      <w:r w:rsidRPr="001C183C">
        <w:t>.</w:t>
      </w:r>
      <w:r w:rsidR="00C23E21">
        <w:t> </w:t>
      </w:r>
      <w:r w:rsidR="00CB3574" w:rsidRPr="00EE62B0">
        <w:t>Процедура</w:t>
      </w:r>
      <w:r w:rsidR="00CB3574" w:rsidRPr="001353E7">
        <w:t xml:space="preserve"> </w:t>
      </w:r>
      <w:r w:rsidR="00FA6CAE" w:rsidRPr="001353E7">
        <w:t>«Получение измененных сведений из едино</w:t>
      </w:r>
      <w:r w:rsidR="002061D3">
        <w:rPr>
          <w:lang w:val="ru-RU"/>
        </w:rPr>
        <w:t>го</w:t>
      </w:r>
      <w:r w:rsidR="00FA6CAE" w:rsidRPr="001353E7">
        <w:t xml:space="preserve"> </w:t>
      </w:r>
      <w:r w:rsidR="002061D3">
        <w:rPr>
          <w:lang w:val="ru-RU"/>
        </w:rPr>
        <w:t>реестра</w:t>
      </w:r>
      <w:r w:rsidR="00FA6CAE" w:rsidRPr="001353E7">
        <w:t xml:space="preserve">» (P.MM.07.PRC.006) </w:t>
      </w:r>
      <w:r w:rsidR="003F4D73">
        <w:rPr>
          <w:noProof/>
          <w:lang w:val="ru-RU"/>
        </w:rPr>
        <w:t>выполняется</w:t>
      </w:r>
      <w:r w:rsidR="003F4D73">
        <w:rPr>
          <w:noProof/>
        </w:rPr>
        <w:t xml:space="preserve"> </w:t>
      </w:r>
      <w:bookmarkEnd w:id="58"/>
      <w:r w:rsidR="00171633" w:rsidRPr="00474DEB">
        <w:t xml:space="preserve">в целях получения </w:t>
      </w:r>
      <w:r w:rsidR="00171633" w:rsidRPr="00474DEB">
        <w:rPr>
          <w:lang w:val="ru-RU"/>
        </w:rPr>
        <w:t>уполномоченным</w:t>
      </w:r>
      <w:r w:rsidR="00171633" w:rsidRPr="00474DEB">
        <w:t xml:space="preserve"> орган</w:t>
      </w:r>
      <w:r w:rsidR="00171633" w:rsidRPr="00474DEB">
        <w:rPr>
          <w:lang w:val="ru-RU"/>
        </w:rPr>
        <w:t>ом</w:t>
      </w:r>
      <w:r w:rsidR="00171633" w:rsidRPr="00474DEB">
        <w:t xml:space="preserve"> </w:t>
      </w:r>
      <w:r w:rsidR="00171633">
        <w:rPr>
          <w:noProof/>
          <w:lang w:val="ru-RU"/>
        </w:rPr>
        <w:t>государства-члена</w:t>
      </w:r>
      <w:r w:rsidR="00171633" w:rsidRPr="00474DEB">
        <w:t xml:space="preserve"> сведений из </w:t>
      </w:r>
      <w:r w:rsidR="00171633">
        <w:rPr>
          <w:lang w:val="ru-RU"/>
        </w:rPr>
        <w:t>единого</w:t>
      </w:r>
      <w:r w:rsidR="00171633" w:rsidRPr="00474DEB">
        <w:t xml:space="preserve"> реестра, </w:t>
      </w:r>
      <w:r w:rsidR="00171633" w:rsidRPr="00474DEB">
        <w:rPr>
          <w:lang w:val="ru-RU"/>
        </w:rPr>
        <w:t>включение или изменение</w:t>
      </w:r>
      <w:r w:rsidR="00171633" w:rsidRPr="00474DEB">
        <w:t xml:space="preserve"> которых произошло начиная </w:t>
      </w:r>
      <w:r w:rsidR="00171633">
        <w:rPr>
          <w:lang w:val="ru-RU"/>
        </w:rPr>
        <w:br/>
      </w:r>
      <w:r w:rsidR="00171633" w:rsidRPr="00474DEB">
        <w:t xml:space="preserve">с момента, указанного в запросе, до момента выполнения этого запроса. Процедура выполняется в том числе </w:t>
      </w:r>
      <w:r w:rsidR="00171633">
        <w:rPr>
          <w:lang w:val="ru-RU"/>
        </w:rPr>
        <w:t xml:space="preserve">в случае, </w:t>
      </w:r>
      <w:r w:rsidR="00171633" w:rsidRPr="00474DEB">
        <w:t xml:space="preserve">если в результате выполнения процедуры «Получение </w:t>
      </w:r>
      <w:r w:rsidR="008E1B65">
        <w:rPr>
          <w:lang w:val="ru-RU"/>
        </w:rPr>
        <w:t>информации</w:t>
      </w:r>
      <w:r w:rsidR="008E1B65" w:rsidRPr="00474DEB">
        <w:t xml:space="preserve"> </w:t>
      </w:r>
      <w:r w:rsidR="00171633" w:rsidRPr="00474DEB">
        <w:t xml:space="preserve">о дате и времени обновления </w:t>
      </w:r>
      <w:r w:rsidR="00171633">
        <w:t>единого</w:t>
      </w:r>
      <w:r w:rsidR="00171633" w:rsidRPr="00474DEB">
        <w:t xml:space="preserve"> реестра» (</w:t>
      </w:r>
      <w:r w:rsidR="00171633">
        <w:t>P.</w:t>
      </w:r>
      <w:r w:rsidR="00171633">
        <w:rPr>
          <w:lang w:val="ru-RU"/>
        </w:rPr>
        <w:t>ММ</w:t>
      </w:r>
      <w:r w:rsidR="00171633">
        <w:t>.0</w:t>
      </w:r>
      <w:r w:rsidR="00171633">
        <w:rPr>
          <w:lang w:val="ru-RU"/>
        </w:rPr>
        <w:t>7</w:t>
      </w:r>
      <w:r w:rsidR="00171633">
        <w:t>.PRC.00</w:t>
      </w:r>
      <w:r w:rsidR="00171633">
        <w:rPr>
          <w:lang w:val="ru-RU"/>
        </w:rPr>
        <w:t>4</w:t>
      </w:r>
      <w:r w:rsidR="00171633" w:rsidRPr="00474DEB">
        <w:t>)</w:t>
      </w:r>
      <w:r w:rsidR="00171633" w:rsidRPr="00474DEB">
        <w:rPr>
          <w:lang w:val="ru-RU"/>
        </w:rPr>
        <w:t xml:space="preserve"> </w:t>
      </w:r>
      <w:r w:rsidR="00171633" w:rsidRPr="00474DEB">
        <w:t xml:space="preserve">выявлено, что дата </w:t>
      </w:r>
      <w:r w:rsidR="00171633">
        <w:rPr>
          <w:lang w:val="ru-RU"/>
        </w:rPr>
        <w:br/>
      </w:r>
      <w:r w:rsidR="00171633" w:rsidRPr="00474DEB">
        <w:t xml:space="preserve">и время последнего получения </w:t>
      </w:r>
      <w:r w:rsidR="00171633" w:rsidRPr="00474DEB">
        <w:rPr>
          <w:lang w:val="ru-RU"/>
        </w:rPr>
        <w:t xml:space="preserve">уполномоченным органом </w:t>
      </w:r>
      <w:r w:rsidR="00EA4094">
        <w:rPr>
          <w:lang w:val="ru-RU"/>
        </w:rPr>
        <w:br/>
      </w:r>
      <w:r w:rsidR="00171633">
        <w:rPr>
          <w:noProof/>
          <w:lang w:val="ru-RU"/>
        </w:rPr>
        <w:t>государства-члена</w:t>
      </w:r>
      <w:r w:rsidR="00171633" w:rsidRPr="00474DEB">
        <w:t xml:space="preserve"> сведений</w:t>
      </w:r>
      <w:r w:rsidR="00171633" w:rsidRPr="00474DEB">
        <w:rPr>
          <w:lang w:val="ru-RU"/>
        </w:rPr>
        <w:t xml:space="preserve"> из</w:t>
      </w:r>
      <w:r w:rsidR="00171633" w:rsidRPr="00474DEB">
        <w:t xml:space="preserve"> </w:t>
      </w:r>
      <w:r w:rsidR="00171633">
        <w:rPr>
          <w:lang w:val="ru-RU"/>
        </w:rPr>
        <w:t>единого</w:t>
      </w:r>
      <w:r w:rsidR="00171633" w:rsidRPr="00474DEB">
        <w:rPr>
          <w:lang w:val="ru-RU"/>
        </w:rPr>
        <w:t xml:space="preserve"> </w:t>
      </w:r>
      <w:r w:rsidR="00171633" w:rsidRPr="00474DEB">
        <w:t xml:space="preserve">реестра являются более ранними, чем дата и время последнего </w:t>
      </w:r>
      <w:r w:rsidR="00171633" w:rsidRPr="00474DEB">
        <w:rPr>
          <w:lang w:val="ru-RU"/>
        </w:rPr>
        <w:t>обновления</w:t>
      </w:r>
      <w:r w:rsidR="00171633" w:rsidRPr="00474DEB">
        <w:t xml:space="preserve"> </w:t>
      </w:r>
      <w:r w:rsidR="00171633">
        <w:rPr>
          <w:lang w:val="ru-RU"/>
        </w:rPr>
        <w:t>единого</w:t>
      </w:r>
      <w:r w:rsidR="00171633" w:rsidRPr="00474DEB">
        <w:t xml:space="preserve"> реестра.</w:t>
      </w:r>
    </w:p>
    <w:p w:rsidR="00EC49D1" w:rsidRDefault="001C183C" w:rsidP="001C183C">
      <w:pPr>
        <w:pStyle w:val="aff"/>
      </w:pPr>
      <w:r w:rsidRPr="001C183C">
        <w:rPr>
          <w:noProof/>
        </w:rPr>
        <w:lastRenderedPageBreak/>
        <w:t>64</w:t>
      </w:r>
      <w:r w:rsidRPr="001C183C">
        <w:t>.</w:t>
      </w:r>
      <w:r w:rsidR="00C23E21">
        <w:t> </w:t>
      </w:r>
      <w:r w:rsidR="00171633">
        <w:rPr>
          <w:noProof/>
          <w:lang w:val="ru-RU"/>
        </w:rPr>
        <w:t>Первой выполняется о</w:t>
      </w:r>
      <w:r w:rsidR="00EC49D1">
        <w:rPr>
          <w:noProof/>
        </w:rPr>
        <w:t>перация «Запрос измененных сведений из единого реестра» (P.MM.07.OPR.019)</w:t>
      </w:r>
      <w:r w:rsidR="00171633">
        <w:rPr>
          <w:noProof/>
          <w:lang w:val="ru-RU"/>
        </w:rPr>
        <w:t xml:space="preserve">, по результатам выполнения которой </w:t>
      </w:r>
      <w:r w:rsidR="00171633" w:rsidRPr="00474DEB">
        <w:t>уполномоченный орган</w:t>
      </w:r>
      <w:r w:rsidR="00171633" w:rsidRPr="00EC04DD">
        <w:rPr>
          <w:noProof/>
        </w:rPr>
        <w:t xml:space="preserve"> </w:t>
      </w:r>
      <w:r w:rsidR="00171633">
        <w:rPr>
          <w:noProof/>
        </w:rPr>
        <w:t>государства-члена</w:t>
      </w:r>
      <w:r w:rsidR="00171633" w:rsidRPr="00474DEB">
        <w:t xml:space="preserve"> </w:t>
      </w:r>
      <w:r w:rsidR="00171633" w:rsidRPr="00474DEB">
        <w:rPr>
          <w:lang w:val="ru-RU"/>
        </w:rPr>
        <w:t xml:space="preserve">формирует </w:t>
      </w:r>
      <w:r w:rsidR="00171633">
        <w:rPr>
          <w:lang w:val="ru-RU"/>
        </w:rPr>
        <w:br/>
      </w:r>
      <w:r w:rsidR="00171633" w:rsidRPr="00474DEB">
        <w:rPr>
          <w:lang w:val="ru-RU"/>
        </w:rPr>
        <w:t xml:space="preserve">и </w:t>
      </w:r>
      <w:r w:rsidR="00171633" w:rsidRPr="00474DEB">
        <w:t xml:space="preserve">направляет </w:t>
      </w:r>
      <w:r w:rsidR="00171633" w:rsidRPr="00474DEB">
        <w:rPr>
          <w:lang w:val="ru-RU"/>
        </w:rPr>
        <w:t>в Комиссию</w:t>
      </w:r>
      <w:r w:rsidR="00171633" w:rsidRPr="00474DEB">
        <w:t xml:space="preserve"> запрос</w:t>
      </w:r>
      <w:r w:rsidR="00171633" w:rsidRPr="00474DEB">
        <w:rPr>
          <w:lang w:val="ru-RU"/>
        </w:rPr>
        <w:t xml:space="preserve"> на</w:t>
      </w:r>
      <w:r w:rsidR="00171633" w:rsidRPr="00474DEB">
        <w:t xml:space="preserve"> </w:t>
      </w:r>
      <w:r w:rsidR="00171633">
        <w:rPr>
          <w:lang w:val="ru-RU"/>
        </w:rPr>
        <w:t>представление</w:t>
      </w:r>
      <w:r w:rsidR="00171633" w:rsidRPr="00474DEB">
        <w:t xml:space="preserve"> измененных сведений из </w:t>
      </w:r>
      <w:r w:rsidR="00171633">
        <w:t>единого</w:t>
      </w:r>
      <w:r w:rsidR="00171633" w:rsidRPr="00474DEB">
        <w:t xml:space="preserve"> реестра</w:t>
      </w:r>
      <w:r w:rsidR="00171633">
        <w:rPr>
          <w:noProof/>
          <w:lang w:val="ru-RU"/>
        </w:rPr>
        <w:t>.</w:t>
      </w:r>
      <w:r w:rsidR="00171633">
        <w:rPr>
          <w:noProof/>
        </w:rPr>
        <w:t xml:space="preserve"> </w:t>
      </w:r>
    </w:p>
    <w:p w:rsidR="00EC49D1" w:rsidRDefault="001C183C" w:rsidP="001C183C">
      <w:pPr>
        <w:pStyle w:val="aff"/>
      </w:pPr>
      <w:r w:rsidRPr="001C183C">
        <w:rPr>
          <w:noProof/>
        </w:rPr>
        <w:t>65</w:t>
      </w:r>
      <w:r w:rsidRPr="001C183C">
        <w:t>.</w:t>
      </w:r>
      <w:r w:rsidR="00C23E21">
        <w:t> </w:t>
      </w:r>
      <w:proofErr w:type="gramStart"/>
      <w:r w:rsidR="00171633" w:rsidRPr="00474DEB">
        <w:rPr>
          <w:lang w:val="ru-RU"/>
        </w:rPr>
        <w:t xml:space="preserve">При поступлении в Комиссию запроса на </w:t>
      </w:r>
      <w:r w:rsidR="00171633">
        <w:rPr>
          <w:lang w:val="ru-RU"/>
        </w:rPr>
        <w:t xml:space="preserve">представление </w:t>
      </w:r>
      <w:r w:rsidR="00171633" w:rsidRPr="00474DEB">
        <w:rPr>
          <w:lang w:val="ru-RU"/>
        </w:rPr>
        <w:t xml:space="preserve">измененных сведений из </w:t>
      </w:r>
      <w:r w:rsidR="00171633">
        <w:rPr>
          <w:lang w:val="ru-RU"/>
        </w:rPr>
        <w:t>единого</w:t>
      </w:r>
      <w:r w:rsidR="00171633" w:rsidRPr="00474DEB">
        <w:rPr>
          <w:lang w:val="ru-RU"/>
        </w:rPr>
        <w:t xml:space="preserve"> реестра выполняется операция</w:t>
      </w:r>
      <w:r w:rsidR="00171633">
        <w:rPr>
          <w:noProof/>
          <w:lang w:val="ru-RU"/>
        </w:rPr>
        <w:t xml:space="preserve"> </w:t>
      </w:r>
      <w:r w:rsidR="00EC49D1">
        <w:rPr>
          <w:noProof/>
        </w:rPr>
        <w:t>«Обработка и представление измененных сведений из единого реестра» (P.MM.07.OPR.020)</w:t>
      </w:r>
      <w:r w:rsidR="00171633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Комиссия</w:t>
      </w:r>
      <w:r w:rsidR="00171633">
        <w:rPr>
          <w:noProof/>
          <w:lang w:val="ru-RU"/>
        </w:rPr>
        <w:t xml:space="preserve"> формирует и </w:t>
      </w:r>
      <w:r w:rsidR="00EC49D1">
        <w:rPr>
          <w:noProof/>
        </w:rPr>
        <w:t xml:space="preserve">направляет </w:t>
      </w:r>
      <w:r w:rsidR="00171633" w:rsidRPr="00474DEB">
        <w:t>уполномоченному органу</w:t>
      </w:r>
      <w:r w:rsidR="00171633">
        <w:rPr>
          <w:lang w:val="ru-RU"/>
        </w:rPr>
        <w:t xml:space="preserve"> государства-члена</w:t>
      </w:r>
      <w:r w:rsidR="00171633" w:rsidRPr="00474DEB" w:rsidDel="00C71BAC">
        <w:t xml:space="preserve"> </w:t>
      </w:r>
      <w:r w:rsidR="00171633" w:rsidRPr="00474DEB">
        <w:t>сведения</w:t>
      </w:r>
      <w:r w:rsidR="00171633" w:rsidRPr="00474DEB">
        <w:rPr>
          <w:lang w:val="ru-RU"/>
        </w:rPr>
        <w:t>, измененные</w:t>
      </w:r>
      <w:r w:rsidR="00171633" w:rsidRPr="00474DEB">
        <w:t xml:space="preserve"> </w:t>
      </w:r>
      <w:r w:rsidR="00171633" w:rsidRPr="00474DEB">
        <w:rPr>
          <w:lang w:val="ru-RU"/>
        </w:rPr>
        <w:t>в</w:t>
      </w:r>
      <w:r w:rsidR="00171633" w:rsidRPr="00474DEB">
        <w:t xml:space="preserve"> </w:t>
      </w:r>
      <w:r w:rsidR="00171633">
        <w:t>едином</w:t>
      </w:r>
      <w:r w:rsidR="00171633" w:rsidRPr="00474DEB">
        <w:t xml:space="preserve"> реестр</w:t>
      </w:r>
      <w:r w:rsidR="00171633" w:rsidRPr="00474DEB">
        <w:rPr>
          <w:lang w:val="ru-RU"/>
        </w:rPr>
        <w:t>е с даты</w:t>
      </w:r>
      <w:r w:rsidR="00171633">
        <w:rPr>
          <w:lang w:val="ru-RU"/>
        </w:rPr>
        <w:t>,</w:t>
      </w:r>
      <w:r w:rsidR="00171633" w:rsidRPr="00474DEB">
        <w:rPr>
          <w:lang w:val="ru-RU"/>
        </w:rPr>
        <w:t xml:space="preserve"> указанной в запросе</w:t>
      </w:r>
      <w:r w:rsidR="00171633">
        <w:rPr>
          <w:lang w:val="ru-RU"/>
        </w:rPr>
        <w:t>,</w:t>
      </w:r>
      <w:r w:rsidR="00171633" w:rsidRPr="00474DEB">
        <w:t xml:space="preserve"> </w:t>
      </w:r>
      <w:r w:rsidR="00171633">
        <w:rPr>
          <w:lang w:val="ru-RU"/>
        </w:rPr>
        <w:br/>
      </w:r>
      <w:r w:rsidR="00171633" w:rsidRPr="00474DEB">
        <w:t>или уведомл</w:t>
      </w:r>
      <w:r w:rsidR="00171633" w:rsidRPr="00474DEB">
        <w:rPr>
          <w:lang w:val="ru-RU"/>
        </w:rPr>
        <w:t>ение</w:t>
      </w:r>
      <w:r w:rsidR="00171633" w:rsidRPr="00474DEB">
        <w:t xml:space="preserve"> об отсутствии сведений, удовлетворяющих параметрам запроса</w:t>
      </w:r>
      <w:r w:rsidR="00EC49D1">
        <w:rPr>
          <w:noProof/>
        </w:rPr>
        <w:t>.</w:t>
      </w:r>
      <w:proofErr w:type="gramEnd"/>
    </w:p>
    <w:p w:rsidR="00EC49D1" w:rsidRDefault="001C183C" w:rsidP="001C183C">
      <w:pPr>
        <w:pStyle w:val="aff"/>
      </w:pPr>
      <w:r w:rsidRPr="001C183C">
        <w:rPr>
          <w:noProof/>
        </w:rPr>
        <w:t>66</w:t>
      </w:r>
      <w:r w:rsidRPr="001C183C">
        <w:t>.</w:t>
      </w:r>
      <w:r w:rsidR="00C23E21">
        <w:t> </w:t>
      </w:r>
      <w:proofErr w:type="gramStart"/>
      <w:r w:rsidR="00171633" w:rsidRPr="00474DEB">
        <w:rPr>
          <w:lang w:val="ru-RU"/>
        </w:rPr>
        <w:t>При поступлении в уполномоченный орган</w:t>
      </w:r>
      <w:r w:rsidR="00171633" w:rsidRPr="00EC04DD">
        <w:rPr>
          <w:noProof/>
        </w:rPr>
        <w:t xml:space="preserve"> </w:t>
      </w:r>
      <w:r w:rsidR="00171633">
        <w:rPr>
          <w:noProof/>
        </w:rPr>
        <w:t>государства-члена</w:t>
      </w:r>
      <w:r w:rsidR="00171633" w:rsidRPr="00474DEB">
        <w:rPr>
          <w:lang w:val="ru-RU"/>
        </w:rPr>
        <w:t xml:space="preserve"> сведений, измененных в </w:t>
      </w:r>
      <w:r w:rsidR="00171633">
        <w:rPr>
          <w:lang w:val="ru-RU"/>
        </w:rPr>
        <w:t>едином</w:t>
      </w:r>
      <w:r w:rsidR="00171633" w:rsidRPr="00474DEB">
        <w:rPr>
          <w:lang w:val="ru-RU"/>
        </w:rPr>
        <w:t xml:space="preserve"> реестре</w:t>
      </w:r>
      <w:r w:rsidR="00171633">
        <w:rPr>
          <w:lang w:val="ru-RU"/>
        </w:rPr>
        <w:t>,</w:t>
      </w:r>
      <w:r w:rsidR="00171633" w:rsidRPr="00474DEB">
        <w:rPr>
          <w:lang w:val="ru-RU"/>
        </w:rPr>
        <w:t xml:space="preserve"> или уведомления</w:t>
      </w:r>
      <w:r w:rsidR="00171633" w:rsidRPr="00474DEB">
        <w:t xml:space="preserve"> об отсутствии сведений, удовлетворяющих параметрам запроса</w:t>
      </w:r>
      <w:r w:rsidR="00171633">
        <w:rPr>
          <w:lang w:val="ru-RU"/>
        </w:rPr>
        <w:t>,</w:t>
      </w:r>
      <w:r w:rsidR="00171633" w:rsidRPr="00474DEB">
        <w:t xml:space="preserve"> выполняется операция</w:t>
      </w:r>
      <w:r w:rsidR="00171633">
        <w:rPr>
          <w:noProof/>
          <w:lang w:val="ru-RU"/>
        </w:rPr>
        <w:t xml:space="preserve"> </w:t>
      </w:r>
      <w:r w:rsidR="00EC49D1">
        <w:rPr>
          <w:noProof/>
        </w:rPr>
        <w:t>«Прием и обработка измененных сведений из единого реестра» (P.MM.07.OPR.021)</w:t>
      </w:r>
      <w:r w:rsidR="00171633">
        <w:rPr>
          <w:noProof/>
          <w:lang w:val="ru-RU"/>
        </w:rPr>
        <w:t>, по результатам выполнения которой</w:t>
      </w:r>
      <w:r w:rsidR="00EC49D1">
        <w:rPr>
          <w:noProof/>
        </w:rPr>
        <w:t xml:space="preserve"> </w:t>
      </w:r>
      <w:r w:rsidR="00171633" w:rsidRPr="00474DEB">
        <w:rPr>
          <w:lang w:val="ru-RU"/>
        </w:rPr>
        <w:t>уполномоченный орган</w:t>
      </w:r>
      <w:r w:rsidR="00171633" w:rsidRPr="00EC04DD">
        <w:rPr>
          <w:noProof/>
        </w:rPr>
        <w:t xml:space="preserve"> </w:t>
      </w:r>
      <w:r w:rsidR="00171633">
        <w:rPr>
          <w:noProof/>
        </w:rPr>
        <w:t>государства-члена</w:t>
      </w:r>
      <w:r w:rsidR="00171633" w:rsidRPr="00474DEB">
        <w:rPr>
          <w:lang w:val="ru-RU"/>
        </w:rPr>
        <w:t xml:space="preserve">, направивший запрос на </w:t>
      </w:r>
      <w:r w:rsidR="00171633">
        <w:rPr>
          <w:lang w:val="ru-RU"/>
        </w:rPr>
        <w:t xml:space="preserve">представление </w:t>
      </w:r>
      <w:r w:rsidR="00171633" w:rsidRPr="00474DEB">
        <w:rPr>
          <w:lang w:val="ru-RU"/>
        </w:rPr>
        <w:t>сведений, измененных в</w:t>
      </w:r>
      <w:r w:rsidR="00171633" w:rsidRPr="00474DEB">
        <w:t xml:space="preserve"> </w:t>
      </w:r>
      <w:r w:rsidR="00171633">
        <w:t>едином</w:t>
      </w:r>
      <w:r w:rsidR="00171633" w:rsidRPr="00474DEB">
        <w:t xml:space="preserve"> реестр</w:t>
      </w:r>
      <w:r w:rsidR="00171633" w:rsidRPr="00474DEB">
        <w:rPr>
          <w:lang w:val="ru-RU"/>
        </w:rPr>
        <w:t>е</w:t>
      </w:r>
      <w:r w:rsidR="00171633">
        <w:rPr>
          <w:lang w:val="ru-RU"/>
        </w:rPr>
        <w:t>,</w:t>
      </w:r>
      <w:r w:rsidR="00171633" w:rsidRPr="00474DEB" w:rsidDel="00BB066B">
        <w:t xml:space="preserve"> </w:t>
      </w:r>
      <w:r w:rsidR="00171633" w:rsidRPr="00474DEB">
        <w:rPr>
          <w:lang w:val="ru-RU"/>
        </w:rPr>
        <w:t>осуществляет обработку</w:t>
      </w:r>
      <w:r w:rsidR="00171633" w:rsidRPr="00474DEB">
        <w:t xml:space="preserve"> </w:t>
      </w:r>
      <w:r w:rsidR="00171633" w:rsidRPr="00474DEB">
        <w:rPr>
          <w:lang w:val="ru-RU"/>
        </w:rPr>
        <w:t xml:space="preserve">полученных сведений </w:t>
      </w:r>
      <w:r w:rsidR="00171633" w:rsidRPr="00474DEB">
        <w:t>или уведомл</w:t>
      </w:r>
      <w:r w:rsidR="00171633" w:rsidRPr="00474DEB">
        <w:rPr>
          <w:lang w:val="ru-RU"/>
        </w:rPr>
        <w:t>ения</w:t>
      </w:r>
      <w:r w:rsidR="00171633" w:rsidRPr="00474DEB">
        <w:t xml:space="preserve"> </w:t>
      </w:r>
      <w:r w:rsidR="00171633">
        <w:rPr>
          <w:lang w:val="ru-RU"/>
        </w:rPr>
        <w:br/>
      </w:r>
      <w:r w:rsidR="00171633" w:rsidRPr="00474DEB">
        <w:t>об отсутствии сведений, удовлетворяющих</w:t>
      </w:r>
      <w:proofErr w:type="gramEnd"/>
      <w:r w:rsidR="00171633" w:rsidRPr="00474DEB">
        <w:t xml:space="preserve"> параметрам запроса</w:t>
      </w:r>
      <w:r w:rsidR="00171633">
        <w:rPr>
          <w:noProof/>
          <w:lang w:val="ru-RU"/>
        </w:rPr>
        <w:t xml:space="preserve">. </w:t>
      </w:r>
    </w:p>
    <w:p w:rsidR="0020517E" w:rsidRPr="00EE62B0" w:rsidRDefault="001C183C" w:rsidP="001C183C">
      <w:pPr>
        <w:pStyle w:val="aff"/>
      </w:pPr>
      <w:r>
        <w:rPr>
          <w:noProof/>
        </w:rPr>
        <w:t>67</w:t>
      </w:r>
      <w:r w:rsidRPr="00DA496B">
        <w:rPr>
          <w:lang w:val="ru-RU"/>
        </w:rPr>
        <w:t>.</w:t>
      </w:r>
      <w:r w:rsidR="00C23E21" w:rsidRPr="00C23E21">
        <w:rPr>
          <w:lang w:val="en-US"/>
        </w:rPr>
        <w:t> </w:t>
      </w:r>
      <w:r w:rsidR="002B20E2" w:rsidRPr="00EE62B0">
        <w:t xml:space="preserve">Результатом </w:t>
      </w:r>
      <w:r w:rsidR="00433655">
        <w:rPr>
          <w:lang w:val="ru-RU"/>
        </w:rPr>
        <w:t>выполнения</w:t>
      </w:r>
      <w:r w:rsidR="00221902" w:rsidRPr="00EE62B0">
        <w:t xml:space="preserve"> </w:t>
      </w:r>
      <w:r w:rsidR="002B20E2" w:rsidRPr="00EE62B0">
        <w:t>процедуры</w:t>
      </w:r>
      <w:r w:rsidR="00B311B5" w:rsidRPr="00EE62B0">
        <w:t xml:space="preserve"> «Получение измененных сведений из </w:t>
      </w:r>
      <w:r w:rsidR="008E1B65">
        <w:rPr>
          <w:lang w:val="ru-RU"/>
        </w:rPr>
        <w:t>единого реестра</w:t>
      </w:r>
      <w:r w:rsidR="00B311B5" w:rsidRPr="00EE62B0">
        <w:t>» (P.MM.07.PRC.006)</w:t>
      </w:r>
      <w:r w:rsidR="002B20E2" w:rsidRPr="00EE62B0">
        <w:t xml:space="preserve"> является</w:t>
      </w:r>
      <w:r w:rsidR="0087333A" w:rsidRPr="00EE62B0">
        <w:t xml:space="preserve"> </w:t>
      </w:r>
      <w:r w:rsidR="0020517E" w:rsidRPr="00EE62B0">
        <w:t xml:space="preserve">получение уполномоченным органом государства-члена </w:t>
      </w:r>
      <w:r w:rsidR="00171633" w:rsidRPr="00474DEB">
        <w:t>сведений</w:t>
      </w:r>
      <w:r w:rsidR="00171633" w:rsidRPr="00474DEB">
        <w:rPr>
          <w:lang w:val="ru-RU"/>
        </w:rPr>
        <w:t xml:space="preserve">, измененных </w:t>
      </w:r>
      <w:r w:rsidR="00EA4094">
        <w:rPr>
          <w:lang w:val="ru-RU"/>
        </w:rPr>
        <w:br/>
      </w:r>
      <w:r w:rsidR="00171633" w:rsidRPr="00474DEB">
        <w:rPr>
          <w:lang w:val="ru-RU"/>
        </w:rPr>
        <w:t>в</w:t>
      </w:r>
      <w:r w:rsidR="00171633" w:rsidRPr="00474DEB">
        <w:t xml:space="preserve"> </w:t>
      </w:r>
      <w:r w:rsidR="00171633">
        <w:t>едином</w:t>
      </w:r>
      <w:r w:rsidR="00171633" w:rsidRPr="00474DEB">
        <w:t xml:space="preserve"> реестр</w:t>
      </w:r>
      <w:r w:rsidR="00171633" w:rsidRPr="00474DEB">
        <w:rPr>
          <w:lang w:val="ru-RU"/>
        </w:rPr>
        <w:t>е</w:t>
      </w:r>
      <w:r w:rsidR="00171633">
        <w:rPr>
          <w:lang w:val="ru-RU"/>
        </w:rPr>
        <w:t>,</w:t>
      </w:r>
      <w:r w:rsidR="00171633" w:rsidRPr="00474DEB">
        <w:t xml:space="preserve"> или уведомления об отсутствии сведений, удовлетворяющих параметрам запроса</w:t>
      </w:r>
      <w:r w:rsidR="00171633">
        <w:rPr>
          <w:lang w:val="ru-RU"/>
        </w:rPr>
        <w:t>.</w:t>
      </w:r>
    </w:p>
    <w:p w:rsidR="00551F62" w:rsidRDefault="005442D9" w:rsidP="005442D9">
      <w:pPr>
        <w:pStyle w:val="aff"/>
      </w:pPr>
      <w:r>
        <w:rPr>
          <w:noProof/>
        </w:rPr>
        <w:lastRenderedPageBreak/>
        <w:t>68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551F62" w:rsidRPr="00EE62B0">
        <w:t>Перечень операций</w:t>
      </w:r>
      <w:r w:rsidR="00307C38">
        <w:rPr>
          <w:lang w:val="ru-RU"/>
        </w:rPr>
        <w:t xml:space="preserve"> общего процесса</w:t>
      </w:r>
      <w:r w:rsidR="00551F62" w:rsidRPr="00EE62B0">
        <w:t xml:space="preserve">, </w:t>
      </w:r>
      <w:r w:rsidR="00307C38">
        <w:rPr>
          <w:lang w:val="ru-RU"/>
        </w:rPr>
        <w:t>выполн</w:t>
      </w:r>
      <w:r w:rsidR="00875D46">
        <w:rPr>
          <w:lang w:val="ru-RU"/>
        </w:rPr>
        <w:t xml:space="preserve">яемых </w:t>
      </w:r>
      <w:r w:rsidR="00307C38">
        <w:rPr>
          <w:lang w:val="ru-RU"/>
        </w:rPr>
        <w:t>в рамках</w:t>
      </w:r>
      <w:r w:rsidR="00221902" w:rsidRPr="00EE62B0">
        <w:t xml:space="preserve"> </w:t>
      </w:r>
      <w:r w:rsidR="0092758D" w:rsidRPr="00EE62B0">
        <w:t xml:space="preserve">процедуры </w:t>
      </w:r>
      <w:r w:rsidR="009B7FF7" w:rsidRPr="00EE62B0">
        <w:t>«</w:t>
      </w:r>
      <w:r w:rsidR="00D00445" w:rsidRPr="00EE62B0">
        <w:t xml:space="preserve">Получение измененных сведений из </w:t>
      </w:r>
      <w:r w:rsidR="003B3877">
        <w:rPr>
          <w:lang w:val="ru-RU"/>
        </w:rPr>
        <w:t>единого реестра</w:t>
      </w:r>
      <w:r w:rsidR="009B7FF7" w:rsidRPr="00EE62B0">
        <w:t>»</w:t>
      </w:r>
      <w:r w:rsidR="00D00445" w:rsidRPr="00EE62B0">
        <w:t xml:space="preserve"> (P.MM.07.PRC.006</w:t>
      </w:r>
      <w:r w:rsidR="00995942" w:rsidRPr="00EE62B0">
        <w:t>)</w:t>
      </w:r>
      <w:r w:rsidR="00551F62" w:rsidRPr="00EE62B0">
        <w:t xml:space="preserve">, </w:t>
      </w:r>
      <w:r w:rsidR="00D02238">
        <w:rPr>
          <w:lang w:val="ru-RU"/>
        </w:rPr>
        <w:t>приведен</w:t>
      </w:r>
      <w:r w:rsidR="00551F62" w:rsidRPr="00EE62B0">
        <w:t xml:space="preserve"> в</w:t>
      </w:r>
      <w:r w:rsidR="00436FCA" w:rsidRPr="00EE62B0">
        <w:t xml:space="preserve"> </w:t>
      </w:r>
      <w:r w:rsidR="000B69FD" w:rsidRPr="00EE62B0">
        <w:t>табл</w:t>
      </w:r>
      <w:r w:rsidR="00221902">
        <w:rPr>
          <w:lang w:val="ru-RU"/>
        </w:rPr>
        <w:t>ице</w:t>
      </w:r>
      <w:r w:rsidR="00221902" w:rsidRPr="00EE62B0">
        <w:t> </w:t>
      </w:r>
      <w:r w:rsidR="00702F17">
        <w:rPr>
          <w:noProof/>
        </w:rPr>
        <w:t>29</w:t>
      </w:r>
      <w:r w:rsidR="00551F62" w:rsidRPr="00EE62B0">
        <w:t>.</w:t>
      </w:r>
      <w:bookmarkEnd w:id="51"/>
    </w:p>
    <w:p w:rsidR="00221902" w:rsidRPr="00EE62B0" w:rsidRDefault="00221902" w:rsidP="005148D2">
      <w:pPr>
        <w:pStyle w:val="aff4"/>
      </w:pPr>
      <w:r w:rsidRPr="00EE62B0">
        <w:t>Табл</w:t>
      </w:r>
      <w:r>
        <w:rPr>
          <w:lang w:val="ru-RU"/>
        </w:rPr>
        <w:t>ица</w:t>
      </w:r>
      <w:r w:rsidRPr="001353E7">
        <w:rPr>
          <w:lang w:val="en-US"/>
        </w:rPr>
        <w:t> </w:t>
      </w:r>
      <w:r w:rsidR="00702F17">
        <w:rPr>
          <w:noProof/>
        </w:rPr>
        <w:t>29</w:t>
      </w:r>
    </w:p>
    <w:p w:rsidR="00241C50" w:rsidRDefault="00221902" w:rsidP="00857B8B">
      <w:pPr>
        <w:pStyle w:val="aff6"/>
        <w:keepLines/>
      </w:pPr>
      <w:bookmarkStart w:id="59" w:name="_Toc375908870"/>
      <w:r>
        <w:t>Перечень о</w:t>
      </w:r>
      <w:r w:rsidR="00241C50" w:rsidRPr="00EE62B0">
        <w:t>пераци</w:t>
      </w:r>
      <w:r>
        <w:t>й</w:t>
      </w:r>
      <w:r w:rsidR="00307C38">
        <w:t xml:space="preserve"> общего процесса</w:t>
      </w:r>
      <w:r>
        <w:t xml:space="preserve">, </w:t>
      </w:r>
      <w:r w:rsidR="000525CE">
        <w:t>выполня</w:t>
      </w:r>
      <w:r w:rsidR="00913D66">
        <w:t xml:space="preserve">емых </w:t>
      </w:r>
      <w:r w:rsidR="000525CE">
        <w:t xml:space="preserve">в рамках </w:t>
      </w:r>
      <w:r>
        <w:t>процедуры</w:t>
      </w:r>
      <w:r w:rsidR="00241C50" w:rsidRPr="009B2CBA">
        <w:t xml:space="preserve"> </w:t>
      </w:r>
      <w:bookmarkEnd w:id="59"/>
      <w:r w:rsidR="00287FA4" w:rsidRPr="009B2CBA">
        <w:t>«</w:t>
      </w:r>
      <w:r w:rsidR="00157567" w:rsidRPr="009B2CBA">
        <w:t xml:space="preserve">Получение измененных сведений из </w:t>
      </w:r>
      <w:r w:rsidR="003B3877">
        <w:t>единого реестра</w:t>
      </w:r>
      <w:r w:rsidR="00287FA4" w:rsidRPr="009B2CBA">
        <w:t>»</w:t>
      </w:r>
      <w:r w:rsidR="00157567" w:rsidRPr="009B2CBA">
        <w:t xml:space="preserve"> (P.MM.07.PRC.006)</w:t>
      </w:r>
    </w:p>
    <w:p w:rsidR="000525CE" w:rsidRPr="009B2CBA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04"/>
        <w:gridCol w:w="4014"/>
        <w:gridCol w:w="293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Кодовое обозначение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Наименование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 w:rsidRPr="00EE62B0">
              <w:t>Описание</w:t>
            </w:r>
          </w:p>
        </w:tc>
      </w:tr>
      <w:tr w:rsidR="00AC6C78" w:rsidRPr="008452E7" w:rsidTr="008452E7">
        <w:trPr>
          <w:trHeight w:val="301"/>
          <w:tblHeader/>
          <w:jc w:val="center"/>
        </w:trPr>
        <w:tc>
          <w:tcPr>
            <w:tcW w:w="240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1</w:t>
            </w:r>
          </w:p>
        </w:tc>
        <w:tc>
          <w:tcPr>
            <w:tcW w:w="401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293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AC6C78" w:rsidRPr="00EE62B0" w:rsidRDefault="00AC6C78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P.MM.07.OPR.019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запрос изменен</w:t>
            </w:r>
            <w:r w:rsidR="00DA496B" w:rsidRPr="008452E7">
              <w:rPr>
                <w:noProof/>
              </w:rPr>
              <w:t>н</w:t>
            </w:r>
            <w:r w:rsidRPr="008452E7">
              <w:rPr>
                <w:noProof/>
              </w:rPr>
              <w:t xml:space="preserve">ых сведений </w:t>
            </w:r>
            <w:r w:rsidR="00EA4094">
              <w:rPr>
                <w:noProof/>
              </w:rPr>
              <w:br/>
            </w:r>
            <w:r w:rsidRPr="008452E7">
              <w:rPr>
                <w:noProof/>
              </w:rPr>
              <w:t>из 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30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C868B5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  <w:lang w:val="en-US"/>
              </w:rPr>
              <w:t>P</w:t>
            </w:r>
            <w:r w:rsidRPr="00C868B5">
              <w:rPr>
                <w:noProof/>
              </w:rPr>
              <w:t>.</w:t>
            </w:r>
            <w:r w:rsidRPr="008452E7">
              <w:rPr>
                <w:noProof/>
                <w:lang w:val="en-US"/>
              </w:rPr>
              <w:t>MM</w:t>
            </w:r>
            <w:r w:rsidRPr="00C868B5">
              <w:rPr>
                <w:noProof/>
              </w:rPr>
              <w:t>.07.</w:t>
            </w:r>
            <w:r w:rsidRPr="008452E7">
              <w:rPr>
                <w:noProof/>
                <w:lang w:val="en-US"/>
              </w:rPr>
              <w:t>OPR</w:t>
            </w:r>
            <w:r w:rsidRPr="00C868B5">
              <w:rPr>
                <w:noProof/>
              </w:rPr>
              <w:t>.020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обработка и представление измененных сведений из 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31 настоящих Правил</w:t>
            </w:r>
          </w:p>
        </w:tc>
      </w:tr>
      <w:tr w:rsidR="00AC6C78" w:rsidRPr="008452E7" w:rsidTr="008452E7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P.MM.07.OPR.021</w:t>
            </w:r>
          </w:p>
        </w:tc>
        <w:tc>
          <w:tcPr>
            <w:tcW w:w="4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694CA0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прием и обработка измененных сведений из единого реестра</w:t>
            </w:r>
          </w:p>
        </w:tc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AC6C78" w:rsidRPr="008452E7" w:rsidRDefault="00AC6C78" w:rsidP="008452E7">
            <w:pPr>
              <w:pStyle w:val="ab"/>
              <w:keepLines/>
              <w:jc w:val="left"/>
              <w:rPr>
                <w:noProof/>
              </w:rPr>
            </w:pPr>
            <w:r w:rsidRPr="008452E7">
              <w:rPr>
                <w:noProof/>
              </w:rPr>
              <w:t>приведено в таблице 32 настоящих Правил</w:t>
            </w:r>
          </w:p>
        </w:tc>
      </w:tr>
    </w:tbl>
    <w:p w:rsidR="00221902" w:rsidRPr="009B2CBA" w:rsidRDefault="00221902" w:rsidP="005148D2">
      <w:pPr>
        <w:pStyle w:val="aff4"/>
      </w:pPr>
      <w:bookmarkStart w:id="60" w:name="_Ref363497369"/>
      <w:bookmarkStart w:id="61" w:name="_Toc375908871"/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30</w:t>
      </w:r>
      <w:bookmarkEnd w:id="60"/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bookmarkEnd w:id="61"/>
      <w:r w:rsidR="00287FA4" w:rsidRPr="00DA496B">
        <w:t>«</w:t>
      </w:r>
      <w:r w:rsidR="009E42E5" w:rsidRPr="00DA496B">
        <w:t>Запрос изменен</w:t>
      </w:r>
      <w:r w:rsidR="00DA496B">
        <w:t>н</w:t>
      </w:r>
      <w:r w:rsidR="009E42E5" w:rsidRPr="00DA496B">
        <w:t xml:space="preserve">ых сведений </w:t>
      </w:r>
      <w:r w:rsidR="00B87964">
        <w:br/>
      </w:r>
      <w:r w:rsidR="009E42E5" w:rsidRPr="00DA496B">
        <w:t>из 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.019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P.MM.07.OPR.019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запрос изменен</w:t>
            </w:r>
            <w:r w:rsidR="00DA496B">
              <w:rPr>
                <w:noProof/>
              </w:rPr>
              <w:t>н</w:t>
            </w:r>
            <w:r>
              <w:rPr>
                <w:noProof/>
              </w:rPr>
              <w:t>ых сведений из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8452E7">
            <w:pPr>
              <w:pStyle w:val="ab"/>
              <w:jc w:val="left"/>
            </w:pPr>
            <w:r w:rsidRPr="00DA496B">
              <w:rPr>
                <w:noProof/>
              </w:rPr>
              <w:t>выполняется при необходимости получения измененных сведений из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3B3877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запроса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3B3877" w:rsidRPr="00474DEB" w:rsidRDefault="003B3877" w:rsidP="003B3877">
            <w:pPr>
              <w:pStyle w:val="ab"/>
              <w:jc w:val="left"/>
              <w:rPr>
                <w:noProof/>
              </w:rPr>
            </w:pPr>
            <w:r w:rsidRPr="00474DEB">
              <w:rPr>
                <w:noProof/>
              </w:rPr>
              <w:t xml:space="preserve">исполнитель формирует и направляет в Комиссию запрос на представление измененных сведений </w:t>
            </w:r>
            <w:r>
              <w:rPr>
                <w:noProof/>
              </w:rPr>
              <w:br/>
            </w:r>
            <w:r w:rsidRPr="00474DEB">
              <w:rPr>
                <w:noProof/>
              </w:rPr>
              <w:t xml:space="preserve">из </w:t>
            </w:r>
            <w:r>
              <w:rPr>
                <w:noProof/>
              </w:rPr>
              <w:t>единого</w:t>
            </w:r>
            <w:r w:rsidRPr="00474DEB">
              <w:rPr>
                <w:noProof/>
              </w:rPr>
              <w:t xml:space="preserve"> реестра, начиная с даты и времени обновления, указанн</w:t>
            </w:r>
            <w:r>
              <w:rPr>
                <w:noProof/>
              </w:rPr>
              <w:t>ых</w:t>
            </w:r>
            <w:r w:rsidRPr="00474DEB">
              <w:rPr>
                <w:noProof/>
              </w:rPr>
              <w:t xml:space="preserve"> в запросе</w:t>
            </w:r>
            <w:r>
              <w:rPr>
                <w:noProof/>
              </w:rPr>
              <w:t>,</w:t>
            </w:r>
            <w:r w:rsidRPr="00474DEB">
              <w:rPr>
                <w:noProof/>
              </w:rPr>
              <w:t xml:space="preserve"> до момента выполнения запроса, в соответствии с Регламентом информационного взаимодействия.</w:t>
            </w:r>
          </w:p>
          <w:p w:rsidR="00B3061D" w:rsidRPr="00DA496B" w:rsidRDefault="00D15328" w:rsidP="00D15328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 xml:space="preserve"> Для  запроса полных сведений из единого реестра дата и время на указываются. 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3B3877" w:rsidP="00AE275D">
            <w:pPr>
              <w:pStyle w:val="ab"/>
              <w:jc w:val="left"/>
              <w:rPr>
                <w:noProof/>
              </w:rPr>
            </w:pPr>
            <w:r w:rsidRPr="00474DEB">
              <w:rPr>
                <w:noProof/>
              </w:rPr>
              <w:t xml:space="preserve">запрос на представление измененных </w:t>
            </w:r>
            <w:r w:rsidR="00AE275D" w:rsidRPr="00474DEB">
              <w:rPr>
                <w:noProof/>
              </w:rPr>
              <w:t>сведений</w:t>
            </w:r>
            <w:r w:rsidR="00AE275D">
              <w:rPr>
                <w:noProof/>
              </w:rPr>
              <w:t xml:space="preserve"> из</w:t>
            </w:r>
            <w:r w:rsidRPr="00474DEB">
              <w:rPr>
                <w:noProof/>
              </w:rPr>
              <w:t xml:space="preserve"> </w:t>
            </w:r>
            <w:r>
              <w:rPr>
                <w:noProof/>
              </w:rPr>
              <w:t>едино</w:t>
            </w:r>
            <w:r w:rsidR="00AE275D">
              <w:rPr>
                <w:noProof/>
              </w:rPr>
              <w:t>го</w:t>
            </w:r>
            <w:r w:rsidRPr="00474DEB">
              <w:rPr>
                <w:noProof/>
              </w:rPr>
              <w:t xml:space="preserve"> реестр</w:t>
            </w:r>
            <w:r w:rsidR="00AE275D">
              <w:rPr>
                <w:noProof/>
              </w:rPr>
              <w:t>а</w:t>
            </w:r>
            <w:r>
              <w:rPr>
                <w:noProof/>
              </w:rPr>
              <w:t xml:space="preserve"> направлен в Комиссию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31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>Обработка и представление измененных сведений из 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.020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P.MM.07.OPR.020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обработка и представление измененных сведений из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Комиссия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3B3877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в</w:t>
            </w:r>
            <w:r w:rsidRPr="00DA496B">
              <w:rPr>
                <w:noProof/>
              </w:rPr>
              <w:t>ыполняется</w:t>
            </w:r>
            <w:r>
              <w:rPr>
                <w:noProof/>
              </w:rPr>
              <w:t xml:space="preserve"> при поступлении </w:t>
            </w:r>
            <w:r w:rsidR="00AE275D" w:rsidRPr="00474DEB">
              <w:rPr>
                <w:noProof/>
              </w:rPr>
              <w:t>запрос</w:t>
            </w:r>
            <w:r w:rsidR="00AE275D">
              <w:rPr>
                <w:noProof/>
              </w:rPr>
              <w:t>а</w:t>
            </w:r>
            <w:r w:rsidR="00AE275D" w:rsidRPr="00474DEB">
              <w:rPr>
                <w:noProof/>
              </w:rPr>
              <w:t xml:space="preserve"> на представление измененных сведений</w:t>
            </w:r>
            <w:r w:rsidR="00AE275D">
              <w:rPr>
                <w:noProof/>
              </w:rPr>
              <w:t xml:space="preserve"> из</w:t>
            </w:r>
            <w:r w:rsidR="00AE275D" w:rsidRPr="00474DEB">
              <w:rPr>
                <w:noProof/>
              </w:rPr>
              <w:t xml:space="preserve"> </w:t>
            </w:r>
            <w:r w:rsidR="00AE275D">
              <w:rPr>
                <w:noProof/>
              </w:rPr>
              <w:t>единого</w:t>
            </w:r>
            <w:r w:rsidR="00AE275D" w:rsidRPr="00474DEB">
              <w:rPr>
                <w:noProof/>
              </w:rPr>
              <w:t xml:space="preserve"> реестр</w:t>
            </w:r>
            <w:r w:rsidR="00AE275D">
              <w:rPr>
                <w:noProof/>
              </w:rPr>
              <w:t>а</w:t>
            </w:r>
            <w:r>
              <w:rPr>
                <w:noProof/>
              </w:rPr>
              <w:t xml:space="preserve"> (операция «</w:t>
            </w:r>
            <w:r w:rsidRPr="00DA496B">
              <w:t>Запрос изменен</w:t>
            </w:r>
            <w:r>
              <w:t>н</w:t>
            </w:r>
            <w:r w:rsidRPr="00DA496B">
              <w:t>ых сведений из единого реестра» (</w:t>
            </w:r>
            <w:r w:rsidRPr="00E736A4">
              <w:rPr>
                <w:lang w:val="en-US"/>
              </w:rPr>
              <w:t>P</w:t>
            </w:r>
            <w:r w:rsidRPr="00DA496B">
              <w:t>.</w:t>
            </w:r>
            <w:r w:rsidRPr="00E736A4">
              <w:rPr>
                <w:lang w:val="en-US"/>
              </w:rPr>
              <w:t>MM</w:t>
            </w:r>
            <w:r w:rsidRPr="00DA496B">
              <w:t>.07.</w:t>
            </w:r>
            <w:r w:rsidRPr="00E736A4">
              <w:rPr>
                <w:lang w:val="en-US"/>
              </w:rPr>
              <w:t>OPR</w:t>
            </w:r>
            <w:r w:rsidRPr="00DA496B">
              <w:t>.019)</w:t>
            </w:r>
            <w:r>
              <w:rPr>
                <w:noProof/>
              </w:rP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формат </w:t>
            </w:r>
            <w:r w:rsidR="003B3877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запроса и представляемых сведений должны </w:t>
            </w:r>
            <w:r w:rsidR="0065007D">
              <w:rPr>
                <w:noProof/>
              </w:rPr>
              <w:t xml:space="preserve">соответствовать Описанию форматов и структур электронных документов </w:t>
            </w:r>
            <w:r w:rsidR="00EA4094">
              <w:rPr>
                <w:noProof/>
              </w:rPr>
              <w:br/>
            </w:r>
            <w:r w:rsidR="0065007D">
              <w:rPr>
                <w:noProof/>
              </w:rPr>
              <w:t>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3B3877" w:rsidRPr="00474DEB" w:rsidRDefault="003B3877" w:rsidP="003B3877">
            <w:pPr>
              <w:pStyle w:val="ab"/>
              <w:jc w:val="left"/>
              <w:rPr>
                <w:noProof/>
              </w:rPr>
            </w:pPr>
            <w:r w:rsidRPr="00474DEB">
              <w:rPr>
                <w:noProof/>
              </w:rPr>
              <w:t>исполнитель выполняет проверку полученного запроса в соответствии с Регламентом информационного взаимодействия.</w:t>
            </w:r>
          </w:p>
          <w:p w:rsidR="00D15328" w:rsidRDefault="00D15328" w:rsidP="003B3877">
            <w:pPr>
              <w:pStyle w:val="ab"/>
              <w:jc w:val="left"/>
              <w:rPr>
                <w:noProof/>
              </w:rPr>
            </w:pPr>
            <w:proofErr w:type="gramStart"/>
            <w:r>
              <w:rPr>
                <w:noProof/>
              </w:rPr>
              <w:t>В случае успешного</w:t>
            </w:r>
            <w:r w:rsidR="003B3877" w:rsidRPr="00474DEB">
              <w:rPr>
                <w:noProof/>
              </w:rPr>
              <w:t xml:space="preserve"> выполнени</w:t>
            </w:r>
            <w:r>
              <w:rPr>
                <w:noProof/>
              </w:rPr>
              <w:t>я</w:t>
            </w:r>
            <w:r w:rsidR="003B3877" w:rsidRPr="00474DEB">
              <w:rPr>
                <w:noProof/>
              </w:rPr>
              <w:t xml:space="preserve"> проверки исполнитель направляет </w:t>
            </w:r>
            <w:r>
              <w:rPr>
                <w:noProof/>
              </w:rPr>
              <w:t>сообщение об измененных сведенияхиз единого реестра начиная с даты и времени обновления, указанных в запросе или уведомление об отсутствии сведений (отсутствие изменений начиная с даты и времени обновления, указанных в запросе), удовлетворяющих параметрам запроса, с указанием кода результата обработки, соответствующего отсутствию сведений.</w:t>
            </w:r>
            <w:proofErr w:type="gramEnd"/>
          </w:p>
          <w:p w:rsidR="00B3061D" w:rsidRPr="00DA496B" w:rsidRDefault="00D15328" w:rsidP="00D15328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Сведения из единого реестра представляются по всем государствам-членам или по конкретному государству-члену в зависимости от условий запроса. Сведения из единого реестра представляются с учетом истории изменений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DC69D8" w:rsidP="003B387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>измененные сведения из единого реестра или уведомление об отсутствии сведений</w:t>
            </w:r>
            <w:r w:rsidR="003B3877">
              <w:rPr>
                <w:noProof/>
              </w:rPr>
              <w:t xml:space="preserve">, </w:t>
            </w:r>
            <w:r w:rsidR="003B3877" w:rsidRPr="00474DEB">
              <w:rPr>
                <w:noProof/>
              </w:rPr>
              <w:t>удовлетворяющих параметрам запроса</w:t>
            </w:r>
            <w:r w:rsidR="00AE275D">
              <w:rPr>
                <w:noProof/>
              </w:rPr>
              <w:t>,</w:t>
            </w:r>
            <w:r w:rsidR="003B3877">
              <w:rPr>
                <w:noProof/>
              </w:rPr>
              <w:t xml:space="preserve"> </w:t>
            </w:r>
            <w:r w:rsidR="003B3877" w:rsidRPr="00DA496B">
              <w:rPr>
                <w:noProof/>
              </w:rPr>
              <w:t>представлены уполномоченному органу государства-члена</w:t>
            </w:r>
          </w:p>
        </w:tc>
      </w:tr>
    </w:tbl>
    <w:p w:rsidR="00221902" w:rsidRPr="009B2CBA" w:rsidRDefault="00221902" w:rsidP="005148D2">
      <w:pPr>
        <w:pStyle w:val="aff4"/>
      </w:pPr>
      <w:r w:rsidRPr="00EE62B0">
        <w:t>Табл</w:t>
      </w:r>
      <w:r>
        <w:t>ица</w:t>
      </w:r>
      <w:r w:rsidRPr="001353E7">
        <w:t> </w:t>
      </w:r>
      <w:r w:rsidR="00702F17" w:rsidRPr="00702F17">
        <w:rPr>
          <w:noProof/>
        </w:rPr>
        <w:t>32</w:t>
      </w:r>
    </w:p>
    <w:p w:rsidR="00241C50" w:rsidRPr="00DA496B" w:rsidRDefault="00241C50" w:rsidP="00857B8B">
      <w:pPr>
        <w:pStyle w:val="aff6"/>
        <w:keepLines/>
      </w:pPr>
      <w:r w:rsidRPr="00EE62B0">
        <w:t>Описание</w:t>
      </w:r>
      <w:r w:rsidRPr="00DA496B">
        <w:t xml:space="preserve"> </w:t>
      </w:r>
      <w:r w:rsidRPr="00EE62B0">
        <w:t>операции</w:t>
      </w:r>
      <w:r w:rsidRPr="00DA496B">
        <w:t xml:space="preserve"> </w:t>
      </w:r>
      <w:r w:rsidR="00287FA4" w:rsidRPr="00DA496B">
        <w:t>«</w:t>
      </w:r>
      <w:r w:rsidR="009E42E5" w:rsidRPr="00DA496B">
        <w:t xml:space="preserve">Прием и обработка измененных сведений </w:t>
      </w:r>
      <w:r w:rsidR="003B3877">
        <w:br/>
      </w:r>
      <w:r w:rsidR="009E42E5" w:rsidRPr="00DA496B">
        <w:t>из единого реестра</w:t>
      </w:r>
      <w:r w:rsidR="00287FA4" w:rsidRPr="00DA496B">
        <w:t xml:space="preserve">» </w:t>
      </w:r>
      <w:r w:rsidRPr="00DA496B">
        <w:t>(</w:t>
      </w:r>
      <w:r w:rsidR="009E42E5" w:rsidRPr="00E736A4">
        <w:rPr>
          <w:lang w:val="en-US"/>
        </w:rPr>
        <w:t>P</w:t>
      </w:r>
      <w:r w:rsidR="009E42E5" w:rsidRPr="00DA496B">
        <w:t>.</w:t>
      </w:r>
      <w:r w:rsidR="009E42E5" w:rsidRPr="00E736A4">
        <w:rPr>
          <w:lang w:val="en-US"/>
        </w:rPr>
        <w:t>MM</w:t>
      </w:r>
      <w:r w:rsidR="009E42E5" w:rsidRPr="00DA496B">
        <w:t>.07.</w:t>
      </w:r>
      <w:r w:rsidR="009E42E5" w:rsidRPr="00E736A4">
        <w:rPr>
          <w:lang w:val="en-US"/>
        </w:rPr>
        <w:t>OPR</w:t>
      </w:r>
      <w:r w:rsidR="009E42E5" w:rsidRPr="00DA496B">
        <w:t>.021</w:t>
      </w:r>
      <w:r w:rsidRPr="00DA496B">
        <w:t>)</w:t>
      </w:r>
    </w:p>
    <w:p w:rsidR="000525CE" w:rsidRPr="00DA496B" w:rsidRDefault="000525CE" w:rsidP="000525CE">
      <w:pPr>
        <w:pStyle w:val="aff3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835"/>
        <w:gridCol w:w="5818"/>
      </w:tblGrid>
      <w:tr w:rsidR="00445FC9" w:rsidRPr="008452E7" w:rsidTr="008452E7">
        <w:trPr>
          <w:trHeight w:val="6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Pr="008452E7" w:rsidRDefault="00445FC9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 xml:space="preserve">№ </w:t>
            </w:r>
            <w:proofErr w:type="gramStart"/>
            <w:r w:rsidRPr="008452E7">
              <w:rPr>
                <w:color w:val="auto"/>
              </w:rPr>
              <w:t>п</w:t>
            </w:r>
            <w:proofErr w:type="gramEnd"/>
            <w:r w:rsidRPr="008452E7">
              <w:rPr>
                <w:color w:val="auto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Обозначение элемента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445FC9" w:rsidRDefault="00445FC9" w:rsidP="008452E7">
            <w:pPr>
              <w:pStyle w:val="ad"/>
              <w:spacing w:line="264" w:lineRule="auto"/>
            </w:pPr>
            <w:r>
              <w:t>Описание</w:t>
            </w:r>
          </w:p>
        </w:tc>
      </w:tr>
      <w:tr w:rsidR="00B36234" w:rsidRPr="008452E7" w:rsidTr="008452E7">
        <w:trPr>
          <w:trHeight w:val="301"/>
          <w:tblHeader/>
          <w:jc w:val="center"/>
        </w:trPr>
        <w:tc>
          <w:tcPr>
            <w:tcW w:w="703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Pr="008452E7" w:rsidRDefault="00B36234" w:rsidP="008452E7">
            <w:pPr>
              <w:pStyle w:val="ad"/>
              <w:spacing w:line="264" w:lineRule="auto"/>
              <w:rPr>
                <w:color w:val="auto"/>
              </w:rPr>
            </w:pPr>
            <w:r w:rsidRPr="008452E7">
              <w:rPr>
                <w:color w:val="auto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2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B36234" w:rsidRDefault="00B36234" w:rsidP="008452E7">
            <w:pPr>
              <w:pStyle w:val="ad"/>
              <w:spacing w:line="264" w:lineRule="auto"/>
            </w:pPr>
            <w:r>
              <w:t>3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Кодовое обозначение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EE62B0">
              <w:rPr>
                <w:noProof/>
              </w:rPr>
              <w:t>P.MM.07.OPR.021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Наименование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694CA0" w:rsidP="008452E7">
            <w:pPr>
              <w:pStyle w:val="ab"/>
              <w:jc w:val="left"/>
              <w:rPr>
                <w:noProof/>
              </w:rPr>
            </w:pPr>
            <w:r>
              <w:rPr>
                <w:noProof/>
              </w:rPr>
              <w:t>прием и обработка измененных сведений из единого реестра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Исполнитель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8452E7" w:rsidRDefault="003B0214" w:rsidP="008452E7">
            <w:pPr>
              <w:pStyle w:val="ab"/>
              <w:jc w:val="left"/>
              <w:rPr>
                <w:noProof/>
                <w:lang w:val="en-US"/>
              </w:rPr>
            </w:pPr>
            <w:r w:rsidRPr="008452E7">
              <w:rPr>
                <w:noProof/>
                <w:lang w:val="en-US"/>
              </w:rPr>
              <w:t>уполномоченный орган государства-члена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lastRenderedPageBreak/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Условия выполнения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895C85" w:rsidRPr="00DA496B" w:rsidRDefault="00895C85" w:rsidP="00AE275D">
            <w:pPr>
              <w:pStyle w:val="ab"/>
              <w:jc w:val="left"/>
            </w:pPr>
            <w:r w:rsidRPr="00DA496B">
              <w:rPr>
                <w:noProof/>
              </w:rPr>
              <w:t xml:space="preserve">выполняется при представлении </w:t>
            </w:r>
            <w:r w:rsidR="00AE275D" w:rsidRPr="00474DEB">
              <w:rPr>
                <w:noProof/>
              </w:rPr>
              <w:t>измененных сведений</w:t>
            </w:r>
            <w:r w:rsidR="00AE275D">
              <w:rPr>
                <w:noProof/>
              </w:rPr>
              <w:t xml:space="preserve"> из</w:t>
            </w:r>
            <w:r w:rsidR="00AE275D" w:rsidRPr="00474DEB">
              <w:rPr>
                <w:noProof/>
              </w:rPr>
              <w:t xml:space="preserve"> </w:t>
            </w:r>
            <w:r w:rsidR="00AE275D">
              <w:rPr>
                <w:noProof/>
              </w:rPr>
              <w:t>единого</w:t>
            </w:r>
            <w:r w:rsidR="00AE275D" w:rsidRPr="00474DEB">
              <w:rPr>
                <w:noProof/>
              </w:rPr>
              <w:t xml:space="preserve"> реестр</w:t>
            </w:r>
            <w:r w:rsidR="00AE275D">
              <w:rPr>
                <w:noProof/>
              </w:rPr>
              <w:t xml:space="preserve">а или </w:t>
            </w:r>
            <w:r w:rsidR="00AE275D" w:rsidRPr="00DA496B">
              <w:rPr>
                <w:noProof/>
              </w:rPr>
              <w:t>уведомлени</w:t>
            </w:r>
            <w:r w:rsidR="00AE275D">
              <w:rPr>
                <w:noProof/>
              </w:rPr>
              <w:t>я</w:t>
            </w:r>
            <w:r w:rsidR="00AE275D" w:rsidRPr="00DA496B">
              <w:rPr>
                <w:noProof/>
              </w:rPr>
              <w:t xml:space="preserve"> об отсутствии сведений</w:t>
            </w:r>
            <w:r w:rsidR="00AE275D">
              <w:rPr>
                <w:noProof/>
              </w:rPr>
              <w:t xml:space="preserve">, </w:t>
            </w:r>
            <w:r w:rsidR="00AE275D" w:rsidRPr="00474DEB">
              <w:rPr>
                <w:noProof/>
              </w:rPr>
              <w:t>удовлетворяющих параметрам запроса</w:t>
            </w:r>
            <w:r w:rsidR="00AE275D" w:rsidRPr="00DA496B" w:rsidDel="00AE275D">
              <w:rPr>
                <w:noProof/>
              </w:rPr>
              <w:t xml:space="preserve"> </w:t>
            </w:r>
            <w:r w:rsidR="00AE275D">
              <w:rPr>
                <w:noProof/>
              </w:rPr>
              <w:t xml:space="preserve">(операция </w:t>
            </w:r>
            <w:r w:rsidR="00AE275D" w:rsidRPr="00AE275D">
              <w:rPr>
                <w:noProof/>
              </w:rPr>
              <w:t>«Обработка и представление измененных сведений из единого реестра» (P.MM.07.OPR.020)</w:t>
            </w:r>
            <w:r w:rsidR="00AE275D">
              <w:rPr>
                <w:noProof/>
              </w:rPr>
              <w:t>)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Ограничения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</w:pPr>
            <w:r w:rsidRPr="00DA496B">
              <w:rPr>
                <w:noProof/>
              </w:rPr>
              <w:t xml:space="preserve">формат </w:t>
            </w:r>
            <w:r w:rsidR="00AE275D">
              <w:rPr>
                <w:noProof/>
              </w:rPr>
              <w:t xml:space="preserve">и структура </w:t>
            </w:r>
            <w:r w:rsidRPr="00DA496B">
              <w:rPr>
                <w:noProof/>
              </w:rPr>
              <w:t xml:space="preserve">представляемых сведений должны </w:t>
            </w:r>
            <w:r w:rsidR="0065007D">
              <w:rPr>
                <w:noProof/>
              </w:rPr>
              <w:t>соответствовать Описанию форматов и структур электронных документов и сведений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Описание операции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B3061D" w:rsidRPr="00DA496B" w:rsidRDefault="00B3061D" w:rsidP="008452E7">
            <w:pPr>
              <w:pStyle w:val="ab"/>
              <w:jc w:val="left"/>
              <w:rPr>
                <w:noProof/>
              </w:rPr>
            </w:pPr>
            <w:r w:rsidRPr="00DA496B">
              <w:rPr>
                <w:noProof/>
              </w:rPr>
              <w:t xml:space="preserve">исполнитель выполняет проверку полученных сведений в соответствии с </w:t>
            </w:r>
            <w:r w:rsidR="003F4D73">
              <w:rPr>
                <w:noProof/>
              </w:rPr>
              <w:t>Р</w:t>
            </w:r>
            <w:r w:rsidRPr="00DA496B">
              <w:rPr>
                <w:noProof/>
              </w:rPr>
              <w:t>егламентом информационного взаимодействия</w:t>
            </w:r>
          </w:p>
        </w:tc>
      </w:tr>
      <w:tr w:rsidR="00B3061D" w:rsidRPr="008452E7" w:rsidTr="008452E7">
        <w:trPr>
          <w:cantSplit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F3B17">
            <w:pPr>
              <w:pStyle w:val="ab"/>
              <w:rPr>
                <w:noProof/>
              </w:rPr>
            </w:pPr>
            <w:r w:rsidRPr="00EE62B0">
              <w:rPr>
                <w:noProof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:rsidR="00B3061D" w:rsidRPr="00EE62B0" w:rsidRDefault="00B3061D" w:rsidP="008452E7">
            <w:pPr>
              <w:pStyle w:val="ab"/>
              <w:jc w:val="left"/>
              <w:rPr>
                <w:noProof/>
              </w:rPr>
            </w:pPr>
            <w:r w:rsidRPr="008452E7">
              <w:rPr>
                <w:bCs w:val="0"/>
                <w:noProof/>
              </w:rPr>
              <w:t>Результаты</w:t>
            </w:r>
          </w:p>
        </w:tc>
        <w:tc>
          <w:tcPr>
            <w:tcW w:w="5818" w:type="dxa"/>
            <w:shd w:val="clear" w:color="auto" w:fill="auto"/>
            <w:tcMar>
              <w:top w:w="85" w:type="dxa"/>
              <w:bottom w:w="85" w:type="dxa"/>
            </w:tcMar>
          </w:tcPr>
          <w:p w:rsidR="00DC69D8" w:rsidRPr="00DA496B" w:rsidRDefault="00AE275D" w:rsidP="008452E7">
            <w:pPr>
              <w:pStyle w:val="ab"/>
              <w:jc w:val="left"/>
              <w:rPr>
                <w:noProof/>
              </w:rPr>
            </w:pPr>
            <w:r w:rsidRPr="00474DEB">
              <w:rPr>
                <w:noProof/>
              </w:rPr>
              <w:t>измененны</w:t>
            </w:r>
            <w:r>
              <w:rPr>
                <w:noProof/>
              </w:rPr>
              <w:t>е</w:t>
            </w:r>
            <w:r w:rsidRPr="00474DEB">
              <w:rPr>
                <w:noProof/>
              </w:rPr>
              <w:t xml:space="preserve"> сведени</w:t>
            </w:r>
            <w:r>
              <w:rPr>
                <w:noProof/>
              </w:rPr>
              <w:t>я из</w:t>
            </w:r>
            <w:r w:rsidRPr="00474DEB">
              <w:rPr>
                <w:noProof/>
              </w:rPr>
              <w:t xml:space="preserve"> </w:t>
            </w:r>
            <w:r>
              <w:rPr>
                <w:noProof/>
              </w:rPr>
              <w:t>единого</w:t>
            </w:r>
            <w:r w:rsidRPr="00474DEB">
              <w:rPr>
                <w:noProof/>
              </w:rPr>
              <w:t xml:space="preserve"> реестр</w:t>
            </w:r>
            <w:r>
              <w:rPr>
                <w:noProof/>
              </w:rPr>
              <w:t xml:space="preserve">а или </w:t>
            </w:r>
            <w:r w:rsidRPr="00DA496B">
              <w:rPr>
                <w:noProof/>
              </w:rPr>
              <w:t>уведомлени</w:t>
            </w:r>
            <w:r>
              <w:rPr>
                <w:noProof/>
              </w:rPr>
              <w:t>я</w:t>
            </w:r>
            <w:r w:rsidRPr="00DA496B">
              <w:rPr>
                <w:noProof/>
              </w:rPr>
              <w:t xml:space="preserve"> об отсутствии сведений</w:t>
            </w:r>
            <w:r>
              <w:rPr>
                <w:noProof/>
              </w:rPr>
              <w:t xml:space="preserve">, </w:t>
            </w:r>
            <w:r w:rsidRPr="00474DEB">
              <w:rPr>
                <w:noProof/>
              </w:rPr>
              <w:t>удовлетворяющих параметрам запроса</w:t>
            </w:r>
            <w:r w:rsidR="00B87964">
              <w:rPr>
                <w:noProof/>
              </w:rPr>
              <w:t>,</w:t>
            </w:r>
            <w:r>
              <w:rPr>
                <w:noProof/>
              </w:rPr>
              <w:t xml:space="preserve"> получены</w:t>
            </w:r>
          </w:p>
        </w:tc>
      </w:tr>
    </w:tbl>
    <w:p w:rsidR="00274706" w:rsidRPr="00152C8F" w:rsidRDefault="00152C8F" w:rsidP="00D03D43">
      <w:pPr>
        <w:pStyle w:val="1"/>
      </w:pPr>
      <w:r>
        <w:rPr>
          <w:lang w:val="en-US"/>
        </w:rPr>
        <w:t>I</w:t>
      </w:r>
      <w:r w:rsidR="000B52FD">
        <w:rPr>
          <w:lang w:val="en-US"/>
        </w:rPr>
        <w:t>X</w:t>
      </w:r>
      <w:r w:rsidR="00E6007B" w:rsidRPr="00152C8F">
        <w:t>.</w:t>
      </w:r>
      <w:r w:rsidR="00C23E21">
        <w:rPr>
          <w:lang w:val="en-US"/>
        </w:rPr>
        <w:t> </w:t>
      </w:r>
      <w:r w:rsidR="009725E7">
        <w:t>Порядок</w:t>
      </w:r>
      <w:r w:rsidR="009725E7" w:rsidRPr="00152C8F">
        <w:t xml:space="preserve"> </w:t>
      </w:r>
      <w:r w:rsidR="009725E7">
        <w:t>действий</w:t>
      </w:r>
      <w:r w:rsidR="009725E7" w:rsidRPr="00152C8F">
        <w:t xml:space="preserve"> </w:t>
      </w:r>
      <w:r w:rsidR="009725E7">
        <w:t>в</w:t>
      </w:r>
      <w:r w:rsidR="009725E7" w:rsidRPr="00152C8F">
        <w:t xml:space="preserve"> </w:t>
      </w:r>
      <w:r w:rsidR="009725E7">
        <w:t>нештатных</w:t>
      </w:r>
      <w:r w:rsidR="009725E7" w:rsidRPr="00152C8F">
        <w:t xml:space="preserve"> </w:t>
      </w:r>
      <w:r w:rsidR="009725E7">
        <w:t>ситуациях</w:t>
      </w:r>
    </w:p>
    <w:p w:rsidR="006A7C73" w:rsidRPr="00EE62B0" w:rsidRDefault="005442D9" w:rsidP="005442D9">
      <w:pPr>
        <w:pStyle w:val="aff"/>
      </w:pPr>
      <w:bookmarkStart w:id="62" w:name="_Toc369271103"/>
      <w:r>
        <w:rPr>
          <w:noProof/>
        </w:rPr>
        <w:t>69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D61C70" w:rsidRPr="00F764A8">
        <w:rPr>
          <w:lang w:val="ru-RU"/>
        </w:rPr>
        <w:t>При выполнении</w:t>
      </w:r>
      <w:r w:rsidR="00D61C70" w:rsidRPr="00F764A8">
        <w:t xml:space="preserve"> процедур общего процесса </w:t>
      </w:r>
      <w:r w:rsidR="00D61C70" w:rsidRPr="00F764A8">
        <w:rPr>
          <w:lang w:val="ru-RU"/>
        </w:rPr>
        <w:t>возможны исключительные</w:t>
      </w:r>
      <w:r w:rsidR="00D61C70" w:rsidRPr="00F764A8">
        <w:t xml:space="preserve"> ситуации, </w:t>
      </w:r>
      <w:r w:rsidR="00D61C70" w:rsidRPr="00F764A8">
        <w:rPr>
          <w:lang w:val="ru-RU"/>
        </w:rPr>
        <w:t>при которых</w:t>
      </w:r>
      <w:r w:rsidR="00D61C70" w:rsidRPr="00F764A8">
        <w:t xml:space="preserve"> обработка данных не может быть произведена в обычном режиме. </w:t>
      </w:r>
      <w:r w:rsidR="00D61C70" w:rsidRPr="00F764A8">
        <w:rPr>
          <w:lang w:val="ru-RU"/>
        </w:rPr>
        <w:t>Это может произойти при возникновении</w:t>
      </w:r>
      <w:r w:rsidR="00D61C70" w:rsidRPr="00F764A8">
        <w:t xml:space="preserve"> технических </w:t>
      </w:r>
      <w:r w:rsidR="00D61C70" w:rsidRPr="00F764A8">
        <w:rPr>
          <w:lang w:val="ru-RU"/>
        </w:rPr>
        <w:t>сбоев</w:t>
      </w:r>
      <w:r w:rsidR="00D61C70" w:rsidRPr="00F764A8">
        <w:t xml:space="preserve">, </w:t>
      </w:r>
      <w:r w:rsidR="00D61C70" w:rsidRPr="00F764A8">
        <w:rPr>
          <w:lang w:val="ru-RU"/>
        </w:rPr>
        <w:t xml:space="preserve">ошибок структурного и </w:t>
      </w:r>
      <w:r w:rsidR="00AE275D">
        <w:rPr>
          <w:lang w:val="ru-RU"/>
        </w:rPr>
        <w:br/>
        <w:t>форматно-</w:t>
      </w:r>
      <w:r w:rsidR="00D61C70" w:rsidRPr="00F764A8">
        <w:rPr>
          <w:lang w:val="ru-RU"/>
        </w:rPr>
        <w:t>логического контроля</w:t>
      </w:r>
      <w:r w:rsidR="00D61C70" w:rsidRPr="00F764A8">
        <w:t xml:space="preserve"> и </w:t>
      </w:r>
      <w:r w:rsidR="00D61C70" w:rsidRPr="00F764A8">
        <w:rPr>
          <w:lang w:val="ru-RU"/>
        </w:rPr>
        <w:t>в иных случаях</w:t>
      </w:r>
      <w:r w:rsidR="00274706" w:rsidRPr="00EE62B0">
        <w:t>.</w:t>
      </w:r>
    </w:p>
    <w:bookmarkEnd w:id="62"/>
    <w:p w:rsidR="00274706" w:rsidRPr="00EE62B0" w:rsidRDefault="005442D9" w:rsidP="005442D9">
      <w:pPr>
        <w:pStyle w:val="aff"/>
      </w:pPr>
      <w:r>
        <w:rPr>
          <w:noProof/>
        </w:rPr>
        <w:t>70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6A7C73" w:rsidRPr="00EE62B0">
        <w:t xml:space="preserve">В случае возникновения ошибок структурного и </w:t>
      </w:r>
      <w:r w:rsidR="00AE275D">
        <w:br/>
      </w:r>
      <w:r w:rsidR="00AE275D">
        <w:rPr>
          <w:lang w:val="ru-RU"/>
        </w:rPr>
        <w:t>форматно-</w:t>
      </w:r>
      <w:r w:rsidR="006A7C73" w:rsidRPr="00EE62B0">
        <w:t xml:space="preserve">логического контроля уполномоченный орган </w:t>
      </w:r>
      <w:r w:rsidR="00B87964">
        <w:br/>
      </w:r>
      <w:r w:rsidR="00D61C70">
        <w:rPr>
          <w:lang w:val="ru-RU"/>
        </w:rPr>
        <w:t xml:space="preserve">государства-члена </w:t>
      </w:r>
      <w:r w:rsidR="001C14DD">
        <w:rPr>
          <w:lang w:val="ru-RU"/>
        </w:rPr>
        <w:t>осуществляет</w:t>
      </w:r>
      <w:r w:rsidR="006A7C73" w:rsidRPr="00EE62B0">
        <w:t xml:space="preserve"> проверку сообщения, относительно которого получено уведомление об ошибке, на соответствие </w:t>
      </w:r>
      <w:r w:rsidR="00833F46">
        <w:rPr>
          <w:lang w:val="ru-RU"/>
        </w:rPr>
        <w:t>О</w:t>
      </w:r>
      <w:r w:rsidR="006A7C73" w:rsidRPr="00EE62B0">
        <w:t>писани</w:t>
      </w:r>
      <w:r w:rsidR="0003546D">
        <w:rPr>
          <w:lang w:val="ru-RU"/>
        </w:rPr>
        <w:t>ю</w:t>
      </w:r>
      <w:r w:rsidR="006A7C73" w:rsidRPr="00EE62B0">
        <w:t xml:space="preserve"> форматов </w:t>
      </w:r>
      <w:r w:rsidR="00412A24">
        <w:rPr>
          <w:lang w:val="ru-RU"/>
        </w:rPr>
        <w:t xml:space="preserve">и структур </w:t>
      </w:r>
      <w:r w:rsidR="006A7C73" w:rsidRPr="00EE62B0">
        <w:t>электронных документов</w:t>
      </w:r>
      <w:r w:rsidR="005D2D9F">
        <w:rPr>
          <w:lang w:val="ru-RU"/>
        </w:rPr>
        <w:t xml:space="preserve"> </w:t>
      </w:r>
      <w:r w:rsidR="003A344F">
        <w:rPr>
          <w:lang w:val="ru-RU"/>
        </w:rPr>
        <w:t xml:space="preserve">и </w:t>
      </w:r>
      <w:r w:rsidR="005D2D9F">
        <w:rPr>
          <w:lang w:val="ru-RU"/>
        </w:rPr>
        <w:t>сведений</w:t>
      </w:r>
      <w:r w:rsidR="00833F46">
        <w:rPr>
          <w:lang w:val="ru-RU"/>
        </w:rPr>
        <w:t xml:space="preserve"> </w:t>
      </w:r>
      <w:r w:rsidR="00AE275D">
        <w:rPr>
          <w:lang w:val="ru-RU"/>
        </w:rPr>
        <w:t>к</w:t>
      </w:r>
      <w:r w:rsidR="003B7E70">
        <w:rPr>
          <w:lang w:val="ru-RU"/>
        </w:rPr>
        <w:t xml:space="preserve"> требованиям</w:t>
      </w:r>
      <w:r w:rsidR="006A7C73" w:rsidRPr="00EE62B0">
        <w:t xml:space="preserve"> </w:t>
      </w:r>
      <w:r w:rsidR="00122078" w:rsidRPr="00EE62B0">
        <w:t xml:space="preserve">к </w:t>
      </w:r>
      <w:r w:rsidR="00192549">
        <w:rPr>
          <w:lang w:val="ru-RU"/>
        </w:rPr>
        <w:t>заполнению</w:t>
      </w:r>
      <w:r w:rsidR="00122078" w:rsidRPr="00EE62B0">
        <w:t xml:space="preserve"> </w:t>
      </w:r>
      <w:r w:rsidR="00122078">
        <w:rPr>
          <w:lang w:val="ru-RU"/>
        </w:rPr>
        <w:t>электронных документов и сведений</w:t>
      </w:r>
      <w:r w:rsidR="006A7C73" w:rsidRPr="00EE62B0">
        <w:t xml:space="preserve"> в</w:t>
      </w:r>
      <w:r w:rsidR="00E402F0">
        <w:rPr>
          <w:lang w:val="ru-RU"/>
        </w:rPr>
        <w:t xml:space="preserve"> соответствии с</w:t>
      </w:r>
      <w:r w:rsidR="006A7C73" w:rsidRPr="00EE62B0">
        <w:t xml:space="preserve"> </w:t>
      </w:r>
      <w:r w:rsidR="00B87964">
        <w:rPr>
          <w:lang w:val="ru-RU"/>
        </w:rPr>
        <w:t>Регламентом</w:t>
      </w:r>
      <w:r w:rsidR="00AE275D" w:rsidRPr="00EE62B0">
        <w:t xml:space="preserve"> </w:t>
      </w:r>
      <w:r w:rsidR="006A7C73" w:rsidRPr="00EE62B0">
        <w:t xml:space="preserve">информационного взаимодействия. </w:t>
      </w:r>
      <w:r w:rsidR="009441AB" w:rsidRPr="00F764A8">
        <w:t xml:space="preserve">В случае </w:t>
      </w:r>
      <w:r w:rsidR="009441AB" w:rsidRPr="00F764A8">
        <w:rPr>
          <w:lang w:val="ru-RU"/>
        </w:rPr>
        <w:t>выявления</w:t>
      </w:r>
      <w:r w:rsidR="009441AB" w:rsidRPr="00F764A8">
        <w:t xml:space="preserve"> </w:t>
      </w:r>
      <w:r w:rsidR="009441AB" w:rsidRPr="00F764A8">
        <w:rPr>
          <w:lang w:val="ru-RU"/>
        </w:rPr>
        <w:t xml:space="preserve">несоответствия сведений требованиям указанных </w:t>
      </w:r>
      <w:r w:rsidR="009441AB" w:rsidRPr="00F764A8">
        <w:rPr>
          <w:lang w:val="ru-RU"/>
        </w:rPr>
        <w:lastRenderedPageBreak/>
        <w:t>документов</w:t>
      </w:r>
      <w:r w:rsidR="009441AB" w:rsidRPr="00F764A8">
        <w:t xml:space="preserve"> уполномоченный орган</w:t>
      </w:r>
      <w:r w:rsidR="009441AB" w:rsidRPr="00F764A8">
        <w:rPr>
          <w:lang w:val="ru-RU"/>
        </w:rPr>
        <w:t xml:space="preserve"> государства-члена принимает</w:t>
      </w:r>
      <w:r w:rsidR="009441AB" w:rsidRPr="00F764A8">
        <w:t xml:space="preserve"> необходимые меры для </w:t>
      </w:r>
      <w:r w:rsidR="009441AB" w:rsidRPr="00F764A8">
        <w:rPr>
          <w:lang w:val="ru-RU"/>
        </w:rPr>
        <w:t>устранения выявленной ошибки в установленн</w:t>
      </w:r>
      <w:r w:rsidR="00AE275D">
        <w:rPr>
          <w:lang w:val="ru-RU"/>
        </w:rPr>
        <w:t>о</w:t>
      </w:r>
      <w:r w:rsidR="009441AB" w:rsidRPr="00F764A8">
        <w:rPr>
          <w:lang w:val="ru-RU"/>
        </w:rPr>
        <w:t xml:space="preserve">м </w:t>
      </w:r>
      <w:r w:rsidR="00AE275D" w:rsidRPr="00F764A8">
        <w:rPr>
          <w:lang w:val="ru-RU"/>
        </w:rPr>
        <w:t>порядк</w:t>
      </w:r>
      <w:r w:rsidR="00AE275D">
        <w:rPr>
          <w:lang w:val="ru-RU"/>
        </w:rPr>
        <w:t>е</w:t>
      </w:r>
      <w:r w:rsidR="006A7C73" w:rsidRPr="00EE62B0">
        <w:t>.</w:t>
      </w:r>
    </w:p>
    <w:p w:rsidR="00D42249" w:rsidRPr="00C868B5" w:rsidRDefault="005442D9" w:rsidP="00AE275D">
      <w:pPr>
        <w:pStyle w:val="aff"/>
      </w:pPr>
      <w:bookmarkStart w:id="63" w:name="_Toc369271104"/>
      <w:r>
        <w:rPr>
          <w:noProof/>
        </w:rPr>
        <w:t>71</w:t>
      </w:r>
      <w:r>
        <w:rPr>
          <w:lang w:val="ru-RU"/>
        </w:rPr>
        <w:t>.</w:t>
      </w:r>
      <w:r w:rsidR="00C23E21">
        <w:rPr>
          <w:lang w:val="ru-RU"/>
        </w:rPr>
        <w:t> </w:t>
      </w:r>
      <w:r w:rsidR="009441AB" w:rsidRPr="00F764A8">
        <w:rPr>
          <w:lang w:val="ru-RU"/>
        </w:rPr>
        <w:t>В целях</w:t>
      </w:r>
      <w:r w:rsidR="009441AB" w:rsidRPr="00F764A8">
        <w:t xml:space="preserve"> раз</w:t>
      </w:r>
      <w:bookmarkStart w:id="64" w:name="_GoBack"/>
      <w:r w:rsidR="009441AB" w:rsidRPr="00F764A8">
        <w:t>решен</w:t>
      </w:r>
      <w:bookmarkEnd w:id="64"/>
      <w:r w:rsidR="009441AB" w:rsidRPr="00F764A8">
        <w:t xml:space="preserve">ия </w:t>
      </w:r>
      <w:r w:rsidR="009441AB" w:rsidRPr="00F764A8">
        <w:rPr>
          <w:lang w:val="ru-RU"/>
        </w:rPr>
        <w:t>нештатных</w:t>
      </w:r>
      <w:r w:rsidR="009441AB" w:rsidRPr="00F764A8">
        <w:t xml:space="preserve"> ситуаций государства-члены</w:t>
      </w:r>
      <w:r w:rsidR="009441AB" w:rsidRPr="00F764A8">
        <w:rPr>
          <w:lang w:val="ru-RU"/>
        </w:rPr>
        <w:t xml:space="preserve"> </w:t>
      </w:r>
      <w:r w:rsidR="009441AB" w:rsidRPr="00F764A8">
        <w:t xml:space="preserve">информируют </w:t>
      </w:r>
      <w:r w:rsidR="00AE275D">
        <w:rPr>
          <w:lang w:val="ru-RU"/>
        </w:rPr>
        <w:t>друг друга</w:t>
      </w:r>
      <w:r w:rsidR="003F4D73">
        <w:rPr>
          <w:lang w:val="ru-RU"/>
        </w:rPr>
        <w:t xml:space="preserve"> и</w:t>
      </w:r>
      <w:r w:rsidR="009441AB" w:rsidRPr="00F764A8">
        <w:t xml:space="preserve"> </w:t>
      </w:r>
      <w:r w:rsidR="009441AB" w:rsidRPr="00F764A8">
        <w:rPr>
          <w:lang w:val="ru-RU"/>
        </w:rPr>
        <w:t>Комиссию</w:t>
      </w:r>
      <w:r w:rsidR="009441AB" w:rsidRPr="00F764A8">
        <w:t xml:space="preserve"> </w:t>
      </w:r>
      <w:r w:rsidR="00AE275D" w:rsidRPr="00474DEB">
        <w:t>об уполномоченных органах</w:t>
      </w:r>
      <w:r w:rsidR="00AE275D" w:rsidRPr="00474DEB">
        <w:rPr>
          <w:lang w:val="ru-RU"/>
        </w:rPr>
        <w:t xml:space="preserve"> государств-членов</w:t>
      </w:r>
      <w:r w:rsidR="00AE275D" w:rsidRPr="00474DEB">
        <w:t xml:space="preserve">, </w:t>
      </w:r>
      <w:r w:rsidR="00AE275D" w:rsidRPr="00474DEB">
        <w:rPr>
          <w:lang w:val="ru-RU"/>
        </w:rPr>
        <w:t xml:space="preserve">к компетенции </w:t>
      </w:r>
      <w:r w:rsidR="00AE275D" w:rsidRPr="00474DEB">
        <w:t>которы</w:t>
      </w:r>
      <w:r w:rsidR="00AE275D" w:rsidRPr="00474DEB">
        <w:rPr>
          <w:lang w:val="ru-RU"/>
        </w:rPr>
        <w:t>х</w:t>
      </w:r>
      <w:r w:rsidR="00AE275D" w:rsidRPr="00474DEB">
        <w:t xml:space="preserve"> относится выполнение </w:t>
      </w:r>
      <w:r w:rsidR="00AE275D" w:rsidRPr="00474DEB">
        <w:rPr>
          <w:lang w:val="ru-RU"/>
        </w:rPr>
        <w:t>требований</w:t>
      </w:r>
      <w:r w:rsidR="00AE275D" w:rsidRPr="00474DEB">
        <w:t>, предусмотренных настоящим</w:t>
      </w:r>
      <w:r w:rsidR="00AE275D" w:rsidRPr="00474DEB">
        <w:rPr>
          <w:lang w:val="ru-RU"/>
        </w:rPr>
        <w:t>и</w:t>
      </w:r>
      <w:r w:rsidR="00AE275D" w:rsidRPr="00474DEB">
        <w:t xml:space="preserve"> </w:t>
      </w:r>
      <w:r w:rsidR="00AE275D" w:rsidRPr="00474DEB">
        <w:rPr>
          <w:lang w:val="ru-RU"/>
        </w:rPr>
        <w:t>Правилами</w:t>
      </w:r>
      <w:r w:rsidR="00AE275D" w:rsidRPr="00474DEB">
        <w:t xml:space="preserve">, а также представляют </w:t>
      </w:r>
      <w:r w:rsidR="00AE275D" w:rsidRPr="00474DEB">
        <w:rPr>
          <w:lang w:val="ru-RU"/>
        </w:rPr>
        <w:t xml:space="preserve">сведения о лицах, </w:t>
      </w:r>
      <w:r w:rsidR="00AE275D" w:rsidRPr="00474DEB">
        <w:t xml:space="preserve">ответственных за </w:t>
      </w:r>
      <w:r w:rsidR="00AE275D" w:rsidRPr="00474DEB">
        <w:rPr>
          <w:lang w:val="ru-RU"/>
        </w:rPr>
        <w:t>обеспечение технической поддержки при реализации общего процесса</w:t>
      </w:r>
      <w:r w:rsidR="00AE275D" w:rsidRPr="00474DEB">
        <w:t>.</w:t>
      </w:r>
      <w:bookmarkEnd w:id="63"/>
    </w:p>
    <w:tbl>
      <w:tblPr>
        <w:tblW w:w="2268" w:type="dxa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833F46" w:rsidRPr="008452E7" w:rsidTr="008452E7">
        <w:trPr>
          <w:jc w:val="center"/>
        </w:trPr>
        <w:tc>
          <w:tcPr>
            <w:tcW w:w="1019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33F46" w:rsidRPr="008452E7" w:rsidRDefault="00833F46" w:rsidP="008452E7">
            <w:pPr>
              <w:pStyle w:val="aff"/>
              <w:ind w:firstLine="0"/>
              <w:outlineLvl w:val="9"/>
              <w:rPr>
                <w:sz w:val="24"/>
                <w:lang w:val="ru-RU"/>
              </w:rPr>
            </w:pPr>
          </w:p>
          <w:p w:rsidR="009441AB" w:rsidRPr="008452E7" w:rsidRDefault="009441AB" w:rsidP="008452E7">
            <w:pPr>
              <w:pStyle w:val="aff"/>
              <w:ind w:firstLine="0"/>
              <w:outlineLvl w:val="9"/>
              <w:rPr>
                <w:sz w:val="24"/>
                <w:lang w:val="ru-RU"/>
              </w:rPr>
            </w:pPr>
          </w:p>
        </w:tc>
      </w:tr>
    </w:tbl>
    <w:p w:rsidR="00833F46" w:rsidRPr="00391502" w:rsidRDefault="00833F46" w:rsidP="00EB6B88">
      <w:pPr>
        <w:pStyle w:val="aff"/>
        <w:ind w:firstLine="0"/>
        <w:outlineLvl w:val="9"/>
        <w:rPr>
          <w:lang w:val="ru-RU"/>
        </w:rPr>
      </w:pPr>
    </w:p>
    <w:sectPr w:rsidR="00833F46" w:rsidRPr="00391502" w:rsidSect="000F65FD">
      <w:headerReference w:type="default" r:id="rId18"/>
      <w:headerReference w:type="first" r:id="rId19"/>
      <w:pgSz w:w="11906" w:h="16838"/>
      <w:pgMar w:top="1134" w:right="851" w:bottom="1134" w:left="1701" w:header="709" w:footer="232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DEA" w:rsidRDefault="00A13DEA" w:rsidP="00A47881">
      <w:pPr>
        <w:spacing w:after="0" w:line="240" w:lineRule="auto"/>
      </w:pPr>
      <w:r>
        <w:separator/>
      </w:r>
    </w:p>
  </w:endnote>
  <w:endnote w:type="continuationSeparator" w:id="0">
    <w:p w:rsidR="00A13DEA" w:rsidRDefault="00A13DEA" w:rsidP="00A4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DEA" w:rsidRDefault="00A13DEA" w:rsidP="00A47881">
      <w:pPr>
        <w:spacing w:after="0" w:line="240" w:lineRule="auto"/>
      </w:pPr>
      <w:r>
        <w:separator/>
      </w:r>
    </w:p>
  </w:footnote>
  <w:footnote w:type="continuationSeparator" w:id="0">
    <w:p w:rsidR="00A13DEA" w:rsidRDefault="00A13DEA" w:rsidP="00A4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DEA" w:rsidRPr="003A5799" w:rsidRDefault="00A13DEA" w:rsidP="001C3E57">
    <w:pPr>
      <w:pStyle w:val="a6"/>
      <w:spacing w:after="0"/>
      <w:rPr>
        <w:rStyle w:val="a7"/>
      </w:rPr>
    </w:pPr>
    <w:r w:rsidRPr="003A5799">
      <w:rPr>
        <w:rStyle w:val="a7"/>
      </w:rPr>
      <w:fldChar w:fldCharType="begin"/>
    </w:r>
    <w:r w:rsidRPr="003A5799">
      <w:rPr>
        <w:rStyle w:val="a7"/>
      </w:rPr>
      <w:instrText>PAGE  \* Arabic  \* MERGEFORMAT</w:instrText>
    </w:r>
    <w:r w:rsidRPr="003A5799">
      <w:rPr>
        <w:rStyle w:val="a7"/>
      </w:rPr>
      <w:fldChar w:fldCharType="separate"/>
    </w:r>
    <w:r w:rsidR="00643369">
      <w:rPr>
        <w:rStyle w:val="a7"/>
        <w:noProof/>
      </w:rPr>
      <w:t>50</w:t>
    </w:r>
    <w:r w:rsidRPr="003A5799"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DEA" w:rsidRDefault="00A13DEA" w:rsidP="00A07F36">
    <w:pPr>
      <w:pStyle w:val="a6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5337"/>
    <w:multiLevelType w:val="multilevel"/>
    <w:tmpl w:val="9B94137A"/>
    <w:lvl w:ilvl="0">
      <w:start w:val="1"/>
      <w:numFmt w:val="decimal"/>
      <w:suff w:val="nothing"/>
      <w:lvlText w:val="Приложение №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3" w:hanging="14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2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9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3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8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523" w:hanging="180"/>
      </w:pPr>
      <w:rPr>
        <w:rFonts w:hint="default"/>
      </w:rPr>
    </w:lvl>
  </w:abstractNum>
  <w:abstractNum w:abstractNumId="1">
    <w:nsid w:val="109A1DFA"/>
    <w:multiLevelType w:val="hybridMultilevel"/>
    <w:tmpl w:val="7E3655FA"/>
    <w:lvl w:ilvl="0" w:tplc="2C701F1E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>
    <w:nsid w:val="116F1577"/>
    <w:multiLevelType w:val="hybridMultilevel"/>
    <w:tmpl w:val="CB1EEE7C"/>
    <w:lvl w:ilvl="0" w:tplc="BFDA9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921B8"/>
    <w:multiLevelType w:val="multilevel"/>
    <w:tmpl w:val="AC34F53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1BFF2F9A"/>
    <w:multiLevelType w:val="hybridMultilevel"/>
    <w:tmpl w:val="AF1441DA"/>
    <w:lvl w:ilvl="0" w:tplc="04FA2D9E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E770AB"/>
    <w:multiLevelType w:val="hybridMultilevel"/>
    <w:tmpl w:val="45A6612C"/>
    <w:lvl w:ilvl="0" w:tplc="092E85E6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20516E81"/>
    <w:multiLevelType w:val="hybridMultilevel"/>
    <w:tmpl w:val="CE8EA8C2"/>
    <w:lvl w:ilvl="0" w:tplc="601A538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9B546F"/>
    <w:multiLevelType w:val="multilevel"/>
    <w:tmpl w:val="7C008D24"/>
    <w:styleLink w:val="a"/>
    <w:lvl w:ilvl="0">
      <w:start w:val="1"/>
      <w:numFmt w:val="decimal"/>
      <w:lvlText w:val="%1"/>
      <w:lvlJc w:val="left"/>
      <w:pPr>
        <w:tabs>
          <w:tab w:val="num" w:pos="0"/>
        </w:tabs>
        <w:ind w:left="72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520" w:hanging="18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"/>
        </w:tabs>
        <w:ind w:left="85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37" w:hanging="17"/>
      </w:pPr>
      <w:rPr>
        <w:rFonts w:hint="default"/>
      </w:rPr>
    </w:lvl>
    <w:lvl w:ilvl="4">
      <w:start w:val="1"/>
      <w:numFmt w:val="decimal"/>
      <w:lvlRestart w:val="2"/>
      <w:lvlText w:val="%1.%5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5">
      <w:start w:val="1"/>
      <w:numFmt w:val="decimal"/>
      <w:lvlRestart w:val="3"/>
      <w:lvlText w:val="%1.%2.%6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6">
      <w:start w:val="1"/>
      <w:numFmt w:val="decimal"/>
      <w:lvlRestart w:val="4"/>
      <w:lvlText w:val="%1.%2.%3.%7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7">
      <w:start w:val="1"/>
      <w:numFmt w:val="decimal"/>
      <w:lvlRestart w:val="4"/>
      <w:lvlText w:val="%1.%2.%3.%4.%8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31"/>
        </w:tabs>
        <w:ind w:left="3231" w:hanging="1584"/>
      </w:pPr>
      <w:rPr>
        <w:rFonts w:hint="default"/>
      </w:rPr>
    </w:lvl>
  </w:abstractNum>
  <w:abstractNum w:abstractNumId="8">
    <w:nsid w:val="2E7D33F3"/>
    <w:multiLevelType w:val="hybridMultilevel"/>
    <w:tmpl w:val="C0E6C9A6"/>
    <w:lvl w:ilvl="0" w:tplc="66C2828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37672F59"/>
    <w:multiLevelType w:val="hybridMultilevel"/>
    <w:tmpl w:val="A2947F5A"/>
    <w:lvl w:ilvl="0" w:tplc="FEFCAA8C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993981"/>
    <w:multiLevelType w:val="multilevel"/>
    <w:tmpl w:val="067C0FE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701" w:hanging="170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2061" w:hanging="206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1">
    <w:nsid w:val="67853990"/>
    <w:multiLevelType w:val="multilevel"/>
    <w:tmpl w:val="B678CFA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2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0" w:hanging="180"/>
      </w:pPr>
      <w:rPr>
        <w:rFonts w:hint="default"/>
      </w:rPr>
    </w:lvl>
  </w:abstractNum>
  <w:abstractNum w:abstractNumId="12">
    <w:nsid w:val="70A958F5"/>
    <w:multiLevelType w:val="multilevel"/>
    <w:tmpl w:val="7C008D24"/>
    <w:numStyleLink w:val="a"/>
  </w:abstractNum>
  <w:abstractNum w:abstractNumId="13">
    <w:nsid w:val="76544B9B"/>
    <w:multiLevelType w:val="multilevel"/>
    <w:tmpl w:val="7C008D24"/>
    <w:numStyleLink w:val="a"/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13"/>
    <w:lvlOverride w:ilvl="0">
      <w:lvl w:ilvl="0">
        <w:start w:val="1"/>
        <w:numFmt w:val="upperRoman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2"/>
  </w:num>
  <w:num w:numId="8">
    <w:abstractNumId w:val="10"/>
  </w:num>
  <w:num w:numId="9">
    <w:abstractNumId w:val="12"/>
  </w:num>
  <w:num w:numId="10">
    <w:abstractNumId w:val="9"/>
  </w:num>
  <w:num w:numId="11">
    <w:abstractNumId w:val="1"/>
  </w:num>
  <w:num w:numId="12">
    <w:abstractNumId w:val="11"/>
  </w:num>
  <w:num w:numId="13">
    <w:abstractNumId w:val="5"/>
  </w:num>
  <w:num w:numId="14">
    <w:abstractNumId w:val="6"/>
  </w:num>
  <w:num w:numId="15">
    <w:abstractNumId w:val="9"/>
    <w:lvlOverride w:ilvl="0">
      <w:startOverride w:val="1"/>
    </w:lvlOverride>
  </w:num>
  <w:num w:numId="16">
    <w:abstractNumId w:val="11"/>
  </w:num>
  <w:num w:numId="17">
    <w:abstractNumId w:val="13"/>
    <w:lvlOverride w:ilvl="0">
      <w:lvl w:ilvl="0">
        <w:start w:val="1"/>
        <w:numFmt w:val="upperRoman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3"/>
    <w:lvlOverride w:ilvl="0">
      <w:lvl w:ilvl="0">
        <w:start w:val="1"/>
        <w:numFmt w:val="upperRoman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13"/>
    <w:lvlOverride w:ilvl="0">
      <w:lvl w:ilvl="0">
        <w:start w:val="1"/>
        <w:numFmt w:val="upperRoman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13"/>
    <w:lvlOverride w:ilvl="0">
      <w:lvl w:ilvl="0">
        <w:start w:val="1"/>
        <w:numFmt w:val="upperRoman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13"/>
    <w:lvlOverride w:ilvl="0">
      <w:lvl w:ilvl="0">
        <w:start w:val="1"/>
        <w:numFmt w:val="upperRoman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13"/>
    <w:lvlOverride w:ilvl="0">
      <w:lvl w:ilvl="0">
        <w:start w:val="1"/>
        <w:numFmt w:val="upperRoman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13"/>
    <w:lvlOverride w:ilvl="0">
      <w:lvl w:ilvl="0">
        <w:start w:val="1"/>
        <w:numFmt w:val="upperRoman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3"/>
    <w:lvlOverride w:ilvl="0">
      <w:lvl w:ilvl="0">
        <w:start w:val="1"/>
        <w:numFmt w:val="upperRoman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6FF"/>
    <w:rsid w:val="00000081"/>
    <w:rsid w:val="00000274"/>
    <w:rsid w:val="000007F4"/>
    <w:rsid w:val="000008D4"/>
    <w:rsid w:val="00000D60"/>
    <w:rsid w:val="00000F81"/>
    <w:rsid w:val="000020AC"/>
    <w:rsid w:val="00002494"/>
    <w:rsid w:val="000027C2"/>
    <w:rsid w:val="000029BD"/>
    <w:rsid w:val="00003892"/>
    <w:rsid w:val="00003AAD"/>
    <w:rsid w:val="00003C44"/>
    <w:rsid w:val="0000437E"/>
    <w:rsid w:val="000052DB"/>
    <w:rsid w:val="00005817"/>
    <w:rsid w:val="0000628E"/>
    <w:rsid w:val="00006B0E"/>
    <w:rsid w:val="00007134"/>
    <w:rsid w:val="000071CA"/>
    <w:rsid w:val="0000739A"/>
    <w:rsid w:val="00007470"/>
    <w:rsid w:val="00007F16"/>
    <w:rsid w:val="00010252"/>
    <w:rsid w:val="000102DD"/>
    <w:rsid w:val="00010ADB"/>
    <w:rsid w:val="000110BE"/>
    <w:rsid w:val="0001143F"/>
    <w:rsid w:val="00012182"/>
    <w:rsid w:val="00012343"/>
    <w:rsid w:val="000127EB"/>
    <w:rsid w:val="00013D54"/>
    <w:rsid w:val="00013FC7"/>
    <w:rsid w:val="000141F3"/>
    <w:rsid w:val="00014909"/>
    <w:rsid w:val="00014F5A"/>
    <w:rsid w:val="00016628"/>
    <w:rsid w:val="00016712"/>
    <w:rsid w:val="00016768"/>
    <w:rsid w:val="00016964"/>
    <w:rsid w:val="00017006"/>
    <w:rsid w:val="000170CB"/>
    <w:rsid w:val="000179CB"/>
    <w:rsid w:val="00017A00"/>
    <w:rsid w:val="00017CDE"/>
    <w:rsid w:val="000200DB"/>
    <w:rsid w:val="000204B5"/>
    <w:rsid w:val="000207FD"/>
    <w:rsid w:val="000209E1"/>
    <w:rsid w:val="00020D0C"/>
    <w:rsid w:val="0002124A"/>
    <w:rsid w:val="000215FC"/>
    <w:rsid w:val="000218C8"/>
    <w:rsid w:val="000219EB"/>
    <w:rsid w:val="00021A34"/>
    <w:rsid w:val="00021BCE"/>
    <w:rsid w:val="00021E82"/>
    <w:rsid w:val="00021F6C"/>
    <w:rsid w:val="00022E42"/>
    <w:rsid w:val="00023357"/>
    <w:rsid w:val="00023818"/>
    <w:rsid w:val="00024560"/>
    <w:rsid w:val="00024613"/>
    <w:rsid w:val="00024944"/>
    <w:rsid w:val="000249E9"/>
    <w:rsid w:val="00024A2F"/>
    <w:rsid w:val="00024B24"/>
    <w:rsid w:val="000259DD"/>
    <w:rsid w:val="00025B84"/>
    <w:rsid w:val="000268DA"/>
    <w:rsid w:val="00026C61"/>
    <w:rsid w:val="000277DC"/>
    <w:rsid w:val="000277E8"/>
    <w:rsid w:val="00027C6F"/>
    <w:rsid w:val="0003071F"/>
    <w:rsid w:val="0003082C"/>
    <w:rsid w:val="00030DE4"/>
    <w:rsid w:val="00031FF0"/>
    <w:rsid w:val="00032440"/>
    <w:rsid w:val="00032AF5"/>
    <w:rsid w:val="00032BDC"/>
    <w:rsid w:val="00032CA6"/>
    <w:rsid w:val="00033B15"/>
    <w:rsid w:val="00033C19"/>
    <w:rsid w:val="00033D27"/>
    <w:rsid w:val="0003446A"/>
    <w:rsid w:val="00034951"/>
    <w:rsid w:val="00034CAE"/>
    <w:rsid w:val="0003546D"/>
    <w:rsid w:val="000354ED"/>
    <w:rsid w:val="000356FF"/>
    <w:rsid w:val="00036560"/>
    <w:rsid w:val="000369DA"/>
    <w:rsid w:val="000373C4"/>
    <w:rsid w:val="00037636"/>
    <w:rsid w:val="000378FC"/>
    <w:rsid w:val="00037AF1"/>
    <w:rsid w:val="00037D05"/>
    <w:rsid w:val="00037FEA"/>
    <w:rsid w:val="00040942"/>
    <w:rsid w:val="00040B85"/>
    <w:rsid w:val="00041439"/>
    <w:rsid w:val="00041930"/>
    <w:rsid w:val="00041C4F"/>
    <w:rsid w:val="00041D04"/>
    <w:rsid w:val="000429B6"/>
    <w:rsid w:val="00042BB3"/>
    <w:rsid w:val="000431BC"/>
    <w:rsid w:val="00043F07"/>
    <w:rsid w:val="00043F48"/>
    <w:rsid w:val="00044302"/>
    <w:rsid w:val="000443E3"/>
    <w:rsid w:val="000445E1"/>
    <w:rsid w:val="00044E98"/>
    <w:rsid w:val="0004601A"/>
    <w:rsid w:val="0004715F"/>
    <w:rsid w:val="00050283"/>
    <w:rsid w:val="00050734"/>
    <w:rsid w:val="00050796"/>
    <w:rsid w:val="000512BC"/>
    <w:rsid w:val="0005150E"/>
    <w:rsid w:val="00051E2D"/>
    <w:rsid w:val="00051E9F"/>
    <w:rsid w:val="000520EA"/>
    <w:rsid w:val="00052473"/>
    <w:rsid w:val="000525CE"/>
    <w:rsid w:val="000526F2"/>
    <w:rsid w:val="00052EFA"/>
    <w:rsid w:val="000531F1"/>
    <w:rsid w:val="00053B08"/>
    <w:rsid w:val="000542A7"/>
    <w:rsid w:val="00054ABC"/>
    <w:rsid w:val="00055468"/>
    <w:rsid w:val="000554B9"/>
    <w:rsid w:val="00055F93"/>
    <w:rsid w:val="00055FA1"/>
    <w:rsid w:val="0005610D"/>
    <w:rsid w:val="00056C65"/>
    <w:rsid w:val="000571AF"/>
    <w:rsid w:val="00057B25"/>
    <w:rsid w:val="0006004F"/>
    <w:rsid w:val="00061D66"/>
    <w:rsid w:val="00064135"/>
    <w:rsid w:val="00064579"/>
    <w:rsid w:val="00064943"/>
    <w:rsid w:val="00064F38"/>
    <w:rsid w:val="00065B5B"/>
    <w:rsid w:val="000663D5"/>
    <w:rsid w:val="00066929"/>
    <w:rsid w:val="00067162"/>
    <w:rsid w:val="00067745"/>
    <w:rsid w:val="00070BCF"/>
    <w:rsid w:val="000712E1"/>
    <w:rsid w:val="00071A9E"/>
    <w:rsid w:val="00071AC1"/>
    <w:rsid w:val="00071EE3"/>
    <w:rsid w:val="000720DF"/>
    <w:rsid w:val="0007240D"/>
    <w:rsid w:val="0007283F"/>
    <w:rsid w:val="0007297F"/>
    <w:rsid w:val="000729BA"/>
    <w:rsid w:val="00072FC6"/>
    <w:rsid w:val="00073068"/>
    <w:rsid w:val="000732A8"/>
    <w:rsid w:val="00073558"/>
    <w:rsid w:val="00073F2F"/>
    <w:rsid w:val="00073F8E"/>
    <w:rsid w:val="000740F5"/>
    <w:rsid w:val="00074CB6"/>
    <w:rsid w:val="00075172"/>
    <w:rsid w:val="00076708"/>
    <w:rsid w:val="0007765C"/>
    <w:rsid w:val="00077830"/>
    <w:rsid w:val="00077BD4"/>
    <w:rsid w:val="00077F0A"/>
    <w:rsid w:val="000808FB"/>
    <w:rsid w:val="00081035"/>
    <w:rsid w:val="0008142E"/>
    <w:rsid w:val="00081A69"/>
    <w:rsid w:val="0008269C"/>
    <w:rsid w:val="00082839"/>
    <w:rsid w:val="00082B06"/>
    <w:rsid w:val="00082E9B"/>
    <w:rsid w:val="0008424B"/>
    <w:rsid w:val="00084578"/>
    <w:rsid w:val="00084C9B"/>
    <w:rsid w:val="00084DB5"/>
    <w:rsid w:val="00084EC5"/>
    <w:rsid w:val="00085930"/>
    <w:rsid w:val="00086738"/>
    <w:rsid w:val="0008689A"/>
    <w:rsid w:val="00086A19"/>
    <w:rsid w:val="00086A51"/>
    <w:rsid w:val="00086D2F"/>
    <w:rsid w:val="00086F11"/>
    <w:rsid w:val="00087030"/>
    <w:rsid w:val="00087B09"/>
    <w:rsid w:val="00087B62"/>
    <w:rsid w:val="00087F10"/>
    <w:rsid w:val="0009048D"/>
    <w:rsid w:val="000905D5"/>
    <w:rsid w:val="00091941"/>
    <w:rsid w:val="00091AC9"/>
    <w:rsid w:val="00091C2A"/>
    <w:rsid w:val="000920F8"/>
    <w:rsid w:val="00093913"/>
    <w:rsid w:val="00093C1A"/>
    <w:rsid w:val="00093CCA"/>
    <w:rsid w:val="00093D22"/>
    <w:rsid w:val="00094F60"/>
    <w:rsid w:val="0009556F"/>
    <w:rsid w:val="000955C1"/>
    <w:rsid w:val="000956FE"/>
    <w:rsid w:val="0009735D"/>
    <w:rsid w:val="0009781D"/>
    <w:rsid w:val="000978E3"/>
    <w:rsid w:val="000A29F4"/>
    <w:rsid w:val="000A31C6"/>
    <w:rsid w:val="000A343A"/>
    <w:rsid w:val="000A3F6A"/>
    <w:rsid w:val="000A47D4"/>
    <w:rsid w:val="000A5429"/>
    <w:rsid w:val="000A69BD"/>
    <w:rsid w:val="000A6CE4"/>
    <w:rsid w:val="000A6F1C"/>
    <w:rsid w:val="000A7308"/>
    <w:rsid w:val="000A7F41"/>
    <w:rsid w:val="000A7FA1"/>
    <w:rsid w:val="000B0407"/>
    <w:rsid w:val="000B0761"/>
    <w:rsid w:val="000B087D"/>
    <w:rsid w:val="000B0B73"/>
    <w:rsid w:val="000B1527"/>
    <w:rsid w:val="000B16AD"/>
    <w:rsid w:val="000B1FF1"/>
    <w:rsid w:val="000B25D4"/>
    <w:rsid w:val="000B297B"/>
    <w:rsid w:val="000B2FC9"/>
    <w:rsid w:val="000B316F"/>
    <w:rsid w:val="000B32BA"/>
    <w:rsid w:val="000B32FF"/>
    <w:rsid w:val="000B39FA"/>
    <w:rsid w:val="000B3ABF"/>
    <w:rsid w:val="000B41D5"/>
    <w:rsid w:val="000B445F"/>
    <w:rsid w:val="000B4A10"/>
    <w:rsid w:val="000B52FD"/>
    <w:rsid w:val="000B533B"/>
    <w:rsid w:val="000B57CA"/>
    <w:rsid w:val="000B5ECE"/>
    <w:rsid w:val="000B6375"/>
    <w:rsid w:val="000B69FD"/>
    <w:rsid w:val="000B7508"/>
    <w:rsid w:val="000B7A78"/>
    <w:rsid w:val="000C0678"/>
    <w:rsid w:val="000C0ADF"/>
    <w:rsid w:val="000C1157"/>
    <w:rsid w:val="000C215C"/>
    <w:rsid w:val="000C2812"/>
    <w:rsid w:val="000C288A"/>
    <w:rsid w:val="000C2B15"/>
    <w:rsid w:val="000C32B4"/>
    <w:rsid w:val="000C4909"/>
    <w:rsid w:val="000C4E45"/>
    <w:rsid w:val="000C5BEC"/>
    <w:rsid w:val="000C5E33"/>
    <w:rsid w:val="000C601A"/>
    <w:rsid w:val="000C6097"/>
    <w:rsid w:val="000C6803"/>
    <w:rsid w:val="000C69F1"/>
    <w:rsid w:val="000C6EE9"/>
    <w:rsid w:val="000C7538"/>
    <w:rsid w:val="000C7669"/>
    <w:rsid w:val="000C7940"/>
    <w:rsid w:val="000C79D0"/>
    <w:rsid w:val="000D02BF"/>
    <w:rsid w:val="000D08E8"/>
    <w:rsid w:val="000D0AC8"/>
    <w:rsid w:val="000D0DD8"/>
    <w:rsid w:val="000D1095"/>
    <w:rsid w:val="000D1431"/>
    <w:rsid w:val="000D2045"/>
    <w:rsid w:val="000D242F"/>
    <w:rsid w:val="000D2713"/>
    <w:rsid w:val="000D364D"/>
    <w:rsid w:val="000D3686"/>
    <w:rsid w:val="000D395B"/>
    <w:rsid w:val="000D4013"/>
    <w:rsid w:val="000D41B7"/>
    <w:rsid w:val="000D4407"/>
    <w:rsid w:val="000D49F0"/>
    <w:rsid w:val="000D4A4B"/>
    <w:rsid w:val="000D50C1"/>
    <w:rsid w:val="000D5624"/>
    <w:rsid w:val="000D6301"/>
    <w:rsid w:val="000D6C6D"/>
    <w:rsid w:val="000D6D87"/>
    <w:rsid w:val="000D714E"/>
    <w:rsid w:val="000D7D39"/>
    <w:rsid w:val="000D7DC3"/>
    <w:rsid w:val="000E0601"/>
    <w:rsid w:val="000E0CE3"/>
    <w:rsid w:val="000E12C9"/>
    <w:rsid w:val="000E169A"/>
    <w:rsid w:val="000E16C6"/>
    <w:rsid w:val="000E318E"/>
    <w:rsid w:val="000E3429"/>
    <w:rsid w:val="000E3FC6"/>
    <w:rsid w:val="000E413C"/>
    <w:rsid w:val="000E42B5"/>
    <w:rsid w:val="000E4641"/>
    <w:rsid w:val="000E55F4"/>
    <w:rsid w:val="000E6322"/>
    <w:rsid w:val="000E74CA"/>
    <w:rsid w:val="000E7537"/>
    <w:rsid w:val="000F09D1"/>
    <w:rsid w:val="000F1AC8"/>
    <w:rsid w:val="000F1F0F"/>
    <w:rsid w:val="000F23D6"/>
    <w:rsid w:val="000F270C"/>
    <w:rsid w:val="000F27D6"/>
    <w:rsid w:val="000F2DB5"/>
    <w:rsid w:val="000F3122"/>
    <w:rsid w:val="000F336B"/>
    <w:rsid w:val="000F343D"/>
    <w:rsid w:val="000F388E"/>
    <w:rsid w:val="000F3FDD"/>
    <w:rsid w:val="000F4297"/>
    <w:rsid w:val="000F431C"/>
    <w:rsid w:val="000F4E7E"/>
    <w:rsid w:val="000F567A"/>
    <w:rsid w:val="000F5D3B"/>
    <w:rsid w:val="000F5D68"/>
    <w:rsid w:val="000F65FD"/>
    <w:rsid w:val="000F6A8F"/>
    <w:rsid w:val="000F6C77"/>
    <w:rsid w:val="000F6E70"/>
    <w:rsid w:val="000F6FD4"/>
    <w:rsid w:val="000F7682"/>
    <w:rsid w:val="000F7B8C"/>
    <w:rsid w:val="000F7FB9"/>
    <w:rsid w:val="001007C9"/>
    <w:rsid w:val="001017A3"/>
    <w:rsid w:val="00101AB9"/>
    <w:rsid w:val="001029F5"/>
    <w:rsid w:val="00102E3A"/>
    <w:rsid w:val="00104465"/>
    <w:rsid w:val="00104AB2"/>
    <w:rsid w:val="001066D9"/>
    <w:rsid w:val="00106A32"/>
    <w:rsid w:val="00106F60"/>
    <w:rsid w:val="0011073C"/>
    <w:rsid w:val="00110921"/>
    <w:rsid w:val="00111CE2"/>
    <w:rsid w:val="00111D3F"/>
    <w:rsid w:val="0011258E"/>
    <w:rsid w:val="00112B51"/>
    <w:rsid w:val="00112CB9"/>
    <w:rsid w:val="00113536"/>
    <w:rsid w:val="001140B1"/>
    <w:rsid w:val="00114223"/>
    <w:rsid w:val="0011428C"/>
    <w:rsid w:val="00114346"/>
    <w:rsid w:val="0011447E"/>
    <w:rsid w:val="00115FA2"/>
    <w:rsid w:val="001165AA"/>
    <w:rsid w:val="0011674A"/>
    <w:rsid w:val="00116EBF"/>
    <w:rsid w:val="00117871"/>
    <w:rsid w:val="001178B3"/>
    <w:rsid w:val="00117EFA"/>
    <w:rsid w:val="0012046B"/>
    <w:rsid w:val="00120772"/>
    <w:rsid w:val="00120897"/>
    <w:rsid w:val="00120C03"/>
    <w:rsid w:val="00120EB6"/>
    <w:rsid w:val="00120FA7"/>
    <w:rsid w:val="001213A9"/>
    <w:rsid w:val="0012141D"/>
    <w:rsid w:val="00121B5A"/>
    <w:rsid w:val="00121CE4"/>
    <w:rsid w:val="00121E4D"/>
    <w:rsid w:val="00122078"/>
    <w:rsid w:val="00122D58"/>
    <w:rsid w:val="00123007"/>
    <w:rsid w:val="0012316D"/>
    <w:rsid w:val="00123C12"/>
    <w:rsid w:val="001243AF"/>
    <w:rsid w:val="0012487B"/>
    <w:rsid w:val="00125472"/>
    <w:rsid w:val="001258CB"/>
    <w:rsid w:val="0012669C"/>
    <w:rsid w:val="00126B2B"/>
    <w:rsid w:val="0012734D"/>
    <w:rsid w:val="0012776A"/>
    <w:rsid w:val="00127CFA"/>
    <w:rsid w:val="00130066"/>
    <w:rsid w:val="0013022F"/>
    <w:rsid w:val="0013098C"/>
    <w:rsid w:val="001312C3"/>
    <w:rsid w:val="00131661"/>
    <w:rsid w:val="00132185"/>
    <w:rsid w:val="001321E7"/>
    <w:rsid w:val="001323D0"/>
    <w:rsid w:val="001325C7"/>
    <w:rsid w:val="00132E32"/>
    <w:rsid w:val="00133524"/>
    <w:rsid w:val="001335A4"/>
    <w:rsid w:val="00133B94"/>
    <w:rsid w:val="001342EE"/>
    <w:rsid w:val="0013483B"/>
    <w:rsid w:val="001353E7"/>
    <w:rsid w:val="001355FC"/>
    <w:rsid w:val="00135629"/>
    <w:rsid w:val="001357E4"/>
    <w:rsid w:val="001362F0"/>
    <w:rsid w:val="00136344"/>
    <w:rsid w:val="001367C2"/>
    <w:rsid w:val="00136FE6"/>
    <w:rsid w:val="0013701B"/>
    <w:rsid w:val="0013734A"/>
    <w:rsid w:val="00137882"/>
    <w:rsid w:val="00140A12"/>
    <w:rsid w:val="00140FA3"/>
    <w:rsid w:val="0014104A"/>
    <w:rsid w:val="001412A2"/>
    <w:rsid w:val="00141D26"/>
    <w:rsid w:val="00141F3C"/>
    <w:rsid w:val="00142109"/>
    <w:rsid w:val="0014356C"/>
    <w:rsid w:val="00143F5F"/>
    <w:rsid w:val="00143F63"/>
    <w:rsid w:val="0014401E"/>
    <w:rsid w:val="001441D2"/>
    <w:rsid w:val="001443BF"/>
    <w:rsid w:val="001444BB"/>
    <w:rsid w:val="001445FA"/>
    <w:rsid w:val="001452D0"/>
    <w:rsid w:val="00145564"/>
    <w:rsid w:val="001458F3"/>
    <w:rsid w:val="00146AEF"/>
    <w:rsid w:val="001471B2"/>
    <w:rsid w:val="00147272"/>
    <w:rsid w:val="0015048D"/>
    <w:rsid w:val="00150865"/>
    <w:rsid w:val="001509C0"/>
    <w:rsid w:val="00150ABC"/>
    <w:rsid w:val="00150AD5"/>
    <w:rsid w:val="00150C38"/>
    <w:rsid w:val="001512C3"/>
    <w:rsid w:val="001512E5"/>
    <w:rsid w:val="00151D89"/>
    <w:rsid w:val="001528CD"/>
    <w:rsid w:val="00152C8F"/>
    <w:rsid w:val="00153128"/>
    <w:rsid w:val="00153179"/>
    <w:rsid w:val="0015396F"/>
    <w:rsid w:val="00154DED"/>
    <w:rsid w:val="00155587"/>
    <w:rsid w:val="001559FD"/>
    <w:rsid w:val="00155A55"/>
    <w:rsid w:val="00156698"/>
    <w:rsid w:val="00156A97"/>
    <w:rsid w:val="00156B10"/>
    <w:rsid w:val="00157567"/>
    <w:rsid w:val="00157F53"/>
    <w:rsid w:val="001602D8"/>
    <w:rsid w:val="0016062E"/>
    <w:rsid w:val="00160B00"/>
    <w:rsid w:val="0016101F"/>
    <w:rsid w:val="00162198"/>
    <w:rsid w:val="001622E0"/>
    <w:rsid w:val="0016251E"/>
    <w:rsid w:val="00162521"/>
    <w:rsid w:val="00162CC0"/>
    <w:rsid w:val="00163047"/>
    <w:rsid w:val="00164445"/>
    <w:rsid w:val="001649DE"/>
    <w:rsid w:val="00164B28"/>
    <w:rsid w:val="00164C25"/>
    <w:rsid w:val="00164CB0"/>
    <w:rsid w:val="00164E16"/>
    <w:rsid w:val="00165A20"/>
    <w:rsid w:val="001663BD"/>
    <w:rsid w:val="001666E4"/>
    <w:rsid w:val="00166D81"/>
    <w:rsid w:val="00166E09"/>
    <w:rsid w:val="00167401"/>
    <w:rsid w:val="00170B22"/>
    <w:rsid w:val="00171633"/>
    <w:rsid w:val="0017199A"/>
    <w:rsid w:val="0017218A"/>
    <w:rsid w:val="0017229E"/>
    <w:rsid w:val="00172314"/>
    <w:rsid w:val="00172B16"/>
    <w:rsid w:val="00174CCA"/>
    <w:rsid w:val="00175F56"/>
    <w:rsid w:val="00175F85"/>
    <w:rsid w:val="0017628E"/>
    <w:rsid w:val="001764FD"/>
    <w:rsid w:val="00177048"/>
    <w:rsid w:val="00177519"/>
    <w:rsid w:val="00177C74"/>
    <w:rsid w:val="00180B13"/>
    <w:rsid w:val="00180FA0"/>
    <w:rsid w:val="0018193A"/>
    <w:rsid w:val="00181BEF"/>
    <w:rsid w:val="00181C62"/>
    <w:rsid w:val="00181E2E"/>
    <w:rsid w:val="00182031"/>
    <w:rsid w:val="001821F7"/>
    <w:rsid w:val="0018256A"/>
    <w:rsid w:val="001827F9"/>
    <w:rsid w:val="00183466"/>
    <w:rsid w:val="00183DAB"/>
    <w:rsid w:val="00183F1A"/>
    <w:rsid w:val="0018401F"/>
    <w:rsid w:val="001840D2"/>
    <w:rsid w:val="001856F5"/>
    <w:rsid w:val="00186318"/>
    <w:rsid w:val="001864B3"/>
    <w:rsid w:val="00186766"/>
    <w:rsid w:val="00186E93"/>
    <w:rsid w:val="0019094B"/>
    <w:rsid w:val="00190D05"/>
    <w:rsid w:val="001914B6"/>
    <w:rsid w:val="0019163A"/>
    <w:rsid w:val="00192549"/>
    <w:rsid w:val="001928BB"/>
    <w:rsid w:val="00192E72"/>
    <w:rsid w:val="00193648"/>
    <w:rsid w:val="00193CE8"/>
    <w:rsid w:val="00194010"/>
    <w:rsid w:val="00196FD1"/>
    <w:rsid w:val="00197738"/>
    <w:rsid w:val="001A0375"/>
    <w:rsid w:val="001A0481"/>
    <w:rsid w:val="001A0C28"/>
    <w:rsid w:val="001A1201"/>
    <w:rsid w:val="001A1210"/>
    <w:rsid w:val="001A12CA"/>
    <w:rsid w:val="001A1336"/>
    <w:rsid w:val="001A1353"/>
    <w:rsid w:val="001A1F34"/>
    <w:rsid w:val="001A253C"/>
    <w:rsid w:val="001A2ADC"/>
    <w:rsid w:val="001A353A"/>
    <w:rsid w:val="001A3B20"/>
    <w:rsid w:val="001A3BE7"/>
    <w:rsid w:val="001A4364"/>
    <w:rsid w:val="001A4389"/>
    <w:rsid w:val="001A52E9"/>
    <w:rsid w:val="001A5857"/>
    <w:rsid w:val="001A5B95"/>
    <w:rsid w:val="001A5EB3"/>
    <w:rsid w:val="001A6072"/>
    <w:rsid w:val="001A64DB"/>
    <w:rsid w:val="001A7083"/>
    <w:rsid w:val="001B0228"/>
    <w:rsid w:val="001B068A"/>
    <w:rsid w:val="001B1C06"/>
    <w:rsid w:val="001B1D0E"/>
    <w:rsid w:val="001B25BF"/>
    <w:rsid w:val="001B2D8A"/>
    <w:rsid w:val="001B2ED5"/>
    <w:rsid w:val="001B523D"/>
    <w:rsid w:val="001B53E5"/>
    <w:rsid w:val="001B5E88"/>
    <w:rsid w:val="001B6F98"/>
    <w:rsid w:val="001B77AB"/>
    <w:rsid w:val="001B77D8"/>
    <w:rsid w:val="001B7C36"/>
    <w:rsid w:val="001C001C"/>
    <w:rsid w:val="001C0184"/>
    <w:rsid w:val="001C0D2F"/>
    <w:rsid w:val="001C14DD"/>
    <w:rsid w:val="001C183C"/>
    <w:rsid w:val="001C1B4B"/>
    <w:rsid w:val="001C21A7"/>
    <w:rsid w:val="001C2674"/>
    <w:rsid w:val="001C2E4A"/>
    <w:rsid w:val="001C3224"/>
    <w:rsid w:val="001C343F"/>
    <w:rsid w:val="001C3E57"/>
    <w:rsid w:val="001C4623"/>
    <w:rsid w:val="001C495A"/>
    <w:rsid w:val="001C4D67"/>
    <w:rsid w:val="001C4DDD"/>
    <w:rsid w:val="001C5238"/>
    <w:rsid w:val="001C5352"/>
    <w:rsid w:val="001C6493"/>
    <w:rsid w:val="001C68DA"/>
    <w:rsid w:val="001C6AED"/>
    <w:rsid w:val="001D24DA"/>
    <w:rsid w:val="001D2B85"/>
    <w:rsid w:val="001D2DAD"/>
    <w:rsid w:val="001D32EE"/>
    <w:rsid w:val="001D3B5B"/>
    <w:rsid w:val="001D3D40"/>
    <w:rsid w:val="001D4C43"/>
    <w:rsid w:val="001D4D1B"/>
    <w:rsid w:val="001D5B49"/>
    <w:rsid w:val="001D6218"/>
    <w:rsid w:val="001D62D1"/>
    <w:rsid w:val="001D7AB5"/>
    <w:rsid w:val="001D7CBF"/>
    <w:rsid w:val="001D7F0E"/>
    <w:rsid w:val="001E063D"/>
    <w:rsid w:val="001E0988"/>
    <w:rsid w:val="001E0AE4"/>
    <w:rsid w:val="001E137E"/>
    <w:rsid w:val="001E1597"/>
    <w:rsid w:val="001E180E"/>
    <w:rsid w:val="001E265D"/>
    <w:rsid w:val="001E26A2"/>
    <w:rsid w:val="001E298F"/>
    <w:rsid w:val="001E2ACB"/>
    <w:rsid w:val="001E3A45"/>
    <w:rsid w:val="001E4413"/>
    <w:rsid w:val="001E4619"/>
    <w:rsid w:val="001E535A"/>
    <w:rsid w:val="001E54E9"/>
    <w:rsid w:val="001E5984"/>
    <w:rsid w:val="001E5DD4"/>
    <w:rsid w:val="001E6410"/>
    <w:rsid w:val="001E69FE"/>
    <w:rsid w:val="001E6C00"/>
    <w:rsid w:val="001E6C91"/>
    <w:rsid w:val="001E7138"/>
    <w:rsid w:val="001E73F5"/>
    <w:rsid w:val="001E785C"/>
    <w:rsid w:val="001E7917"/>
    <w:rsid w:val="001E7A68"/>
    <w:rsid w:val="001F02D5"/>
    <w:rsid w:val="001F1158"/>
    <w:rsid w:val="001F17AD"/>
    <w:rsid w:val="001F1A27"/>
    <w:rsid w:val="001F1B85"/>
    <w:rsid w:val="001F1BCB"/>
    <w:rsid w:val="001F1F6C"/>
    <w:rsid w:val="001F2400"/>
    <w:rsid w:val="001F2A65"/>
    <w:rsid w:val="001F2F89"/>
    <w:rsid w:val="001F3E46"/>
    <w:rsid w:val="001F4296"/>
    <w:rsid w:val="001F44CB"/>
    <w:rsid w:val="001F46F8"/>
    <w:rsid w:val="001F49B4"/>
    <w:rsid w:val="001F4AA4"/>
    <w:rsid w:val="001F520C"/>
    <w:rsid w:val="001F590D"/>
    <w:rsid w:val="001F6E02"/>
    <w:rsid w:val="001F6F2A"/>
    <w:rsid w:val="001F7199"/>
    <w:rsid w:val="002001D6"/>
    <w:rsid w:val="0020021B"/>
    <w:rsid w:val="00200396"/>
    <w:rsid w:val="00200BAF"/>
    <w:rsid w:val="00200C78"/>
    <w:rsid w:val="00200E72"/>
    <w:rsid w:val="00200FA2"/>
    <w:rsid w:val="00201593"/>
    <w:rsid w:val="00201C73"/>
    <w:rsid w:val="002028AC"/>
    <w:rsid w:val="00202D9A"/>
    <w:rsid w:val="002030C1"/>
    <w:rsid w:val="002031BA"/>
    <w:rsid w:val="00204873"/>
    <w:rsid w:val="00204917"/>
    <w:rsid w:val="0020517E"/>
    <w:rsid w:val="002052C5"/>
    <w:rsid w:val="0020532B"/>
    <w:rsid w:val="002061D3"/>
    <w:rsid w:val="00207A3A"/>
    <w:rsid w:val="00207AF0"/>
    <w:rsid w:val="00207F68"/>
    <w:rsid w:val="00210045"/>
    <w:rsid w:val="00210163"/>
    <w:rsid w:val="002101B5"/>
    <w:rsid w:val="002107C8"/>
    <w:rsid w:val="00210D3E"/>
    <w:rsid w:val="00211640"/>
    <w:rsid w:val="00212F73"/>
    <w:rsid w:val="00213160"/>
    <w:rsid w:val="00213430"/>
    <w:rsid w:val="00214147"/>
    <w:rsid w:val="00214361"/>
    <w:rsid w:val="00214478"/>
    <w:rsid w:val="0021468B"/>
    <w:rsid w:val="00214773"/>
    <w:rsid w:val="00214980"/>
    <w:rsid w:val="00214AD1"/>
    <w:rsid w:val="002157BB"/>
    <w:rsid w:val="00215BCB"/>
    <w:rsid w:val="00215D11"/>
    <w:rsid w:val="002166E3"/>
    <w:rsid w:val="002175D7"/>
    <w:rsid w:val="00217C10"/>
    <w:rsid w:val="00217CEB"/>
    <w:rsid w:val="00220092"/>
    <w:rsid w:val="002203A0"/>
    <w:rsid w:val="0022066A"/>
    <w:rsid w:val="00220CFB"/>
    <w:rsid w:val="00221437"/>
    <w:rsid w:val="0022152D"/>
    <w:rsid w:val="00221693"/>
    <w:rsid w:val="00221902"/>
    <w:rsid w:val="002228A9"/>
    <w:rsid w:val="00222D7C"/>
    <w:rsid w:val="00222F07"/>
    <w:rsid w:val="0022398C"/>
    <w:rsid w:val="00223B84"/>
    <w:rsid w:val="00224744"/>
    <w:rsid w:val="00224801"/>
    <w:rsid w:val="00224D52"/>
    <w:rsid w:val="0022566D"/>
    <w:rsid w:val="00225BBE"/>
    <w:rsid w:val="00225D39"/>
    <w:rsid w:val="0022621D"/>
    <w:rsid w:val="0022657A"/>
    <w:rsid w:val="00227368"/>
    <w:rsid w:val="00227712"/>
    <w:rsid w:val="00227836"/>
    <w:rsid w:val="0022785C"/>
    <w:rsid w:val="00227983"/>
    <w:rsid w:val="00230253"/>
    <w:rsid w:val="0023060D"/>
    <w:rsid w:val="002314C3"/>
    <w:rsid w:val="00231861"/>
    <w:rsid w:val="0023286A"/>
    <w:rsid w:val="00232B63"/>
    <w:rsid w:val="002330B9"/>
    <w:rsid w:val="00233EEE"/>
    <w:rsid w:val="00234094"/>
    <w:rsid w:val="002350C4"/>
    <w:rsid w:val="002353A8"/>
    <w:rsid w:val="00235DD6"/>
    <w:rsid w:val="00236BD3"/>
    <w:rsid w:val="00236CE4"/>
    <w:rsid w:val="0023780D"/>
    <w:rsid w:val="00237825"/>
    <w:rsid w:val="00237DEF"/>
    <w:rsid w:val="0024080A"/>
    <w:rsid w:val="00240A51"/>
    <w:rsid w:val="00240F9B"/>
    <w:rsid w:val="00240FB1"/>
    <w:rsid w:val="00241644"/>
    <w:rsid w:val="00241879"/>
    <w:rsid w:val="00241A04"/>
    <w:rsid w:val="00241A83"/>
    <w:rsid w:val="00241C50"/>
    <w:rsid w:val="00242074"/>
    <w:rsid w:val="00242A91"/>
    <w:rsid w:val="0024348C"/>
    <w:rsid w:val="002436E0"/>
    <w:rsid w:val="00243F5A"/>
    <w:rsid w:val="00244478"/>
    <w:rsid w:val="00244EE3"/>
    <w:rsid w:val="002450C6"/>
    <w:rsid w:val="002452B1"/>
    <w:rsid w:val="00245C68"/>
    <w:rsid w:val="00246183"/>
    <w:rsid w:val="002466DF"/>
    <w:rsid w:val="002467ED"/>
    <w:rsid w:val="002500CF"/>
    <w:rsid w:val="002501F1"/>
    <w:rsid w:val="00250405"/>
    <w:rsid w:val="002508E9"/>
    <w:rsid w:val="00250C86"/>
    <w:rsid w:val="00251051"/>
    <w:rsid w:val="0025187C"/>
    <w:rsid w:val="00251B9A"/>
    <w:rsid w:val="00251F0B"/>
    <w:rsid w:val="00252830"/>
    <w:rsid w:val="00252F1B"/>
    <w:rsid w:val="00254091"/>
    <w:rsid w:val="00254453"/>
    <w:rsid w:val="002556CE"/>
    <w:rsid w:val="00256278"/>
    <w:rsid w:val="002566CE"/>
    <w:rsid w:val="0025697C"/>
    <w:rsid w:val="00256BF9"/>
    <w:rsid w:val="00256F89"/>
    <w:rsid w:val="0025717E"/>
    <w:rsid w:val="00257539"/>
    <w:rsid w:val="00257865"/>
    <w:rsid w:val="00257AF1"/>
    <w:rsid w:val="00257F45"/>
    <w:rsid w:val="00261525"/>
    <w:rsid w:val="00261C96"/>
    <w:rsid w:val="00261ED3"/>
    <w:rsid w:val="0026258A"/>
    <w:rsid w:val="0026261D"/>
    <w:rsid w:val="0026266B"/>
    <w:rsid w:val="00262C72"/>
    <w:rsid w:val="0026315B"/>
    <w:rsid w:val="002631ED"/>
    <w:rsid w:val="002639D2"/>
    <w:rsid w:val="00263AF1"/>
    <w:rsid w:val="00263E19"/>
    <w:rsid w:val="0026423B"/>
    <w:rsid w:val="00264407"/>
    <w:rsid w:val="002653EC"/>
    <w:rsid w:val="00265A2D"/>
    <w:rsid w:val="0026633D"/>
    <w:rsid w:val="00266AEB"/>
    <w:rsid w:val="00266BB0"/>
    <w:rsid w:val="00266F8E"/>
    <w:rsid w:val="002670E3"/>
    <w:rsid w:val="002704C7"/>
    <w:rsid w:val="00270636"/>
    <w:rsid w:val="00270859"/>
    <w:rsid w:val="00271729"/>
    <w:rsid w:val="00272144"/>
    <w:rsid w:val="00272694"/>
    <w:rsid w:val="00273157"/>
    <w:rsid w:val="002734E1"/>
    <w:rsid w:val="00273730"/>
    <w:rsid w:val="00273E64"/>
    <w:rsid w:val="002742A4"/>
    <w:rsid w:val="002745B9"/>
    <w:rsid w:val="00274664"/>
    <w:rsid w:val="00274706"/>
    <w:rsid w:val="00274E55"/>
    <w:rsid w:val="00275B89"/>
    <w:rsid w:val="002760E1"/>
    <w:rsid w:val="002764E0"/>
    <w:rsid w:val="0027673A"/>
    <w:rsid w:val="00276867"/>
    <w:rsid w:val="00277048"/>
    <w:rsid w:val="00277093"/>
    <w:rsid w:val="00277A14"/>
    <w:rsid w:val="00277EA9"/>
    <w:rsid w:val="002802B1"/>
    <w:rsid w:val="00280659"/>
    <w:rsid w:val="00280D8A"/>
    <w:rsid w:val="002812E9"/>
    <w:rsid w:val="00282266"/>
    <w:rsid w:val="00282559"/>
    <w:rsid w:val="00282DF2"/>
    <w:rsid w:val="00282EDA"/>
    <w:rsid w:val="0028326D"/>
    <w:rsid w:val="00283D8B"/>
    <w:rsid w:val="00284FDB"/>
    <w:rsid w:val="002855D6"/>
    <w:rsid w:val="00285EC2"/>
    <w:rsid w:val="0028601D"/>
    <w:rsid w:val="00287146"/>
    <w:rsid w:val="00287F2C"/>
    <w:rsid w:val="00287F76"/>
    <w:rsid w:val="00287FA4"/>
    <w:rsid w:val="0029007E"/>
    <w:rsid w:val="002909C6"/>
    <w:rsid w:val="00291041"/>
    <w:rsid w:val="00291754"/>
    <w:rsid w:val="00291D47"/>
    <w:rsid w:val="00292EF5"/>
    <w:rsid w:val="002930D9"/>
    <w:rsid w:val="00293124"/>
    <w:rsid w:val="00293819"/>
    <w:rsid w:val="00293DFC"/>
    <w:rsid w:val="00293F35"/>
    <w:rsid w:val="0029444B"/>
    <w:rsid w:val="002947A4"/>
    <w:rsid w:val="002956AB"/>
    <w:rsid w:val="00296A0A"/>
    <w:rsid w:val="00296A9C"/>
    <w:rsid w:val="002972F4"/>
    <w:rsid w:val="00297CDF"/>
    <w:rsid w:val="002A015F"/>
    <w:rsid w:val="002A04DD"/>
    <w:rsid w:val="002A1030"/>
    <w:rsid w:val="002A1141"/>
    <w:rsid w:val="002A1851"/>
    <w:rsid w:val="002A1EF2"/>
    <w:rsid w:val="002A2284"/>
    <w:rsid w:val="002A22A8"/>
    <w:rsid w:val="002A2B57"/>
    <w:rsid w:val="002A3D9D"/>
    <w:rsid w:val="002A40C0"/>
    <w:rsid w:val="002A44DF"/>
    <w:rsid w:val="002A4995"/>
    <w:rsid w:val="002A4BAA"/>
    <w:rsid w:val="002A4ECB"/>
    <w:rsid w:val="002A551A"/>
    <w:rsid w:val="002A5682"/>
    <w:rsid w:val="002A6A83"/>
    <w:rsid w:val="002A7BCB"/>
    <w:rsid w:val="002B0B5A"/>
    <w:rsid w:val="002B0E15"/>
    <w:rsid w:val="002B170B"/>
    <w:rsid w:val="002B194E"/>
    <w:rsid w:val="002B1B96"/>
    <w:rsid w:val="002B20D8"/>
    <w:rsid w:val="002B20E2"/>
    <w:rsid w:val="002B2707"/>
    <w:rsid w:val="002B301C"/>
    <w:rsid w:val="002B3EC3"/>
    <w:rsid w:val="002B43DD"/>
    <w:rsid w:val="002B4C42"/>
    <w:rsid w:val="002B5BD7"/>
    <w:rsid w:val="002B61CB"/>
    <w:rsid w:val="002B6324"/>
    <w:rsid w:val="002B64A9"/>
    <w:rsid w:val="002B6B8A"/>
    <w:rsid w:val="002B768E"/>
    <w:rsid w:val="002B7769"/>
    <w:rsid w:val="002B786A"/>
    <w:rsid w:val="002C06EC"/>
    <w:rsid w:val="002C167B"/>
    <w:rsid w:val="002C1B22"/>
    <w:rsid w:val="002C2004"/>
    <w:rsid w:val="002C2D65"/>
    <w:rsid w:val="002C36CD"/>
    <w:rsid w:val="002C391B"/>
    <w:rsid w:val="002C3BD5"/>
    <w:rsid w:val="002C42BD"/>
    <w:rsid w:val="002C47B1"/>
    <w:rsid w:val="002C6A88"/>
    <w:rsid w:val="002C7236"/>
    <w:rsid w:val="002C769E"/>
    <w:rsid w:val="002C7A69"/>
    <w:rsid w:val="002C7EA7"/>
    <w:rsid w:val="002D0446"/>
    <w:rsid w:val="002D0813"/>
    <w:rsid w:val="002D0E38"/>
    <w:rsid w:val="002D1A57"/>
    <w:rsid w:val="002D1B40"/>
    <w:rsid w:val="002D22FE"/>
    <w:rsid w:val="002D2568"/>
    <w:rsid w:val="002D25AC"/>
    <w:rsid w:val="002D2EAB"/>
    <w:rsid w:val="002D3EF4"/>
    <w:rsid w:val="002D426A"/>
    <w:rsid w:val="002D42B3"/>
    <w:rsid w:val="002D5590"/>
    <w:rsid w:val="002D5FF2"/>
    <w:rsid w:val="002D63AB"/>
    <w:rsid w:val="002D6479"/>
    <w:rsid w:val="002D7E4D"/>
    <w:rsid w:val="002D7F99"/>
    <w:rsid w:val="002E0B0F"/>
    <w:rsid w:val="002E130F"/>
    <w:rsid w:val="002E13EE"/>
    <w:rsid w:val="002E14FF"/>
    <w:rsid w:val="002E192B"/>
    <w:rsid w:val="002E1E73"/>
    <w:rsid w:val="002E1FD6"/>
    <w:rsid w:val="002E2298"/>
    <w:rsid w:val="002E2325"/>
    <w:rsid w:val="002E36B1"/>
    <w:rsid w:val="002E40CE"/>
    <w:rsid w:val="002E4188"/>
    <w:rsid w:val="002E42A3"/>
    <w:rsid w:val="002E49CD"/>
    <w:rsid w:val="002E4C63"/>
    <w:rsid w:val="002E4E4F"/>
    <w:rsid w:val="002E4F14"/>
    <w:rsid w:val="002E507B"/>
    <w:rsid w:val="002E5EAF"/>
    <w:rsid w:val="002E6983"/>
    <w:rsid w:val="002E6FE3"/>
    <w:rsid w:val="002E7492"/>
    <w:rsid w:val="002E7529"/>
    <w:rsid w:val="002E7540"/>
    <w:rsid w:val="002E7845"/>
    <w:rsid w:val="002E7CD7"/>
    <w:rsid w:val="002E7F8F"/>
    <w:rsid w:val="002F0054"/>
    <w:rsid w:val="002F0929"/>
    <w:rsid w:val="002F1080"/>
    <w:rsid w:val="002F16E2"/>
    <w:rsid w:val="002F1A18"/>
    <w:rsid w:val="002F2333"/>
    <w:rsid w:val="002F2498"/>
    <w:rsid w:val="002F331F"/>
    <w:rsid w:val="002F3380"/>
    <w:rsid w:val="002F357F"/>
    <w:rsid w:val="002F3DB0"/>
    <w:rsid w:val="002F48EF"/>
    <w:rsid w:val="002F4B26"/>
    <w:rsid w:val="002F5716"/>
    <w:rsid w:val="002F5942"/>
    <w:rsid w:val="002F6316"/>
    <w:rsid w:val="002F6BB6"/>
    <w:rsid w:val="002F6EFD"/>
    <w:rsid w:val="002F7630"/>
    <w:rsid w:val="002F7701"/>
    <w:rsid w:val="00300425"/>
    <w:rsid w:val="0030056C"/>
    <w:rsid w:val="00300609"/>
    <w:rsid w:val="00300A0A"/>
    <w:rsid w:val="00302C22"/>
    <w:rsid w:val="003037DF"/>
    <w:rsid w:val="00303CC4"/>
    <w:rsid w:val="0030404A"/>
    <w:rsid w:val="00304AE7"/>
    <w:rsid w:val="00305068"/>
    <w:rsid w:val="003053E5"/>
    <w:rsid w:val="003061A1"/>
    <w:rsid w:val="00307299"/>
    <w:rsid w:val="003077FA"/>
    <w:rsid w:val="0030782E"/>
    <w:rsid w:val="00307C38"/>
    <w:rsid w:val="00307D13"/>
    <w:rsid w:val="00310018"/>
    <w:rsid w:val="003104DD"/>
    <w:rsid w:val="00310655"/>
    <w:rsid w:val="00310666"/>
    <w:rsid w:val="00310D43"/>
    <w:rsid w:val="00310DD0"/>
    <w:rsid w:val="00310FE6"/>
    <w:rsid w:val="0031148C"/>
    <w:rsid w:val="003119E3"/>
    <w:rsid w:val="0031369E"/>
    <w:rsid w:val="00313EEA"/>
    <w:rsid w:val="00313FC3"/>
    <w:rsid w:val="003148B1"/>
    <w:rsid w:val="00314D82"/>
    <w:rsid w:val="003153BA"/>
    <w:rsid w:val="003159E5"/>
    <w:rsid w:val="00316FF8"/>
    <w:rsid w:val="00317F6D"/>
    <w:rsid w:val="0032190E"/>
    <w:rsid w:val="00321DD4"/>
    <w:rsid w:val="00321EC5"/>
    <w:rsid w:val="00322312"/>
    <w:rsid w:val="0032248F"/>
    <w:rsid w:val="00322870"/>
    <w:rsid w:val="003233F5"/>
    <w:rsid w:val="00323433"/>
    <w:rsid w:val="00323990"/>
    <w:rsid w:val="003239C6"/>
    <w:rsid w:val="0032458B"/>
    <w:rsid w:val="0032467D"/>
    <w:rsid w:val="00324759"/>
    <w:rsid w:val="00325187"/>
    <w:rsid w:val="00325482"/>
    <w:rsid w:val="00325A18"/>
    <w:rsid w:val="00325AEA"/>
    <w:rsid w:val="00325AEE"/>
    <w:rsid w:val="00326A03"/>
    <w:rsid w:val="00327117"/>
    <w:rsid w:val="00327F97"/>
    <w:rsid w:val="0033148E"/>
    <w:rsid w:val="00331E0F"/>
    <w:rsid w:val="00332434"/>
    <w:rsid w:val="0033262D"/>
    <w:rsid w:val="00332D17"/>
    <w:rsid w:val="00334433"/>
    <w:rsid w:val="003348A9"/>
    <w:rsid w:val="003349BA"/>
    <w:rsid w:val="003351DE"/>
    <w:rsid w:val="00335884"/>
    <w:rsid w:val="00335C01"/>
    <w:rsid w:val="00336C7F"/>
    <w:rsid w:val="00336FEE"/>
    <w:rsid w:val="003372C0"/>
    <w:rsid w:val="0033776D"/>
    <w:rsid w:val="00337BFB"/>
    <w:rsid w:val="00340656"/>
    <w:rsid w:val="003409F8"/>
    <w:rsid w:val="00340B73"/>
    <w:rsid w:val="00340F10"/>
    <w:rsid w:val="0034189E"/>
    <w:rsid w:val="00341DB3"/>
    <w:rsid w:val="00342DB4"/>
    <w:rsid w:val="00343051"/>
    <w:rsid w:val="0034325F"/>
    <w:rsid w:val="00343D4B"/>
    <w:rsid w:val="0034400B"/>
    <w:rsid w:val="00344376"/>
    <w:rsid w:val="003449FC"/>
    <w:rsid w:val="00344BDE"/>
    <w:rsid w:val="00344CA0"/>
    <w:rsid w:val="00345C07"/>
    <w:rsid w:val="00345D65"/>
    <w:rsid w:val="00346395"/>
    <w:rsid w:val="003466CA"/>
    <w:rsid w:val="00346805"/>
    <w:rsid w:val="00347336"/>
    <w:rsid w:val="00347B7E"/>
    <w:rsid w:val="00350073"/>
    <w:rsid w:val="0035045B"/>
    <w:rsid w:val="00351819"/>
    <w:rsid w:val="0035197E"/>
    <w:rsid w:val="00351D44"/>
    <w:rsid w:val="00351E61"/>
    <w:rsid w:val="00352116"/>
    <w:rsid w:val="003523DF"/>
    <w:rsid w:val="00352BD5"/>
    <w:rsid w:val="0035376F"/>
    <w:rsid w:val="00353DF3"/>
    <w:rsid w:val="0035428B"/>
    <w:rsid w:val="003549BE"/>
    <w:rsid w:val="00354AB3"/>
    <w:rsid w:val="00354EEB"/>
    <w:rsid w:val="00355027"/>
    <w:rsid w:val="003556FA"/>
    <w:rsid w:val="0035580C"/>
    <w:rsid w:val="00355B33"/>
    <w:rsid w:val="00355C64"/>
    <w:rsid w:val="00355FC6"/>
    <w:rsid w:val="00356059"/>
    <w:rsid w:val="003565B4"/>
    <w:rsid w:val="00356730"/>
    <w:rsid w:val="00356E08"/>
    <w:rsid w:val="00357275"/>
    <w:rsid w:val="00357DFD"/>
    <w:rsid w:val="003603B8"/>
    <w:rsid w:val="00360D8D"/>
    <w:rsid w:val="0036174A"/>
    <w:rsid w:val="0036208E"/>
    <w:rsid w:val="0036218E"/>
    <w:rsid w:val="00362D14"/>
    <w:rsid w:val="00362F6C"/>
    <w:rsid w:val="00363FE5"/>
    <w:rsid w:val="00365204"/>
    <w:rsid w:val="00365815"/>
    <w:rsid w:val="00365832"/>
    <w:rsid w:val="00366382"/>
    <w:rsid w:val="003670F7"/>
    <w:rsid w:val="00367B64"/>
    <w:rsid w:val="00370189"/>
    <w:rsid w:val="0037052A"/>
    <w:rsid w:val="00370766"/>
    <w:rsid w:val="00371915"/>
    <w:rsid w:val="00371F3E"/>
    <w:rsid w:val="00372AAE"/>
    <w:rsid w:val="00372EE8"/>
    <w:rsid w:val="00373609"/>
    <w:rsid w:val="0037420C"/>
    <w:rsid w:val="0037433F"/>
    <w:rsid w:val="003747FD"/>
    <w:rsid w:val="00374A91"/>
    <w:rsid w:val="00374EAA"/>
    <w:rsid w:val="00375784"/>
    <w:rsid w:val="00375990"/>
    <w:rsid w:val="003761A1"/>
    <w:rsid w:val="00376580"/>
    <w:rsid w:val="0037686D"/>
    <w:rsid w:val="0037691D"/>
    <w:rsid w:val="00376AED"/>
    <w:rsid w:val="00376BA6"/>
    <w:rsid w:val="003772E1"/>
    <w:rsid w:val="00377D55"/>
    <w:rsid w:val="00377D5B"/>
    <w:rsid w:val="00380700"/>
    <w:rsid w:val="0038077A"/>
    <w:rsid w:val="00381760"/>
    <w:rsid w:val="003827AA"/>
    <w:rsid w:val="00382E5D"/>
    <w:rsid w:val="00384CBB"/>
    <w:rsid w:val="00385A81"/>
    <w:rsid w:val="00385C11"/>
    <w:rsid w:val="00386DDC"/>
    <w:rsid w:val="00387190"/>
    <w:rsid w:val="00387244"/>
    <w:rsid w:val="003876E1"/>
    <w:rsid w:val="003903D0"/>
    <w:rsid w:val="003904A1"/>
    <w:rsid w:val="00390553"/>
    <w:rsid w:val="00390C74"/>
    <w:rsid w:val="00391498"/>
    <w:rsid w:val="00391502"/>
    <w:rsid w:val="00391795"/>
    <w:rsid w:val="0039217B"/>
    <w:rsid w:val="00392A5F"/>
    <w:rsid w:val="00392E2E"/>
    <w:rsid w:val="00393913"/>
    <w:rsid w:val="00394167"/>
    <w:rsid w:val="003945B9"/>
    <w:rsid w:val="0039484E"/>
    <w:rsid w:val="00394DC3"/>
    <w:rsid w:val="00395939"/>
    <w:rsid w:val="00395BE4"/>
    <w:rsid w:val="0039731C"/>
    <w:rsid w:val="00397696"/>
    <w:rsid w:val="00397FAC"/>
    <w:rsid w:val="003A022B"/>
    <w:rsid w:val="003A095D"/>
    <w:rsid w:val="003A09D4"/>
    <w:rsid w:val="003A0ED3"/>
    <w:rsid w:val="003A0F9C"/>
    <w:rsid w:val="003A1F51"/>
    <w:rsid w:val="003A2C1E"/>
    <w:rsid w:val="003A33A0"/>
    <w:rsid w:val="003A344F"/>
    <w:rsid w:val="003A3EEE"/>
    <w:rsid w:val="003A46A5"/>
    <w:rsid w:val="003A4740"/>
    <w:rsid w:val="003A4A67"/>
    <w:rsid w:val="003A5217"/>
    <w:rsid w:val="003A5799"/>
    <w:rsid w:val="003A79F2"/>
    <w:rsid w:val="003A7ADF"/>
    <w:rsid w:val="003B0214"/>
    <w:rsid w:val="003B0EF9"/>
    <w:rsid w:val="003B1312"/>
    <w:rsid w:val="003B17CB"/>
    <w:rsid w:val="003B1E57"/>
    <w:rsid w:val="003B265E"/>
    <w:rsid w:val="003B3877"/>
    <w:rsid w:val="003B3CA3"/>
    <w:rsid w:val="003B47B7"/>
    <w:rsid w:val="003B5037"/>
    <w:rsid w:val="003B54D5"/>
    <w:rsid w:val="003B5B46"/>
    <w:rsid w:val="003B650B"/>
    <w:rsid w:val="003B6CDE"/>
    <w:rsid w:val="003B731C"/>
    <w:rsid w:val="003B73F7"/>
    <w:rsid w:val="003B748B"/>
    <w:rsid w:val="003B7B3C"/>
    <w:rsid w:val="003B7E70"/>
    <w:rsid w:val="003B7FAB"/>
    <w:rsid w:val="003C00AC"/>
    <w:rsid w:val="003C00B1"/>
    <w:rsid w:val="003C0498"/>
    <w:rsid w:val="003C0D81"/>
    <w:rsid w:val="003C0FEE"/>
    <w:rsid w:val="003C14F5"/>
    <w:rsid w:val="003C1768"/>
    <w:rsid w:val="003C178E"/>
    <w:rsid w:val="003C2671"/>
    <w:rsid w:val="003C2726"/>
    <w:rsid w:val="003C2AC0"/>
    <w:rsid w:val="003C2D7B"/>
    <w:rsid w:val="003C33AE"/>
    <w:rsid w:val="003C4C01"/>
    <w:rsid w:val="003C5048"/>
    <w:rsid w:val="003C5797"/>
    <w:rsid w:val="003C5B4E"/>
    <w:rsid w:val="003C5F79"/>
    <w:rsid w:val="003C61E1"/>
    <w:rsid w:val="003C761F"/>
    <w:rsid w:val="003C795B"/>
    <w:rsid w:val="003D151B"/>
    <w:rsid w:val="003D20E2"/>
    <w:rsid w:val="003D241F"/>
    <w:rsid w:val="003D297B"/>
    <w:rsid w:val="003D2D0A"/>
    <w:rsid w:val="003D2DC5"/>
    <w:rsid w:val="003D3369"/>
    <w:rsid w:val="003D3DC6"/>
    <w:rsid w:val="003D44CA"/>
    <w:rsid w:val="003D476C"/>
    <w:rsid w:val="003D4E69"/>
    <w:rsid w:val="003D50AA"/>
    <w:rsid w:val="003D64AC"/>
    <w:rsid w:val="003D6727"/>
    <w:rsid w:val="003D69DD"/>
    <w:rsid w:val="003D6E1C"/>
    <w:rsid w:val="003D7085"/>
    <w:rsid w:val="003D7563"/>
    <w:rsid w:val="003D7D31"/>
    <w:rsid w:val="003E0C6E"/>
    <w:rsid w:val="003E0F98"/>
    <w:rsid w:val="003E12C6"/>
    <w:rsid w:val="003E17F9"/>
    <w:rsid w:val="003E1862"/>
    <w:rsid w:val="003E1879"/>
    <w:rsid w:val="003E1C50"/>
    <w:rsid w:val="003E2A36"/>
    <w:rsid w:val="003E3639"/>
    <w:rsid w:val="003E3886"/>
    <w:rsid w:val="003E424C"/>
    <w:rsid w:val="003E45CE"/>
    <w:rsid w:val="003E4F94"/>
    <w:rsid w:val="003E4FCC"/>
    <w:rsid w:val="003E5142"/>
    <w:rsid w:val="003E5644"/>
    <w:rsid w:val="003E6807"/>
    <w:rsid w:val="003E6859"/>
    <w:rsid w:val="003E6CD2"/>
    <w:rsid w:val="003E6D08"/>
    <w:rsid w:val="003E6DA7"/>
    <w:rsid w:val="003E7135"/>
    <w:rsid w:val="003E732D"/>
    <w:rsid w:val="003E7B82"/>
    <w:rsid w:val="003F114C"/>
    <w:rsid w:val="003F1B5A"/>
    <w:rsid w:val="003F1C6E"/>
    <w:rsid w:val="003F1F4D"/>
    <w:rsid w:val="003F38AF"/>
    <w:rsid w:val="003F4337"/>
    <w:rsid w:val="003F47A5"/>
    <w:rsid w:val="003F4D73"/>
    <w:rsid w:val="003F536E"/>
    <w:rsid w:val="003F5549"/>
    <w:rsid w:val="003F5B3B"/>
    <w:rsid w:val="003F5EDE"/>
    <w:rsid w:val="003F62CC"/>
    <w:rsid w:val="003F6485"/>
    <w:rsid w:val="003F73D7"/>
    <w:rsid w:val="003F75F3"/>
    <w:rsid w:val="003F7AA5"/>
    <w:rsid w:val="00400257"/>
    <w:rsid w:val="00400405"/>
    <w:rsid w:val="00400741"/>
    <w:rsid w:val="0040160D"/>
    <w:rsid w:val="00401E10"/>
    <w:rsid w:val="00402380"/>
    <w:rsid w:val="00402657"/>
    <w:rsid w:val="00402986"/>
    <w:rsid w:val="00403F45"/>
    <w:rsid w:val="00404E1A"/>
    <w:rsid w:val="004051BC"/>
    <w:rsid w:val="0040570E"/>
    <w:rsid w:val="0040575D"/>
    <w:rsid w:val="00405C0D"/>
    <w:rsid w:val="00405DF9"/>
    <w:rsid w:val="0040621A"/>
    <w:rsid w:val="00406840"/>
    <w:rsid w:val="00406AB9"/>
    <w:rsid w:val="0040714D"/>
    <w:rsid w:val="004075D0"/>
    <w:rsid w:val="004079E6"/>
    <w:rsid w:val="00407C6B"/>
    <w:rsid w:val="00407CD8"/>
    <w:rsid w:val="004108BF"/>
    <w:rsid w:val="004112E0"/>
    <w:rsid w:val="00411431"/>
    <w:rsid w:val="00411593"/>
    <w:rsid w:val="00411A4A"/>
    <w:rsid w:val="00411F4A"/>
    <w:rsid w:val="00411F5B"/>
    <w:rsid w:val="00412A24"/>
    <w:rsid w:val="00414092"/>
    <w:rsid w:val="004143C0"/>
    <w:rsid w:val="004143CB"/>
    <w:rsid w:val="004145AD"/>
    <w:rsid w:val="0041471B"/>
    <w:rsid w:val="004148CB"/>
    <w:rsid w:val="00414B89"/>
    <w:rsid w:val="00414BC2"/>
    <w:rsid w:val="004152E5"/>
    <w:rsid w:val="00415443"/>
    <w:rsid w:val="00415BF2"/>
    <w:rsid w:val="00415C03"/>
    <w:rsid w:val="0041671C"/>
    <w:rsid w:val="00416B00"/>
    <w:rsid w:val="00416FF6"/>
    <w:rsid w:val="00417076"/>
    <w:rsid w:val="004172BC"/>
    <w:rsid w:val="00417FEB"/>
    <w:rsid w:val="0042015E"/>
    <w:rsid w:val="00421951"/>
    <w:rsid w:val="00422A2A"/>
    <w:rsid w:val="00422DE2"/>
    <w:rsid w:val="004233D1"/>
    <w:rsid w:val="0042340A"/>
    <w:rsid w:val="00424354"/>
    <w:rsid w:val="0042440A"/>
    <w:rsid w:val="00424551"/>
    <w:rsid w:val="00425576"/>
    <w:rsid w:val="004256CD"/>
    <w:rsid w:val="004256DA"/>
    <w:rsid w:val="00425870"/>
    <w:rsid w:val="00425A1A"/>
    <w:rsid w:val="00426557"/>
    <w:rsid w:val="0042673F"/>
    <w:rsid w:val="00427DCB"/>
    <w:rsid w:val="00427DDC"/>
    <w:rsid w:val="00427F7C"/>
    <w:rsid w:val="004302B8"/>
    <w:rsid w:val="00430A57"/>
    <w:rsid w:val="00432EC2"/>
    <w:rsid w:val="00433655"/>
    <w:rsid w:val="0043407E"/>
    <w:rsid w:val="004341AD"/>
    <w:rsid w:val="004343E8"/>
    <w:rsid w:val="00435084"/>
    <w:rsid w:val="00436306"/>
    <w:rsid w:val="00436338"/>
    <w:rsid w:val="004368FB"/>
    <w:rsid w:val="00436FCA"/>
    <w:rsid w:val="0043731A"/>
    <w:rsid w:val="004407F3"/>
    <w:rsid w:val="00440A48"/>
    <w:rsid w:val="004411D4"/>
    <w:rsid w:val="004413A8"/>
    <w:rsid w:val="0044177E"/>
    <w:rsid w:val="004422AD"/>
    <w:rsid w:val="00442448"/>
    <w:rsid w:val="00442E75"/>
    <w:rsid w:val="00443513"/>
    <w:rsid w:val="00443E81"/>
    <w:rsid w:val="004443CA"/>
    <w:rsid w:val="004443F2"/>
    <w:rsid w:val="00445007"/>
    <w:rsid w:val="00445AFC"/>
    <w:rsid w:val="00445FC6"/>
    <w:rsid w:val="00445FC9"/>
    <w:rsid w:val="004462DB"/>
    <w:rsid w:val="004463F0"/>
    <w:rsid w:val="00446D92"/>
    <w:rsid w:val="00446E68"/>
    <w:rsid w:val="0044723A"/>
    <w:rsid w:val="00447A87"/>
    <w:rsid w:val="004503A5"/>
    <w:rsid w:val="00450E5F"/>
    <w:rsid w:val="004510EC"/>
    <w:rsid w:val="00451808"/>
    <w:rsid w:val="00451A4B"/>
    <w:rsid w:val="00452513"/>
    <w:rsid w:val="0045283C"/>
    <w:rsid w:val="00452E24"/>
    <w:rsid w:val="004532E6"/>
    <w:rsid w:val="0045349A"/>
    <w:rsid w:val="00453DCA"/>
    <w:rsid w:val="00454E86"/>
    <w:rsid w:val="0045529E"/>
    <w:rsid w:val="0045546F"/>
    <w:rsid w:val="00455647"/>
    <w:rsid w:val="004557A4"/>
    <w:rsid w:val="004559A6"/>
    <w:rsid w:val="00455A54"/>
    <w:rsid w:val="0045651F"/>
    <w:rsid w:val="00456B29"/>
    <w:rsid w:val="00456E83"/>
    <w:rsid w:val="00456F9A"/>
    <w:rsid w:val="00460142"/>
    <w:rsid w:val="004607C1"/>
    <w:rsid w:val="004609F6"/>
    <w:rsid w:val="004613E1"/>
    <w:rsid w:val="004618BA"/>
    <w:rsid w:val="004634B4"/>
    <w:rsid w:val="00463667"/>
    <w:rsid w:val="0046409F"/>
    <w:rsid w:val="00464FDA"/>
    <w:rsid w:val="004655E7"/>
    <w:rsid w:val="0046564F"/>
    <w:rsid w:val="0046579E"/>
    <w:rsid w:val="00465913"/>
    <w:rsid w:val="00465BAA"/>
    <w:rsid w:val="00465F4E"/>
    <w:rsid w:val="004661BD"/>
    <w:rsid w:val="004662BF"/>
    <w:rsid w:val="00466EFA"/>
    <w:rsid w:val="00466FF1"/>
    <w:rsid w:val="004677E4"/>
    <w:rsid w:val="004710DE"/>
    <w:rsid w:val="004711B6"/>
    <w:rsid w:val="00471E78"/>
    <w:rsid w:val="004721AD"/>
    <w:rsid w:val="00472749"/>
    <w:rsid w:val="004730AD"/>
    <w:rsid w:val="0047312F"/>
    <w:rsid w:val="00473537"/>
    <w:rsid w:val="00474787"/>
    <w:rsid w:val="004748F4"/>
    <w:rsid w:val="00474C0C"/>
    <w:rsid w:val="00475111"/>
    <w:rsid w:val="00475567"/>
    <w:rsid w:val="00475C60"/>
    <w:rsid w:val="004773BF"/>
    <w:rsid w:val="0047751A"/>
    <w:rsid w:val="00477BE1"/>
    <w:rsid w:val="00477D4C"/>
    <w:rsid w:val="004806F1"/>
    <w:rsid w:val="0048092C"/>
    <w:rsid w:val="00480EE5"/>
    <w:rsid w:val="004827B0"/>
    <w:rsid w:val="00483603"/>
    <w:rsid w:val="00483B29"/>
    <w:rsid w:val="004847DE"/>
    <w:rsid w:val="00484AEB"/>
    <w:rsid w:val="00484CB4"/>
    <w:rsid w:val="00485535"/>
    <w:rsid w:val="00485786"/>
    <w:rsid w:val="0048679D"/>
    <w:rsid w:val="0048702F"/>
    <w:rsid w:val="0048743C"/>
    <w:rsid w:val="00487845"/>
    <w:rsid w:val="00490504"/>
    <w:rsid w:val="00490587"/>
    <w:rsid w:val="00490BAB"/>
    <w:rsid w:val="00490ED6"/>
    <w:rsid w:val="00491011"/>
    <w:rsid w:val="00491283"/>
    <w:rsid w:val="0049141B"/>
    <w:rsid w:val="00491661"/>
    <w:rsid w:val="004916BE"/>
    <w:rsid w:val="004916E0"/>
    <w:rsid w:val="00491EAA"/>
    <w:rsid w:val="00492F44"/>
    <w:rsid w:val="00493A6C"/>
    <w:rsid w:val="00493C44"/>
    <w:rsid w:val="00493ED4"/>
    <w:rsid w:val="00494C14"/>
    <w:rsid w:val="00495617"/>
    <w:rsid w:val="00495836"/>
    <w:rsid w:val="00495995"/>
    <w:rsid w:val="00495DEF"/>
    <w:rsid w:val="00495EF4"/>
    <w:rsid w:val="004961AD"/>
    <w:rsid w:val="0049695B"/>
    <w:rsid w:val="0049715D"/>
    <w:rsid w:val="00497179"/>
    <w:rsid w:val="00497A4F"/>
    <w:rsid w:val="00497BE4"/>
    <w:rsid w:val="00497D2A"/>
    <w:rsid w:val="004A0901"/>
    <w:rsid w:val="004A0F24"/>
    <w:rsid w:val="004A1920"/>
    <w:rsid w:val="004A2360"/>
    <w:rsid w:val="004A2CA3"/>
    <w:rsid w:val="004A3CDD"/>
    <w:rsid w:val="004A4146"/>
    <w:rsid w:val="004A57C7"/>
    <w:rsid w:val="004A5B6F"/>
    <w:rsid w:val="004A5CBB"/>
    <w:rsid w:val="004A5D7D"/>
    <w:rsid w:val="004A6662"/>
    <w:rsid w:val="004A7A6B"/>
    <w:rsid w:val="004B0436"/>
    <w:rsid w:val="004B073D"/>
    <w:rsid w:val="004B0B8A"/>
    <w:rsid w:val="004B1BD2"/>
    <w:rsid w:val="004B39F3"/>
    <w:rsid w:val="004B3C99"/>
    <w:rsid w:val="004B4049"/>
    <w:rsid w:val="004B406A"/>
    <w:rsid w:val="004B40E2"/>
    <w:rsid w:val="004B43B7"/>
    <w:rsid w:val="004B48A1"/>
    <w:rsid w:val="004B54EB"/>
    <w:rsid w:val="004B583C"/>
    <w:rsid w:val="004B59E1"/>
    <w:rsid w:val="004B5DF5"/>
    <w:rsid w:val="004B5E3A"/>
    <w:rsid w:val="004B6279"/>
    <w:rsid w:val="004B6847"/>
    <w:rsid w:val="004B77FD"/>
    <w:rsid w:val="004B7F73"/>
    <w:rsid w:val="004C0936"/>
    <w:rsid w:val="004C0EC4"/>
    <w:rsid w:val="004C1400"/>
    <w:rsid w:val="004C1A40"/>
    <w:rsid w:val="004C1B64"/>
    <w:rsid w:val="004C1C27"/>
    <w:rsid w:val="004C221B"/>
    <w:rsid w:val="004C24C5"/>
    <w:rsid w:val="004C2C0E"/>
    <w:rsid w:val="004C2EE5"/>
    <w:rsid w:val="004C2EF9"/>
    <w:rsid w:val="004C3BA9"/>
    <w:rsid w:val="004C476C"/>
    <w:rsid w:val="004C4844"/>
    <w:rsid w:val="004C49FF"/>
    <w:rsid w:val="004C4BEC"/>
    <w:rsid w:val="004C4E47"/>
    <w:rsid w:val="004C4F2D"/>
    <w:rsid w:val="004C519A"/>
    <w:rsid w:val="004C61DC"/>
    <w:rsid w:val="004C648C"/>
    <w:rsid w:val="004C691C"/>
    <w:rsid w:val="004C6D55"/>
    <w:rsid w:val="004C707E"/>
    <w:rsid w:val="004C745A"/>
    <w:rsid w:val="004C7AB7"/>
    <w:rsid w:val="004C7FF5"/>
    <w:rsid w:val="004D0631"/>
    <w:rsid w:val="004D0984"/>
    <w:rsid w:val="004D3046"/>
    <w:rsid w:val="004D341D"/>
    <w:rsid w:val="004D37E3"/>
    <w:rsid w:val="004D4702"/>
    <w:rsid w:val="004D569E"/>
    <w:rsid w:val="004D5CFD"/>
    <w:rsid w:val="004D5E6A"/>
    <w:rsid w:val="004D6102"/>
    <w:rsid w:val="004D6383"/>
    <w:rsid w:val="004D6556"/>
    <w:rsid w:val="004D7563"/>
    <w:rsid w:val="004D75AA"/>
    <w:rsid w:val="004D7787"/>
    <w:rsid w:val="004D7D85"/>
    <w:rsid w:val="004E0406"/>
    <w:rsid w:val="004E04B6"/>
    <w:rsid w:val="004E0B10"/>
    <w:rsid w:val="004E0ED7"/>
    <w:rsid w:val="004E0EFE"/>
    <w:rsid w:val="004E0F09"/>
    <w:rsid w:val="004E10CA"/>
    <w:rsid w:val="004E1284"/>
    <w:rsid w:val="004E177B"/>
    <w:rsid w:val="004E1A2F"/>
    <w:rsid w:val="004E1B28"/>
    <w:rsid w:val="004E1F82"/>
    <w:rsid w:val="004E22FB"/>
    <w:rsid w:val="004E2602"/>
    <w:rsid w:val="004E3236"/>
    <w:rsid w:val="004E365A"/>
    <w:rsid w:val="004E3C24"/>
    <w:rsid w:val="004E4338"/>
    <w:rsid w:val="004E46BA"/>
    <w:rsid w:val="004E5723"/>
    <w:rsid w:val="004E57E3"/>
    <w:rsid w:val="004E64FF"/>
    <w:rsid w:val="004E665C"/>
    <w:rsid w:val="004E6A3A"/>
    <w:rsid w:val="004E6ED8"/>
    <w:rsid w:val="004E7095"/>
    <w:rsid w:val="004F09D1"/>
    <w:rsid w:val="004F0D84"/>
    <w:rsid w:val="004F0E9E"/>
    <w:rsid w:val="004F1482"/>
    <w:rsid w:val="004F27AD"/>
    <w:rsid w:val="004F37A4"/>
    <w:rsid w:val="004F3C49"/>
    <w:rsid w:val="004F4A30"/>
    <w:rsid w:val="004F4D51"/>
    <w:rsid w:val="004F579A"/>
    <w:rsid w:val="004F66F6"/>
    <w:rsid w:val="004F6EDA"/>
    <w:rsid w:val="004F7D55"/>
    <w:rsid w:val="004F7EA3"/>
    <w:rsid w:val="005016C1"/>
    <w:rsid w:val="00501A7F"/>
    <w:rsid w:val="0050263E"/>
    <w:rsid w:val="00503015"/>
    <w:rsid w:val="005033F2"/>
    <w:rsid w:val="00503CD3"/>
    <w:rsid w:val="005041B1"/>
    <w:rsid w:val="00504226"/>
    <w:rsid w:val="005047A9"/>
    <w:rsid w:val="00504B07"/>
    <w:rsid w:val="00504FC2"/>
    <w:rsid w:val="00504FC4"/>
    <w:rsid w:val="0050504B"/>
    <w:rsid w:val="0050509F"/>
    <w:rsid w:val="0050512D"/>
    <w:rsid w:val="00505159"/>
    <w:rsid w:val="005057D4"/>
    <w:rsid w:val="005059A5"/>
    <w:rsid w:val="00505E30"/>
    <w:rsid w:val="00506133"/>
    <w:rsid w:val="0050637A"/>
    <w:rsid w:val="00506DD9"/>
    <w:rsid w:val="00507152"/>
    <w:rsid w:val="00507556"/>
    <w:rsid w:val="00507867"/>
    <w:rsid w:val="00507E91"/>
    <w:rsid w:val="005108D6"/>
    <w:rsid w:val="00510F5C"/>
    <w:rsid w:val="00512E4C"/>
    <w:rsid w:val="00513592"/>
    <w:rsid w:val="00513BE0"/>
    <w:rsid w:val="00513E4C"/>
    <w:rsid w:val="005148D2"/>
    <w:rsid w:val="00514BC3"/>
    <w:rsid w:val="00515281"/>
    <w:rsid w:val="0051546D"/>
    <w:rsid w:val="0051648A"/>
    <w:rsid w:val="00516933"/>
    <w:rsid w:val="005173E7"/>
    <w:rsid w:val="00520C33"/>
    <w:rsid w:val="005214E1"/>
    <w:rsid w:val="00521B35"/>
    <w:rsid w:val="00522A94"/>
    <w:rsid w:val="0052355D"/>
    <w:rsid w:val="0052386B"/>
    <w:rsid w:val="00523D50"/>
    <w:rsid w:val="0052429C"/>
    <w:rsid w:val="005249D5"/>
    <w:rsid w:val="005260F8"/>
    <w:rsid w:val="00526A19"/>
    <w:rsid w:val="00526D16"/>
    <w:rsid w:val="00527122"/>
    <w:rsid w:val="005275CA"/>
    <w:rsid w:val="00527623"/>
    <w:rsid w:val="00527CAB"/>
    <w:rsid w:val="005300FF"/>
    <w:rsid w:val="0053056B"/>
    <w:rsid w:val="00531E16"/>
    <w:rsid w:val="00532161"/>
    <w:rsid w:val="0053396B"/>
    <w:rsid w:val="00533A7B"/>
    <w:rsid w:val="00533A91"/>
    <w:rsid w:val="00533ADA"/>
    <w:rsid w:val="00533CC7"/>
    <w:rsid w:val="005341D3"/>
    <w:rsid w:val="00535DF7"/>
    <w:rsid w:val="00537010"/>
    <w:rsid w:val="005407D1"/>
    <w:rsid w:val="00540860"/>
    <w:rsid w:val="00541726"/>
    <w:rsid w:val="00541805"/>
    <w:rsid w:val="00541A87"/>
    <w:rsid w:val="00541DBC"/>
    <w:rsid w:val="00543958"/>
    <w:rsid w:val="005442D9"/>
    <w:rsid w:val="0054472B"/>
    <w:rsid w:val="00545011"/>
    <w:rsid w:val="005451C5"/>
    <w:rsid w:val="00546FA7"/>
    <w:rsid w:val="005502FA"/>
    <w:rsid w:val="005505D4"/>
    <w:rsid w:val="005509CC"/>
    <w:rsid w:val="00551719"/>
    <w:rsid w:val="0055191D"/>
    <w:rsid w:val="00551F62"/>
    <w:rsid w:val="00552002"/>
    <w:rsid w:val="00553085"/>
    <w:rsid w:val="005533DC"/>
    <w:rsid w:val="005549F0"/>
    <w:rsid w:val="00554FB0"/>
    <w:rsid w:val="00555B72"/>
    <w:rsid w:val="00555CC7"/>
    <w:rsid w:val="00555D7E"/>
    <w:rsid w:val="00556042"/>
    <w:rsid w:val="005561F9"/>
    <w:rsid w:val="0055637F"/>
    <w:rsid w:val="005566D1"/>
    <w:rsid w:val="00556DA2"/>
    <w:rsid w:val="00556DF9"/>
    <w:rsid w:val="00557379"/>
    <w:rsid w:val="00557F80"/>
    <w:rsid w:val="00560254"/>
    <w:rsid w:val="005602B1"/>
    <w:rsid w:val="00561EF6"/>
    <w:rsid w:val="005622BB"/>
    <w:rsid w:val="00562CEE"/>
    <w:rsid w:val="00562E96"/>
    <w:rsid w:val="005631CB"/>
    <w:rsid w:val="00563952"/>
    <w:rsid w:val="00563980"/>
    <w:rsid w:val="00563D82"/>
    <w:rsid w:val="00564289"/>
    <w:rsid w:val="00564AAA"/>
    <w:rsid w:val="00564C6D"/>
    <w:rsid w:val="00564F27"/>
    <w:rsid w:val="00565746"/>
    <w:rsid w:val="00565D56"/>
    <w:rsid w:val="005660D7"/>
    <w:rsid w:val="005669C3"/>
    <w:rsid w:val="00567407"/>
    <w:rsid w:val="005674AD"/>
    <w:rsid w:val="00570B40"/>
    <w:rsid w:val="005710F8"/>
    <w:rsid w:val="00571D2B"/>
    <w:rsid w:val="00571EAD"/>
    <w:rsid w:val="005724A9"/>
    <w:rsid w:val="005727AB"/>
    <w:rsid w:val="00572934"/>
    <w:rsid w:val="0057296D"/>
    <w:rsid w:val="00572A92"/>
    <w:rsid w:val="00572F55"/>
    <w:rsid w:val="005738DC"/>
    <w:rsid w:val="005742F9"/>
    <w:rsid w:val="00574922"/>
    <w:rsid w:val="005755CA"/>
    <w:rsid w:val="00575E60"/>
    <w:rsid w:val="005763BD"/>
    <w:rsid w:val="00576963"/>
    <w:rsid w:val="00577040"/>
    <w:rsid w:val="005770A8"/>
    <w:rsid w:val="005774C3"/>
    <w:rsid w:val="00577772"/>
    <w:rsid w:val="005779AD"/>
    <w:rsid w:val="00581B15"/>
    <w:rsid w:val="005826CD"/>
    <w:rsid w:val="00582A0B"/>
    <w:rsid w:val="00582B06"/>
    <w:rsid w:val="005837A1"/>
    <w:rsid w:val="00583E90"/>
    <w:rsid w:val="0058434C"/>
    <w:rsid w:val="00584A5C"/>
    <w:rsid w:val="00585609"/>
    <w:rsid w:val="0058589E"/>
    <w:rsid w:val="00585AC3"/>
    <w:rsid w:val="00587566"/>
    <w:rsid w:val="005876A7"/>
    <w:rsid w:val="0058794F"/>
    <w:rsid w:val="00587EED"/>
    <w:rsid w:val="00587F93"/>
    <w:rsid w:val="00587FF8"/>
    <w:rsid w:val="0059048C"/>
    <w:rsid w:val="00590CA2"/>
    <w:rsid w:val="00590D58"/>
    <w:rsid w:val="00590D69"/>
    <w:rsid w:val="00590D8A"/>
    <w:rsid w:val="0059158C"/>
    <w:rsid w:val="005918A3"/>
    <w:rsid w:val="005922B7"/>
    <w:rsid w:val="00592332"/>
    <w:rsid w:val="005934FD"/>
    <w:rsid w:val="005937F6"/>
    <w:rsid w:val="00593D0D"/>
    <w:rsid w:val="005945FD"/>
    <w:rsid w:val="00594889"/>
    <w:rsid w:val="00594C40"/>
    <w:rsid w:val="00595FF2"/>
    <w:rsid w:val="0059738A"/>
    <w:rsid w:val="00597792"/>
    <w:rsid w:val="005977C2"/>
    <w:rsid w:val="0059794F"/>
    <w:rsid w:val="005A00BC"/>
    <w:rsid w:val="005A05A6"/>
    <w:rsid w:val="005A0BB8"/>
    <w:rsid w:val="005A0EBB"/>
    <w:rsid w:val="005A1156"/>
    <w:rsid w:val="005A2785"/>
    <w:rsid w:val="005A2A8C"/>
    <w:rsid w:val="005A2DB3"/>
    <w:rsid w:val="005A3827"/>
    <w:rsid w:val="005A38DC"/>
    <w:rsid w:val="005A4205"/>
    <w:rsid w:val="005A4807"/>
    <w:rsid w:val="005A4A51"/>
    <w:rsid w:val="005A4C6F"/>
    <w:rsid w:val="005A5155"/>
    <w:rsid w:val="005A5E67"/>
    <w:rsid w:val="005A64C7"/>
    <w:rsid w:val="005A6A30"/>
    <w:rsid w:val="005A6B34"/>
    <w:rsid w:val="005A6EC8"/>
    <w:rsid w:val="005A7050"/>
    <w:rsid w:val="005B0585"/>
    <w:rsid w:val="005B0EC2"/>
    <w:rsid w:val="005B1110"/>
    <w:rsid w:val="005B14C5"/>
    <w:rsid w:val="005B1A74"/>
    <w:rsid w:val="005B1BB5"/>
    <w:rsid w:val="005B1E24"/>
    <w:rsid w:val="005B2223"/>
    <w:rsid w:val="005B2408"/>
    <w:rsid w:val="005B2E48"/>
    <w:rsid w:val="005B2F5B"/>
    <w:rsid w:val="005B3AF3"/>
    <w:rsid w:val="005B410F"/>
    <w:rsid w:val="005B4459"/>
    <w:rsid w:val="005B4AF8"/>
    <w:rsid w:val="005B4EAE"/>
    <w:rsid w:val="005B500C"/>
    <w:rsid w:val="005B5133"/>
    <w:rsid w:val="005B5711"/>
    <w:rsid w:val="005B57F5"/>
    <w:rsid w:val="005B6AD8"/>
    <w:rsid w:val="005B6B3F"/>
    <w:rsid w:val="005B6FAB"/>
    <w:rsid w:val="005B71EC"/>
    <w:rsid w:val="005B739B"/>
    <w:rsid w:val="005B7A24"/>
    <w:rsid w:val="005C0113"/>
    <w:rsid w:val="005C03EA"/>
    <w:rsid w:val="005C0591"/>
    <w:rsid w:val="005C0598"/>
    <w:rsid w:val="005C0A02"/>
    <w:rsid w:val="005C0D22"/>
    <w:rsid w:val="005C0D93"/>
    <w:rsid w:val="005C1AFE"/>
    <w:rsid w:val="005C1CED"/>
    <w:rsid w:val="005C1E60"/>
    <w:rsid w:val="005C2EB7"/>
    <w:rsid w:val="005C3FBF"/>
    <w:rsid w:val="005C4368"/>
    <w:rsid w:val="005C4921"/>
    <w:rsid w:val="005C4E6F"/>
    <w:rsid w:val="005C5137"/>
    <w:rsid w:val="005C66A1"/>
    <w:rsid w:val="005C691B"/>
    <w:rsid w:val="005C6F58"/>
    <w:rsid w:val="005C75A0"/>
    <w:rsid w:val="005C7F20"/>
    <w:rsid w:val="005D08B3"/>
    <w:rsid w:val="005D17C2"/>
    <w:rsid w:val="005D1B50"/>
    <w:rsid w:val="005D2D9F"/>
    <w:rsid w:val="005D442E"/>
    <w:rsid w:val="005D45D6"/>
    <w:rsid w:val="005D4EEA"/>
    <w:rsid w:val="005D5D6D"/>
    <w:rsid w:val="005D5E4A"/>
    <w:rsid w:val="005D5E87"/>
    <w:rsid w:val="005D5F89"/>
    <w:rsid w:val="005D7161"/>
    <w:rsid w:val="005E0589"/>
    <w:rsid w:val="005E0777"/>
    <w:rsid w:val="005E0E0E"/>
    <w:rsid w:val="005E1110"/>
    <w:rsid w:val="005E16E2"/>
    <w:rsid w:val="005E183B"/>
    <w:rsid w:val="005E2A0A"/>
    <w:rsid w:val="005E2E9E"/>
    <w:rsid w:val="005E2FF3"/>
    <w:rsid w:val="005E37D0"/>
    <w:rsid w:val="005E3F26"/>
    <w:rsid w:val="005E445B"/>
    <w:rsid w:val="005E45D5"/>
    <w:rsid w:val="005E4900"/>
    <w:rsid w:val="005E5110"/>
    <w:rsid w:val="005E573F"/>
    <w:rsid w:val="005E5CF5"/>
    <w:rsid w:val="005E67B0"/>
    <w:rsid w:val="005E6D70"/>
    <w:rsid w:val="005E7B0A"/>
    <w:rsid w:val="005F026C"/>
    <w:rsid w:val="005F0399"/>
    <w:rsid w:val="005F119E"/>
    <w:rsid w:val="005F1542"/>
    <w:rsid w:val="005F15BE"/>
    <w:rsid w:val="005F1D2B"/>
    <w:rsid w:val="005F22CA"/>
    <w:rsid w:val="005F2384"/>
    <w:rsid w:val="005F2606"/>
    <w:rsid w:val="005F29FA"/>
    <w:rsid w:val="005F2E6A"/>
    <w:rsid w:val="005F3A3B"/>
    <w:rsid w:val="005F41A6"/>
    <w:rsid w:val="005F5491"/>
    <w:rsid w:val="005F5495"/>
    <w:rsid w:val="005F6C3D"/>
    <w:rsid w:val="00600126"/>
    <w:rsid w:val="00600BE1"/>
    <w:rsid w:val="00600D8A"/>
    <w:rsid w:val="0060118D"/>
    <w:rsid w:val="0060144C"/>
    <w:rsid w:val="0060204E"/>
    <w:rsid w:val="006029C7"/>
    <w:rsid w:val="00604401"/>
    <w:rsid w:val="00605044"/>
    <w:rsid w:val="00605CD6"/>
    <w:rsid w:val="0060601E"/>
    <w:rsid w:val="00607BD0"/>
    <w:rsid w:val="0061050C"/>
    <w:rsid w:val="006105A7"/>
    <w:rsid w:val="0061073D"/>
    <w:rsid w:val="00610BDB"/>
    <w:rsid w:val="00610C65"/>
    <w:rsid w:val="00611118"/>
    <w:rsid w:val="006111D1"/>
    <w:rsid w:val="00611864"/>
    <w:rsid w:val="006120AA"/>
    <w:rsid w:val="00612426"/>
    <w:rsid w:val="00612CE3"/>
    <w:rsid w:val="0061371A"/>
    <w:rsid w:val="00613764"/>
    <w:rsid w:val="00613CB9"/>
    <w:rsid w:val="006143F1"/>
    <w:rsid w:val="00614A5B"/>
    <w:rsid w:val="00615C7B"/>
    <w:rsid w:val="006160D8"/>
    <w:rsid w:val="0061674A"/>
    <w:rsid w:val="0061696F"/>
    <w:rsid w:val="006178C7"/>
    <w:rsid w:val="00617968"/>
    <w:rsid w:val="00617FC3"/>
    <w:rsid w:val="00620404"/>
    <w:rsid w:val="006207B4"/>
    <w:rsid w:val="0062088C"/>
    <w:rsid w:val="00620AE3"/>
    <w:rsid w:val="00620D17"/>
    <w:rsid w:val="00620D1A"/>
    <w:rsid w:val="0062177E"/>
    <w:rsid w:val="00621A99"/>
    <w:rsid w:val="00622D3E"/>
    <w:rsid w:val="00622E19"/>
    <w:rsid w:val="006232D9"/>
    <w:rsid w:val="006238B3"/>
    <w:rsid w:val="00624111"/>
    <w:rsid w:val="0062413C"/>
    <w:rsid w:val="00625324"/>
    <w:rsid w:val="00625559"/>
    <w:rsid w:val="0062592D"/>
    <w:rsid w:val="006264A8"/>
    <w:rsid w:val="006304FA"/>
    <w:rsid w:val="00630F76"/>
    <w:rsid w:val="00631D2D"/>
    <w:rsid w:val="00632F48"/>
    <w:rsid w:val="00633D63"/>
    <w:rsid w:val="00633EC7"/>
    <w:rsid w:val="0063426F"/>
    <w:rsid w:val="00634282"/>
    <w:rsid w:val="00634BE9"/>
    <w:rsid w:val="00634FBC"/>
    <w:rsid w:val="006353EB"/>
    <w:rsid w:val="006360B7"/>
    <w:rsid w:val="006360D4"/>
    <w:rsid w:val="006361B5"/>
    <w:rsid w:val="006368E4"/>
    <w:rsid w:val="0063705B"/>
    <w:rsid w:val="006371C7"/>
    <w:rsid w:val="00637C01"/>
    <w:rsid w:val="00640BAF"/>
    <w:rsid w:val="00640C5D"/>
    <w:rsid w:val="00640F66"/>
    <w:rsid w:val="0064160B"/>
    <w:rsid w:val="006419FD"/>
    <w:rsid w:val="00641C5D"/>
    <w:rsid w:val="006421D7"/>
    <w:rsid w:val="0064256E"/>
    <w:rsid w:val="00642726"/>
    <w:rsid w:val="00642D58"/>
    <w:rsid w:val="00642E6F"/>
    <w:rsid w:val="00643369"/>
    <w:rsid w:val="006433C3"/>
    <w:rsid w:val="00643E6D"/>
    <w:rsid w:val="00643F0C"/>
    <w:rsid w:val="00644144"/>
    <w:rsid w:val="00645144"/>
    <w:rsid w:val="00645340"/>
    <w:rsid w:val="006453A6"/>
    <w:rsid w:val="006454DD"/>
    <w:rsid w:val="00645A1F"/>
    <w:rsid w:val="00645D48"/>
    <w:rsid w:val="00647202"/>
    <w:rsid w:val="0064799D"/>
    <w:rsid w:val="00647FDD"/>
    <w:rsid w:val="0065007D"/>
    <w:rsid w:val="006502A8"/>
    <w:rsid w:val="00650351"/>
    <w:rsid w:val="0065056E"/>
    <w:rsid w:val="006506F6"/>
    <w:rsid w:val="006509C8"/>
    <w:rsid w:val="00650A3A"/>
    <w:rsid w:val="00651BD1"/>
    <w:rsid w:val="00652404"/>
    <w:rsid w:val="0065245B"/>
    <w:rsid w:val="00652918"/>
    <w:rsid w:val="0065462B"/>
    <w:rsid w:val="00655111"/>
    <w:rsid w:val="006558F7"/>
    <w:rsid w:val="006559B2"/>
    <w:rsid w:val="00655A66"/>
    <w:rsid w:val="00656052"/>
    <w:rsid w:val="00656101"/>
    <w:rsid w:val="00656F74"/>
    <w:rsid w:val="00657365"/>
    <w:rsid w:val="006578C4"/>
    <w:rsid w:val="00660E7E"/>
    <w:rsid w:val="00661AD4"/>
    <w:rsid w:val="00661C32"/>
    <w:rsid w:val="00661F32"/>
    <w:rsid w:val="00662143"/>
    <w:rsid w:val="00662DD7"/>
    <w:rsid w:val="00663926"/>
    <w:rsid w:val="0066400A"/>
    <w:rsid w:val="00664FE8"/>
    <w:rsid w:val="00665D5D"/>
    <w:rsid w:val="00665DA4"/>
    <w:rsid w:val="0066615D"/>
    <w:rsid w:val="006662D0"/>
    <w:rsid w:val="00666372"/>
    <w:rsid w:val="006665CA"/>
    <w:rsid w:val="006671FE"/>
    <w:rsid w:val="0066756F"/>
    <w:rsid w:val="0066758A"/>
    <w:rsid w:val="0067004A"/>
    <w:rsid w:val="00670E99"/>
    <w:rsid w:val="00671564"/>
    <w:rsid w:val="00671865"/>
    <w:rsid w:val="0067217E"/>
    <w:rsid w:val="00672AFA"/>
    <w:rsid w:val="00672AFD"/>
    <w:rsid w:val="00673A2B"/>
    <w:rsid w:val="00674E6B"/>
    <w:rsid w:val="0067555F"/>
    <w:rsid w:val="00675987"/>
    <w:rsid w:val="006762A2"/>
    <w:rsid w:val="006774A2"/>
    <w:rsid w:val="00677E90"/>
    <w:rsid w:val="00680C09"/>
    <w:rsid w:val="00680D17"/>
    <w:rsid w:val="006813EC"/>
    <w:rsid w:val="00681E94"/>
    <w:rsid w:val="00682224"/>
    <w:rsid w:val="006823CC"/>
    <w:rsid w:val="00684405"/>
    <w:rsid w:val="006850F4"/>
    <w:rsid w:val="00685770"/>
    <w:rsid w:val="0068592A"/>
    <w:rsid w:val="00685C41"/>
    <w:rsid w:val="00687786"/>
    <w:rsid w:val="006904AA"/>
    <w:rsid w:val="006910B2"/>
    <w:rsid w:val="006914B7"/>
    <w:rsid w:val="006921F0"/>
    <w:rsid w:val="00692468"/>
    <w:rsid w:val="006924F5"/>
    <w:rsid w:val="006941CF"/>
    <w:rsid w:val="00694CA0"/>
    <w:rsid w:val="0069502B"/>
    <w:rsid w:val="00695534"/>
    <w:rsid w:val="00695D46"/>
    <w:rsid w:val="00695D83"/>
    <w:rsid w:val="00696209"/>
    <w:rsid w:val="006963F7"/>
    <w:rsid w:val="006966A8"/>
    <w:rsid w:val="00697841"/>
    <w:rsid w:val="00697C7B"/>
    <w:rsid w:val="00697F03"/>
    <w:rsid w:val="006A0D45"/>
    <w:rsid w:val="006A14FF"/>
    <w:rsid w:val="006A2437"/>
    <w:rsid w:val="006A25F0"/>
    <w:rsid w:val="006A2B88"/>
    <w:rsid w:val="006A2E55"/>
    <w:rsid w:val="006A328A"/>
    <w:rsid w:val="006A33E2"/>
    <w:rsid w:val="006A378A"/>
    <w:rsid w:val="006A411A"/>
    <w:rsid w:val="006A423C"/>
    <w:rsid w:val="006A4288"/>
    <w:rsid w:val="006A449A"/>
    <w:rsid w:val="006A5912"/>
    <w:rsid w:val="006A5C7A"/>
    <w:rsid w:val="006A6006"/>
    <w:rsid w:val="006A6415"/>
    <w:rsid w:val="006A672B"/>
    <w:rsid w:val="006A6D92"/>
    <w:rsid w:val="006A6EEE"/>
    <w:rsid w:val="006A71CF"/>
    <w:rsid w:val="006A7907"/>
    <w:rsid w:val="006A7C73"/>
    <w:rsid w:val="006B0723"/>
    <w:rsid w:val="006B0783"/>
    <w:rsid w:val="006B0D16"/>
    <w:rsid w:val="006B1A82"/>
    <w:rsid w:val="006B1F11"/>
    <w:rsid w:val="006B2FA1"/>
    <w:rsid w:val="006B3E12"/>
    <w:rsid w:val="006B3E8D"/>
    <w:rsid w:val="006B4055"/>
    <w:rsid w:val="006B444C"/>
    <w:rsid w:val="006B4838"/>
    <w:rsid w:val="006B4C41"/>
    <w:rsid w:val="006B4C92"/>
    <w:rsid w:val="006B503E"/>
    <w:rsid w:val="006B5042"/>
    <w:rsid w:val="006B5758"/>
    <w:rsid w:val="006B5914"/>
    <w:rsid w:val="006B6649"/>
    <w:rsid w:val="006B733F"/>
    <w:rsid w:val="006B79BE"/>
    <w:rsid w:val="006B7ACA"/>
    <w:rsid w:val="006C014A"/>
    <w:rsid w:val="006C0293"/>
    <w:rsid w:val="006C12B6"/>
    <w:rsid w:val="006C1D14"/>
    <w:rsid w:val="006C1FE8"/>
    <w:rsid w:val="006C2596"/>
    <w:rsid w:val="006C2E5B"/>
    <w:rsid w:val="006C2E68"/>
    <w:rsid w:val="006C3238"/>
    <w:rsid w:val="006C3266"/>
    <w:rsid w:val="006C4044"/>
    <w:rsid w:val="006C4CC0"/>
    <w:rsid w:val="006C5327"/>
    <w:rsid w:val="006C55B5"/>
    <w:rsid w:val="006C5A86"/>
    <w:rsid w:val="006C5E8E"/>
    <w:rsid w:val="006C6174"/>
    <w:rsid w:val="006C66E7"/>
    <w:rsid w:val="006C7005"/>
    <w:rsid w:val="006D0A61"/>
    <w:rsid w:val="006D0B5A"/>
    <w:rsid w:val="006D0D7D"/>
    <w:rsid w:val="006D106E"/>
    <w:rsid w:val="006D1EE5"/>
    <w:rsid w:val="006D1FD1"/>
    <w:rsid w:val="006D2161"/>
    <w:rsid w:val="006D2609"/>
    <w:rsid w:val="006D3A23"/>
    <w:rsid w:val="006D4451"/>
    <w:rsid w:val="006D4B1A"/>
    <w:rsid w:val="006D4DD1"/>
    <w:rsid w:val="006D53D6"/>
    <w:rsid w:val="006D59AB"/>
    <w:rsid w:val="006D5BC2"/>
    <w:rsid w:val="006D62C8"/>
    <w:rsid w:val="006D6A8C"/>
    <w:rsid w:val="006D6BBE"/>
    <w:rsid w:val="006E064A"/>
    <w:rsid w:val="006E11B6"/>
    <w:rsid w:val="006E14E2"/>
    <w:rsid w:val="006E1AF0"/>
    <w:rsid w:val="006E1EA3"/>
    <w:rsid w:val="006E2AEF"/>
    <w:rsid w:val="006E2FD1"/>
    <w:rsid w:val="006E3448"/>
    <w:rsid w:val="006E35F7"/>
    <w:rsid w:val="006E370F"/>
    <w:rsid w:val="006E3A91"/>
    <w:rsid w:val="006E3E10"/>
    <w:rsid w:val="006E42FF"/>
    <w:rsid w:val="006E4478"/>
    <w:rsid w:val="006E4C3C"/>
    <w:rsid w:val="006E6860"/>
    <w:rsid w:val="006E69E0"/>
    <w:rsid w:val="006E7184"/>
    <w:rsid w:val="006E782A"/>
    <w:rsid w:val="006F1409"/>
    <w:rsid w:val="006F2538"/>
    <w:rsid w:val="006F3723"/>
    <w:rsid w:val="006F4241"/>
    <w:rsid w:val="006F4BBA"/>
    <w:rsid w:val="006F4E0A"/>
    <w:rsid w:val="006F5329"/>
    <w:rsid w:val="006F6011"/>
    <w:rsid w:val="006F674A"/>
    <w:rsid w:val="006F7796"/>
    <w:rsid w:val="00700EBD"/>
    <w:rsid w:val="00700F78"/>
    <w:rsid w:val="007010E7"/>
    <w:rsid w:val="007012DD"/>
    <w:rsid w:val="00701D63"/>
    <w:rsid w:val="00702F17"/>
    <w:rsid w:val="00703AA2"/>
    <w:rsid w:val="00703AA3"/>
    <w:rsid w:val="00703DEE"/>
    <w:rsid w:val="00703DFA"/>
    <w:rsid w:val="00703F24"/>
    <w:rsid w:val="007043EE"/>
    <w:rsid w:val="007047E5"/>
    <w:rsid w:val="007048E9"/>
    <w:rsid w:val="00704D7E"/>
    <w:rsid w:val="007054CA"/>
    <w:rsid w:val="00705650"/>
    <w:rsid w:val="00706199"/>
    <w:rsid w:val="00706D41"/>
    <w:rsid w:val="0070740E"/>
    <w:rsid w:val="00707502"/>
    <w:rsid w:val="00707C9A"/>
    <w:rsid w:val="00710572"/>
    <w:rsid w:val="007105B7"/>
    <w:rsid w:val="00710649"/>
    <w:rsid w:val="00710852"/>
    <w:rsid w:val="0071145D"/>
    <w:rsid w:val="0071146A"/>
    <w:rsid w:val="007120A3"/>
    <w:rsid w:val="007121C7"/>
    <w:rsid w:val="007129B3"/>
    <w:rsid w:val="007134D4"/>
    <w:rsid w:val="007140CF"/>
    <w:rsid w:val="007140FF"/>
    <w:rsid w:val="00714E57"/>
    <w:rsid w:val="00715270"/>
    <w:rsid w:val="007152DC"/>
    <w:rsid w:val="007155A5"/>
    <w:rsid w:val="007157B1"/>
    <w:rsid w:val="007158CF"/>
    <w:rsid w:val="00715B36"/>
    <w:rsid w:val="007172F1"/>
    <w:rsid w:val="00717B1E"/>
    <w:rsid w:val="00717E38"/>
    <w:rsid w:val="00720C82"/>
    <w:rsid w:val="007215C7"/>
    <w:rsid w:val="00721CD6"/>
    <w:rsid w:val="00721D7F"/>
    <w:rsid w:val="00721DA8"/>
    <w:rsid w:val="00721FE4"/>
    <w:rsid w:val="0072234C"/>
    <w:rsid w:val="007229AB"/>
    <w:rsid w:val="00722F4F"/>
    <w:rsid w:val="00723343"/>
    <w:rsid w:val="007236F1"/>
    <w:rsid w:val="007245A2"/>
    <w:rsid w:val="0072562C"/>
    <w:rsid w:val="007256D5"/>
    <w:rsid w:val="007259AF"/>
    <w:rsid w:val="00725E5A"/>
    <w:rsid w:val="00726347"/>
    <w:rsid w:val="00726C50"/>
    <w:rsid w:val="00726EE5"/>
    <w:rsid w:val="00726F1A"/>
    <w:rsid w:val="00727738"/>
    <w:rsid w:val="00727C1F"/>
    <w:rsid w:val="00727D7C"/>
    <w:rsid w:val="00727E28"/>
    <w:rsid w:val="00730412"/>
    <w:rsid w:val="00730A1F"/>
    <w:rsid w:val="00730A7F"/>
    <w:rsid w:val="00730A84"/>
    <w:rsid w:val="00730E53"/>
    <w:rsid w:val="00730FE8"/>
    <w:rsid w:val="0073151A"/>
    <w:rsid w:val="007316DE"/>
    <w:rsid w:val="0073185C"/>
    <w:rsid w:val="00731A89"/>
    <w:rsid w:val="00732151"/>
    <w:rsid w:val="007321EC"/>
    <w:rsid w:val="00732602"/>
    <w:rsid w:val="00733335"/>
    <w:rsid w:val="00734352"/>
    <w:rsid w:val="007349D5"/>
    <w:rsid w:val="00735E09"/>
    <w:rsid w:val="00735E9C"/>
    <w:rsid w:val="00735EA8"/>
    <w:rsid w:val="00736B4C"/>
    <w:rsid w:val="00737495"/>
    <w:rsid w:val="0073773F"/>
    <w:rsid w:val="007405E3"/>
    <w:rsid w:val="0074140E"/>
    <w:rsid w:val="007418D0"/>
    <w:rsid w:val="0074193C"/>
    <w:rsid w:val="00742540"/>
    <w:rsid w:val="00742600"/>
    <w:rsid w:val="00743157"/>
    <w:rsid w:val="00743427"/>
    <w:rsid w:val="00743BE5"/>
    <w:rsid w:val="00744413"/>
    <w:rsid w:val="00744EE1"/>
    <w:rsid w:val="00746509"/>
    <w:rsid w:val="00747A31"/>
    <w:rsid w:val="007503C9"/>
    <w:rsid w:val="00750A3D"/>
    <w:rsid w:val="00750BF9"/>
    <w:rsid w:val="00751138"/>
    <w:rsid w:val="00751CF3"/>
    <w:rsid w:val="007522B1"/>
    <w:rsid w:val="0075298E"/>
    <w:rsid w:val="00752C09"/>
    <w:rsid w:val="00752D80"/>
    <w:rsid w:val="00753037"/>
    <w:rsid w:val="00753235"/>
    <w:rsid w:val="00753ED4"/>
    <w:rsid w:val="00753F7F"/>
    <w:rsid w:val="0075491B"/>
    <w:rsid w:val="00754AAC"/>
    <w:rsid w:val="00754AFE"/>
    <w:rsid w:val="00754B4B"/>
    <w:rsid w:val="00754E42"/>
    <w:rsid w:val="007558E5"/>
    <w:rsid w:val="0075709E"/>
    <w:rsid w:val="00757292"/>
    <w:rsid w:val="00757523"/>
    <w:rsid w:val="0075788F"/>
    <w:rsid w:val="00757CD6"/>
    <w:rsid w:val="00760412"/>
    <w:rsid w:val="007604F2"/>
    <w:rsid w:val="00760A12"/>
    <w:rsid w:val="007610E7"/>
    <w:rsid w:val="007620A4"/>
    <w:rsid w:val="00762602"/>
    <w:rsid w:val="00762CEA"/>
    <w:rsid w:val="007631F5"/>
    <w:rsid w:val="0076345C"/>
    <w:rsid w:val="007634CB"/>
    <w:rsid w:val="007634F9"/>
    <w:rsid w:val="00763A27"/>
    <w:rsid w:val="00764114"/>
    <w:rsid w:val="007646C9"/>
    <w:rsid w:val="00765B2D"/>
    <w:rsid w:val="0076661F"/>
    <w:rsid w:val="00766BF8"/>
    <w:rsid w:val="00766DB5"/>
    <w:rsid w:val="00766E8D"/>
    <w:rsid w:val="007679F7"/>
    <w:rsid w:val="007700C3"/>
    <w:rsid w:val="007701A0"/>
    <w:rsid w:val="00770751"/>
    <w:rsid w:val="007709E2"/>
    <w:rsid w:val="00771999"/>
    <w:rsid w:val="00771E20"/>
    <w:rsid w:val="00771F64"/>
    <w:rsid w:val="0077228B"/>
    <w:rsid w:val="00773091"/>
    <w:rsid w:val="007731FF"/>
    <w:rsid w:val="00773643"/>
    <w:rsid w:val="0077381A"/>
    <w:rsid w:val="0077480F"/>
    <w:rsid w:val="00774B34"/>
    <w:rsid w:val="00774E23"/>
    <w:rsid w:val="00774F0C"/>
    <w:rsid w:val="007757D9"/>
    <w:rsid w:val="00775892"/>
    <w:rsid w:val="00776019"/>
    <w:rsid w:val="00776716"/>
    <w:rsid w:val="00776887"/>
    <w:rsid w:val="00776B2A"/>
    <w:rsid w:val="00776C2E"/>
    <w:rsid w:val="00776C5D"/>
    <w:rsid w:val="00777082"/>
    <w:rsid w:val="00781A2D"/>
    <w:rsid w:val="00781F42"/>
    <w:rsid w:val="007825AD"/>
    <w:rsid w:val="007825FA"/>
    <w:rsid w:val="0078271C"/>
    <w:rsid w:val="00782B4D"/>
    <w:rsid w:val="00782DD0"/>
    <w:rsid w:val="007831D4"/>
    <w:rsid w:val="0078376C"/>
    <w:rsid w:val="00783772"/>
    <w:rsid w:val="00783F39"/>
    <w:rsid w:val="007840A4"/>
    <w:rsid w:val="007846BB"/>
    <w:rsid w:val="00784C49"/>
    <w:rsid w:val="00784DC3"/>
    <w:rsid w:val="007860F6"/>
    <w:rsid w:val="007868FD"/>
    <w:rsid w:val="00786BF4"/>
    <w:rsid w:val="00787AF0"/>
    <w:rsid w:val="00787E42"/>
    <w:rsid w:val="00787EA7"/>
    <w:rsid w:val="00787F7A"/>
    <w:rsid w:val="0079034E"/>
    <w:rsid w:val="0079099A"/>
    <w:rsid w:val="00790A02"/>
    <w:rsid w:val="0079113B"/>
    <w:rsid w:val="0079118F"/>
    <w:rsid w:val="00791336"/>
    <w:rsid w:val="007913A0"/>
    <w:rsid w:val="0079153C"/>
    <w:rsid w:val="00791859"/>
    <w:rsid w:val="0079234B"/>
    <w:rsid w:val="007923C0"/>
    <w:rsid w:val="00792492"/>
    <w:rsid w:val="00792E36"/>
    <w:rsid w:val="00793A95"/>
    <w:rsid w:val="00793D9E"/>
    <w:rsid w:val="007941BE"/>
    <w:rsid w:val="0079468D"/>
    <w:rsid w:val="00795525"/>
    <w:rsid w:val="007957F1"/>
    <w:rsid w:val="00795F31"/>
    <w:rsid w:val="00796992"/>
    <w:rsid w:val="00796AE9"/>
    <w:rsid w:val="007970EE"/>
    <w:rsid w:val="0079761A"/>
    <w:rsid w:val="007A02D7"/>
    <w:rsid w:val="007A04EC"/>
    <w:rsid w:val="007A1F49"/>
    <w:rsid w:val="007A2C96"/>
    <w:rsid w:val="007A33F4"/>
    <w:rsid w:val="007A38D4"/>
    <w:rsid w:val="007A4388"/>
    <w:rsid w:val="007A4D62"/>
    <w:rsid w:val="007A5F4D"/>
    <w:rsid w:val="007A6271"/>
    <w:rsid w:val="007B0362"/>
    <w:rsid w:val="007B03CA"/>
    <w:rsid w:val="007B05DB"/>
    <w:rsid w:val="007B12B8"/>
    <w:rsid w:val="007B1334"/>
    <w:rsid w:val="007B183D"/>
    <w:rsid w:val="007B18E6"/>
    <w:rsid w:val="007B1A74"/>
    <w:rsid w:val="007B2256"/>
    <w:rsid w:val="007B3085"/>
    <w:rsid w:val="007B3EF6"/>
    <w:rsid w:val="007B47FD"/>
    <w:rsid w:val="007B524F"/>
    <w:rsid w:val="007B538F"/>
    <w:rsid w:val="007B6389"/>
    <w:rsid w:val="007B66FE"/>
    <w:rsid w:val="007B6E07"/>
    <w:rsid w:val="007B7254"/>
    <w:rsid w:val="007B7B41"/>
    <w:rsid w:val="007C04CD"/>
    <w:rsid w:val="007C0539"/>
    <w:rsid w:val="007C05E3"/>
    <w:rsid w:val="007C066B"/>
    <w:rsid w:val="007C0814"/>
    <w:rsid w:val="007C12CF"/>
    <w:rsid w:val="007C12ED"/>
    <w:rsid w:val="007C1416"/>
    <w:rsid w:val="007C160F"/>
    <w:rsid w:val="007C2706"/>
    <w:rsid w:val="007C298D"/>
    <w:rsid w:val="007C2C1C"/>
    <w:rsid w:val="007C2EEF"/>
    <w:rsid w:val="007C3B3F"/>
    <w:rsid w:val="007C4524"/>
    <w:rsid w:val="007C4C6D"/>
    <w:rsid w:val="007C4EBF"/>
    <w:rsid w:val="007C5025"/>
    <w:rsid w:val="007C5597"/>
    <w:rsid w:val="007C5CC2"/>
    <w:rsid w:val="007C5EFC"/>
    <w:rsid w:val="007C64CB"/>
    <w:rsid w:val="007C6DAC"/>
    <w:rsid w:val="007C787B"/>
    <w:rsid w:val="007D0097"/>
    <w:rsid w:val="007D0821"/>
    <w:rsid w:val="007D11A1"/>
    <w:rsid w:val="007D1550"/>
    <w:rsid w:val="007D177B"/>
    <w:rsid w:val="007D2232"/>
    <w:rsid w:val="007D2261"/>
    <w:rsid w:val="007D2E34"/>
    <w:rsid w:val="007D3354"/>
    <w:rsid w:val="007D3A89"/>
    <w:rsid w:val="007D3C3F"/>
    <w:rsid w:val="007D3D14"/>
    <w:rsid w:val="007D4758"/>
    <w:rsid w:val="007D4AE1"/>
    <w:rsid w:val="007D5AF9"/>
    <w:rsid w:val="007D5C50"/>
    <w:rsid w:val="007D61E4"/>
    <w:rsid w:val="007D61FE"/>
    <w:rsid w:val="007D62EB"/>
    <w:rsid w:val="007D684E"/>
    <w:rsid w:val="007D6ACD"/>
    <w:rsid w:val="007D6F67"/>
    <w:rsid w:val="007D7810"/>
    <w:rsid w:val="007D7811"/>
    <w:rsid w:val="007E0429"/>
    <w:rsid w:val="007E0B74"/>
    <w:rsid w:val="007E0CC6"/>
    <w:rsid w:val="007E16DE"/>
    <w:rsid w:val="007E1AA4"/>
    <w:rsid w:val="007E1AC9"/>
    <w:rsid w:val="007E251F"/>
    <w:rsid w:val="007E42D8"/>
    <w:rsid w:val="007E522B"/>
    <w:rsid w:val="007E52E2"/>
    <w:rsid w:val="007E5DEA"/>
    <w:rsid w:val="007E60EC"/>
    <w:rsid w:val="007E72FD"/>
    <w:rsid w:val="007E7368"/>
    <w:rsid w:val="007F075F"/>
    <w:rsid w:val="007F0B5C"/>
    <w:rsid w:val="007F0D01"/>
    <w:rsid w:val="007F1207"/>
    <w:rsid w:val="007F1B38"/>
    <w:rsid w:val="007F1DC0"/>
    <w:rsid w:val="007F1EA6"/>
    <w:rsid w:val="007F266E"/>
    <w:rsid w:val="007F3814"/>
    <w:rsid w:val="007F38D2"/>
    <w:rsid w:val="007F3B2D"/>
    <w:rsid w:val="007F4AFA"/>
    <w:rsid w:val="007F5E8B"/>
    <w:rsid w:val="007F6E8D"/>
    <w:rsid w:val="007F7B0B"/>
    <w:rsid w:val="007F7B39"/>
    <w:rsid w:val="007F7C7E"/>
    <w:rsid w:val="00800452"/>
    <w:rsid w:val="008004CA"/>
    <w:rsid w:val="008007D5"/>
    <w:rsid w:val="0080092B"/>
    <w:rsid w:val="00800DD4"/>
    <w:rsid w:val="00801429"/>
    <w:rsid w:val="00801E2B"/>
    <w:rsid w:val="00802000"/>
    <w:rsid w:val="008029EA"/>
    <w:rsid w:val="00803CE4"/>
    <w:rsid w:val="00805137"/>
    <w:rsid w:val="008052E0"/>
    <w:rsid w:val="008058EA"/>
    <w:rsid w:val="00805C59"/>
    <w:rsid w:val="00805D8E"/>
    <w:rsid w:val="00805FB3"/>
    <w:rsid w:val="0080600B"/>
    <w:rsid w:val="00806AEB"/>
    <w:rsid w:val="00807717"/>
    <w:rsid w:val="00807FD1"/>
    <w:rsid w:val="008106D3"/>
    <w:rsid w:val="008108D4"/>
    <w:rsid w:val="00811373"/>
    <w:rsid w:val="0081140F"/>
    <w:rsid w:val="00811AB4"/>
    <w:rsid w:val="008124EC"/>
    <w:rsid w:val="008139FF"/>
    <w:rsid w:val="00813BC6"/>
    <w:rsid w:val="00814058"/>
    <w:rsid w:val="008141E1"/>
    <w:rsid w:val="008147CC"/>
    <w:rsid w:val="00814F3D"/>
    <w:rsid w:val="00815574"/>
    <w:rsid w:val="008158F1"/>
    <w:rsid w:val="00816003"/>
    <w:rsid w:val="008166A9"/>
    <w:rsid w:val="008168CE"/>
    <w:rsid w:val="00816C30"/>
    <w:rsid w:val="00816D27"/>
    <w:rsid w:val="00820704"/>
    <w:rsid w:val="008208E5"/>
    <w:rsid w:val="008211BB"/>
    <w:rsid w:val="008219C2"/>
    <w:rsid w:val="00821A1D"/>
    <w:rsid w:val="00822159"/>
    <w:rsid w:val="00822266"/>
    <w:rsid w:val="00822A49"/>
    <w:rsid w:val="00822B1D"/>
    <w:rsid w:val="008232C3"/>
    <w:rsid w:val="00823493"/>
    <w:rsid w:val="00823776"/>
    <w:rsid w:val="008241C5"/>
    <w:rsid w:val="00824983"/>
    <w:rsid w:val="00825788"/>
    <w:rsid w:val="00825B6C"/>
    <w:rsid w:val="00825E1F"/>
    <w:rsid w:val="00825F80"/>
    <w:rsid w:val="00826A0B"/>
    <w:rsid w:val="00827ABE"/>
    <w:rsid w:val="00827D32"/>
    <w:rsid w:val="008301ED"/>
    <w:rsid w:val="00831417"/>
    <w:rsid w:val="00831D2D"/>
    <w:rsid w:val="00832202"/>
    <w:rsid w:val="008327C8"/>
    <w:rsid w:val="008327D3"/>
    <w:rsid w:val="008336CD"/>
    <w:rsid w:val="00833ABD"/>
    <w:rsid w:val="00833D80"/>
    <w:rsid w:val="00833F46"/>
    <w:rsid w:val="00833FD3"/>
    <w:rsid w:val="008343CC"/>
    <w:rsid w:val="00835E75"/>
    <w:rsid w:val="00835EB5"/>
    <w:rsid w:val="00836431"/>
    <w:rsid w:val="00836A5B"/>
    <w:rsid w:val="00837BE3"/>
    <w:rsid w:val="00840344"/>
    <w:rsid w:val="008406CC"/>
    <w:rsid w:val="0084142B"/>
    <w:rsid w:val="0084164A"/>
    <w:rsid w:val="008422FB"/>
    <w:rsid w:val="008430C9"/>
    <w:rsid w:val="00843B83"/>
    <w:rsid w:val="00844B65"/>
    <w:rsid w:val="00844EC7"/>
    <w:rsid w:val="008451E8"/>
    <w:rsid w:val="008452E7"/>
    <w:rsid w:val="00845418"/>
    <w:rsid w:val="00845F57"/>
    <w:rsid w:val="00847832"/>
    <w:rsid w:val="00847C10"/>
    <w:rsid w:val="0085025F"/>
    <w:rsid w:val="00850D81"/>
    <w:rsid w:val="008529F7"/>
    <w:rsid w:val="00852DE6"/>
    <w:rsid w:val="00852F7E"/>
    <w:rsid w:val="00853F50"/>
    <w:rsid w:val="00854449"/>
    <w:rsid w:val="00854629"/>
    <w:rsid w:val="0085497C"/>
    <w:rsid w:val="00854B58"/>
    <w:rsid w:val="0085501C"/>
    <w:rsid w:val="00855B61"/>
    <w:rsid w:val="008564F3"/>
    <w:rsid w:val="00856683"/>
    <w:rsid w:val="0085691F"/>
    <w:rsid w:val="00856A39"/>
    <w:rsid w:val="00857214"/>
    <w:rsid w:val="00857285"/>
    <w:rsid w:val="00857B8B"/>
    <w:rsid w:val="00857E33"/>
    <w:rsid w:val="008600D8"/>
    <w:rsid w:val="008612D9"/>
    <w:rsid w:val="00861C45"/>
    <w:rsid w:val="0086205E"/>
    <w:rsid w:val="00862DF4"/>
    <w:rsid w:val="00863018"/>
    <w:rsid w:val="0086310B"/>
    <w:rsid w:val="008631E7"/>
    <w:rsid w:val="00863B2B"/>
    <w:rsid w:val="00863BF2"/>
    <w:rsid w:val="00863D10"/>
    <w:rsid w:val="0086429E"/>
    <w:rsid w:val="008650BB"/>
    <w:rsid w:val="00865176"/>
    <w:rsid w:val="008651F3"/>
    <w:rsid w:val="008652C4"/>
    <w:rsid w:val="008653DB"/>
    <w:rsid w:val="00865513"/>
    <w:rsid w:val="0086592E"/>
    <w:rsid w:val="0086632E"/>
    <w:rsid w:val="00866EF9"/>
    <w:rsid w:val="008674A4"/>
    <w:rsid w:val="00867C8D"/>
    <w:rsid w:val="008703E7"/>
    <w:rsid w:val="00870B49"/>
    <w:rsid w:val="0087189D"/>
    <w:rsid w:val="00871DE5"/>
    <w:rsid w:val="0087208F"/>
    <w:rsid w:val="00872B3D"/>
    <w:rsid w:val="00872D31"/>
    <w:rsid w:val="0087333A"/>
    <w:rsid w:val="0087406F"/>
    <w:rsid w:val="008741E6"/>
    <w:rsid w:val="00874286"/>
    <w:rsid w:val="0087524A"/>
    <w:rsid w:val="00875473"/>
    <w:rsid w:val="00875625"/>
    <w:rsid w:val="00875D46"/>
    <w:rsid w:val="0087631B"/>
    <w:rsid w:val="008769A8"/>
    <w:rsid w:val="00876C9F"/>
    <w:rsid w:val="00876D8E"/>
    <w:rsid w:val="00877719"/>
    <w:rsid w:val="00880188"/>
    <w:rsid w:val="00880FF1"/>
    <w:rsid w:val="008811DD"/>
    <w:rsid w:val="0088131E"/>
    <w:rsid w:val="008816FF"/>
    <w:rsid w:val="00881A8B"/>
    <w:rsid w:val="00881CFB"/>
    <w:rsid w:val="00881E10"/>
    <w:rsid w:val="00881FC8"/>
    <w:rsid w:val="00882220"/>
    <w:rsid w:val="00882610"/>
    <w:rsid w:val="00882EE9"/>
    <w:rsid w:val="00882F71"/>
    <w:rsid w:val="00884218"/>
    <w:rsid w:val="00884E29"/>
    <w:rsid w:val="008850C9"/>
    <w:rsid w:val="00885744"/>
    <w:rsid w:val="008859D0"/>
    <w:rsid w:val="00885E3D"/>
    <w:rsid w:val="0088620C"/>
    <w:rsid w:val="0088624B"/>
    <w:rsid w:val="0088642A"/>
    <w:rsid w:val="008867E2"/>
    <w:rsid w:val="00886FF9"/>
    <w:rsid w:val="0088717D"/>
    <w:rsid w:val="00887187"/>
    <w:rsid w:val="0088785A"/>
    <w:rsid w:val="00887C1F"/>
    <w:rsid w:val="00887CA8"/>
    <w:rsid w:val="0089060F"/>
    <w:rsid w:val="00890B12"/>
    <w:rsid w:val="00891440"/>
    <w:rsid w:val="008916B5"/>
    <w:rsid w:val="00891A5C"/>
    <w:rsid w:val="0089253C"/>
    <w:rsid w:val="00892638"/>
    <w:rsid w:val="00893A1D"/>
    <w:rsid w:val="00893EDD"/>
    <w:rsid w:val="008944F6"/>
    <w:rsid w:val="00894C0B"/>
    <w:rsid w:val="00895003"/>
    <w:rsid w:val="0089556C"/>
    <w:rsid w:val="00895741"/>
    <w:rsid w:val="00895C85"/>
    <w:rsid w:val="00895CE0"/>
    <w:rsid w:val="00896D52"/>
    <w:rsid w:val="0089707D"/>
    <w:rsid w:val="008973C0"/>
    <w:rsid w:val="00897A12"/>
    <w:rsid w:val="00897B53"/>
    <w:rsid w:val="008A108C"/>
    <w:rsid w:val="008A1520"/>
    <w:rsid w:val="008A155C"/>
    <w:rsid w:val="008A1A05"/>
    <w:rsid w:val="008A2B2C"/>
    <w:rsid w:val="008A3069"/>
    <w:rsid w:val="008A3440"/>
    <w:rsid w:val="008A3B38"/>
    <w:rsid w:val="008A42EC"/>
    <w:rsid w:val="008A46E2"/>
    <w:rsid w:val="008A51CD"/>
    <w:rsid w:val="008A6849"/>
    <w:rsid w:val="008A7048"/>
    <w:rsid w:val="008A735A"/>
    <w:rsid w:val="008B008F"/>
    <w:rsid w:val="008B1388"/>
    <w:rsid w:val="008B16B5"/>
    <w:rsid w:val="008B1D79"/>
    <w:rsid w:val="008B3979"/>
    <w:rsid w:val="008B3BB2"/>
    <w:rsid w:val="008B3BED"/>
    <w:rsid w:val="008B3DB2"/>
    <w:rsid w:val="008B4348"/>
    <w:rsid w:val="008B44D7"/>
    <w:rsid w:val="008B4DA1"/>
    <w:rsid w:val="008B4FAC"/>
    <w:rsid w:val="008B510D"/>
    <w:rsid w:val="008B53C8"/>
    <w:rsid w:val="008B54B8"/>
    <w:rsid w:val="008B5669"/>
    <w:rsid w:val="008B5A99"/>
    <w:rsid w:val="008B62DE"/>
    <w:rsid w:val="008B6727"/>
    <w:rsid w:val="008B6745"/>
    <w:rsid w:val="008B6896"/>
    <w:rsid w:val="008B6BC1"/>
    <w:rsid w:val="008B6DCD"/>
    <w:rsid w:val="008B725F"/>
    <w:rsid w:val="008C131C"/>
    <w:rsid w:val="008C19A0"/>
    <w:rsid w:val="008C28B4"/>
    <w:rsid w:val="008C28B9"/>
    <w:rsid w:val="008C2AC1"/>
    <w:rsid w:val="008C2DB5"/>
    <w:rsid w:val="008C3099"/>
    <w:rsid w:val="008C40E1"/>
    <w:rsid w:val="008C42E3"/>
    <w:rsid w:val="008C43CC"/>
    <w:rsid w:val="008C4632"/>
    <w:rsid w:val="008C5675"/>
    <w:rsid w:val="008C64F0"/>
    <w:rsid w:val="008C6621"/>
    <w:rsid w:val="008C6BA9"/>
    <w:rsid w:val="008C70EE"/>
    <w:rsid w:val="008D0CF5"/>
    <w:rsid w:val="008D0D3F"/>
    <w:rsid w:val="008D1050"/>
    <w:rsid w:val="008D1B0A"/>
    <w:rsid w:val="008D1FFB"/>
    <w:rsid w:val="008D2046"/>
    <w:rsid w:val="008D217E"/>
    <w:rsid w:val="008D2206"/>
    <w:rsid w:val="008D2D05"/>
    <w:rsid w:val="008D2F31"/>
    <w:rsid w:val="008D414D"/>
    <w:rsid w:val="008D4697"/>
    <w:rsid w:val="008D6000"/>
    <w:rsid w:val="008D611F"/>
    <w:rsid w:val="008D621F"/>
    <w:rsid w:val="008D68C7"/>
    <w:rsid w:val="008D6E04"/>
    <w:rsid w:val="008D7EC0"/>
    <w:rsid w:val="008E033A"/>
    <w:rsid w:val="008E0366"/>
    <w:rsid w:val="008E08E7"/>
    <w:rsid w:val="008E0901"/>
    <w:rsid w:val="008E0994"/>
    <w:rsid w:val="008E0C4D"/>
    <w:rsid w:val="008E12CA"/>
    <w:rsid w:val="008E1383"/>
    <w:rsid w:val="008E1A1B"/>
    <w:rsid w:val="008E1B65"/>
    <w:rsid w:val="008E21E3"/>
    <w:rsid w:val="008E228F"/>
    <w:rsid w:val="008E2797"/>
    <w:rsid w:val="008E2A5F"/>
    <w:rsid w:val="008E3320"/>
    <w:rsid w:val="008E3635"/>
    <w:rsid w:val="008E36F3"/>
    <w:rsid w:val="008E3884"/>
    <w:rsid w:val="008E3DCA"/>
    <w:rsid w:val="008E417D"/>
    <w:rsid w:val="008E46D3"/>
    <w:rsid w:val="008E4B77"/>
    <w:rsid w:val="008E4DC4"/>
    <w:rsid w:val="008E503C"/>
    <w:rsid w:val="008E6C3A"/>
    <w:rsid w:val="008E70F8"/>
    <w:rsid w:val="008F0722"/>
    <w:rsid w:val="008F0CF4"/>
    <w:rsid w:val="008F0ECB"/>
    <w:rsid w:val="008F133E"/>
    <w:rsid w:val="008F1E48"/>
    <w:rsid w:val="008F1FDD"/>
    <w:rsid w:val="008F22F7"/>
    <w:rsid w:val="008F2F25"/>
    <w:rsid w:val="008F306D"/>
    <w:rsid w:val="008F30D7"/>
    <w:rsid w:val="008F3A45"/>
    <w:rsid w:val="008F3B17"/>
    <w:rsid w:val="008F5A7C"/>
    <w:rsid w:val="008F5C14"/>
    <w:rsid w:val="008F610B"/>
    <w:rsid w:val="008F6FEE"/>
    <w:rsid w:val="008F7564"/>
    <w:rsid w:val="008F762A"/>
    <w:rsid w:val="008F76AF"/>
    <w:rsid w:val="00900892"/>
    <w:rsid w:val="00901FC8"/>
    <w:rsid w:val="009023A5"/>
    <w:rsid w:val="00902B44"/>
    <w:rsid w:val="00903EF1"/>
    <w:rsid w:val="0090412C"/>
    <w:rsid w:val="0090447D"/>
    <w:rsid w:val="0090456D"/>
    <w:rsid w:val="00904744"/>
    <w:rsid w:val="00904971"/>
    <w:rsid w:val="009052A5"/>
    <w:rsid w:val="009060ED"/>
    <w:rsid w:val="00907344"/>
    <w:rsid w:val="009100A2"/>
    <w:rsid w:val="00910C14"/>
    <w:rsid w:val="00911372"/>
    <w:rsid w:val="00911CA5"/>
    <w:rsid w:val="0091207C"/>
    <w:rsid w:val="00912B55"/>
    <w:rsid w:val="009130C6"/>
    <w:rsid w:val="009138D1"/>
    <w:rsid w:val="00913B49"/>
    <w:rsid w:val="00913D66"/>
    <w:rsid w:val="009140E6"/>
    <w:rsid w:val="00914232"/>
    <w:rsid w:val="00914830"/>
    <w:rsid w:val="009148B4"/>
    <w:rsid w:val="009148FA"/>
    <w:rsid w:val="00914A06"/>
    <w:rsid w:val="00914A97"/>
    <w:rsid w:val="0091510F"/>
    <w:rsid w:val="0091533F"/>
    <w:rsid w:val="00915F57"/>
    <w:rsid w:val="00915F62"/>
    <w:rsid w:val="00916A70"/>
    <w:rsid w:val="00916AE7"/>
    <w:rsid w:val="00916B30"/>
    <w:rsid w:val="00917904"/>
    <w:rsid w:val="00917BAE"/>
    <w:rsid w:val="0092036E"/>
    <w:rsid w:val="00921852"/>
    <w:rsid w:val="00921F31"/>
    <w:rsid w:val="009220DB"/>
    <w:rsid w:val="00922562"/>
    <w:rsid w:val="009228EE"/>
    <w:rsid w:val="00922A9D"/>
    <w:rsid w:val="0092308B"/>
    <w:rsid w:val="009233C2"/>
    <w:rsid w:val="009237C8"/>
    <w:rsid w:val="00923CB5"/>
    <w:rsid w:val="00925466"/>
    <w:rsid w:val="009256C8"/>
    <w:rsid w:val="00925B32"/>
    <w:rsid w:val="00925FEA"/>
    <w:rsid w:val="00926222"/>
    <w:rsid w:val="00926248"/>
    <w:rsid w:val="0092662E"/>
    <w:rsid w:val="00926928"/>
    <w:rsid w:val="00926F3F"/>
    <w:rsid w:val="0092758D"/>
    <w:rsid w:val="00927A5C"/>
    <w:rsid w:val="00927C1C"/>
    <w:rsid w:val="00927D52"/>
    <w:rsid w:val="0093046F"/>
    <w:rsid w:val="00930ABD"/>
    <w:rsid w:val="0093101E"/>
    <w:rsid w:val="0093161E"/>
    <w:rsid w:val="00931EC9"/>
    <w:rsid w:val="0093248D"/>
    <w:rsid w:val="00932774"/>
    <w:rsid w:val="00932B38"/>
    <w:rsid w:val="00933B88"/>
    <w:rsid w:val="00933FF7"/>
    <w:rsid w:val="00934923"/>
    <w:rsid w:val="0093506B"/>
    <w:rsid w:val="00935161"/>
    <w:rsid w:val="00935600"/>
    <w:rsid w:val="00935754"/>
    <w:rsid w:val="009357CE"/>
    <w:rsid w:val="00935AF9"/>
    <w:rsid w:val="00935B5F"/>
    <w:rsid w:val="009365EB"/>
    <w:rsid w:val="00936D33"/>
    <w:rsid w:val="00936E8C"/>
    <w:rsid w:val="00936F38"/>
    <w:rsid w:val="00937683"/>
    <w:rsid w:val="00940683"/>
    <w:rsid w:val="0094284C"/>
    <w:rsid w:val="00942CB1"/>
    <w:rsid w:val="009431D7"/>
    <w:rsid w:val="0094364F"/>
    <w:rsid w:val="009437CE"/>
    <w:rsid w:val="009441AB"/>
    <w:rsid w:val="0094494C"/>
    <w:rsid w:val="00945610"/>
    <w:rsid w:val="00945F85"/>
    <w:rsid w:val="00946C0D"/>
    <w:rsid w:val="00947E62"/>
    <w:rsid w:val="00947EA1"/>
    <w:rsid w:val="0095052C"/>
    <w:rsid w:val="00950572"/>
    <w:rsid w:val="0095102C"/>
    <w:rsid w:val="0095193B"/>
    <w:rsid w:val="0095276C"/>
    <w:rsid w:val="009527A5"/>
    <w:rsid w:val="0095346E"/>
    <w:rsid w:val="00953672"/>
    <w:rsid w:val="009538FD"/>
    <w:rsid w:val="00953F31"/>
    <w:rsid w:val="0095524E"/>
    <w:rsid w:val="009562B2"/>
    <w:rsid w:val="009565F6"/>
    <w:rsid w:val="00956673"/>
    <w:rsid w:val="009575DB"/>
    <w:rsid w:val="0095762B"/>
    <w:rsid w:val="0095772C"/>
    <w:rsid w:val="00960DFA"/>
    <w:rsid w:val="009623A4"/>
    <w:rsid w:val="00962D51"/>
    <w:rsid w:val="00962FF3"/>
    <w:rsid w:val="00963A59"/>
    <w:rsid w:val="00963B95"/>
    <w:rsid w:val="009650BC"/>
    <w:rsid w:val="00965F97"/>
    <w:rsid w:val="00966791"/>
    <w:rsid w:val="0096765A"/>
    <w:rsid w:val="00970756"/>
    <w:rsid w:val="0097089A"/>
    <w:rsid w:val="009720C9"/>
    <w:rsid w:val="0097230C"/>
    <w:rsid w:val="009723DD"/>
    <w:rsid w:val="009725E7"/>
    <w:rsid w:val="00972742"/>
    <w:rsid w:val="00973822"/>
    <w:rsid w:val="00973BE1"/>
    <w:rsid w:val="00974474"/>
    <w:rsid w:val="00975138"/>
    <w:rsid w:val="0097590C"/>
    <w:rsid w:val="0097717B"/>
    <w:rsid w:val="0097736D"/>
    <w:rsid w:val="0097794F"/>
    <w:rsid w:val="0098052A"/>
    <w:rsid w:val="009814EE"/>
    <w:rsid w:val="00981D24"/>
    <w:rsid w:val="009827FC"/>
    <w:rsid w:val="00983973"/>
    <w:rsid w:val="009843A9"/>
    <w:rsid w:val="0098443E"/>
    <w:rsid w:val="00986164"/>
    <w:rsid w:val="00986AEF"/>
    <w:rsid w:val="00986C6B"/>
    <w:rsid w:val="009872ED"/>
    <w:rsid w:val="00987702"/>
    <w:rsid w:val="009879F7"/>
    <w:rsid w:val="00987D55"/>
    <w:rsid w:val="00987E5B"/>
    <w:rsid w:val="0099022E"/>
    <w:rsid w:val="00990D02"/>
    <w:rsid w:val="0099158C"/>
    <w:rsid w:val="00991DAA"/>
    <w:rsid w:val="009926E2"/>
    <w:rsid w:val="0099283E"/>
    <w:rsid w:val="00992F6E"/>
    <w:rsid w:val="00993116"/>
    <w:rsid w:val="009932A8"/>
    <w:rsid w:val="00993799"/>
    <w:rsid w:val="009943CD"/>
    <w:rsid w:val="009948B8"/>
    <w:rsid w:val="00994D0D"/>
    <w:rsid w:val="009957D4"/>
    <w:rsid w:val="00995942"/>
    <w:rsid w:val="00995F0A"/>
    <w:rsid w:val="00996539"/>
    <w:rsid w:val="00996A0B"/>
    <w:rsid w:val="00996B29"/>
    <w:rsid w:val="00996FE7"/>
    <w:rsid w:val="009977FF"/>
    <w:rsid w:val="009A00AE"/>
    <w:rsid w:val="009A0EA0"/>
    <w:rsid w:val="009A0ED2"/>
    <w:rsid w:val="009A11CE"/>
    <w:rsid w:val="009A13D0"/>
    <w:rsid w:val="009A17E1"/>
    <w:rsid w:val="009A1F69"/>
    <w:rsid w:val="009A2142"/>
    <w:rsid w:val="009A24F1"/>
    <w:rsid w:val="009A2D3C"/>
    <w:rsid w:val="009A37CE"/>
    <w:rsid w:val="009A37EB"/>
    <w:rsid w:val="009A4836"/>
    <w:rsid w:val="009A5523"/>
    <w:rsid w:val="009A5C57"/>
    <w:rsid w:val="009A5C5D"/>
    <w:rsid w:val="009A6A01"/>
    <w:rsid w:val="009A6A55"/>
    <w:rsid w:val="009A6E4B"/>
    <w:rsid w:val="009A74DA"/>
    <w:rsid w:val="009A7FCE"/>
    <w:rsid w:val="009B0AD0"/>
    <w:rsid w:val="009B189E"/>
    <w:rsid w:val="009B1B6B"/>
    <w:rsid w:val="009B1D42"/>
    <w:rsid w:val="009B23DE"/>
    <w:rsid w:val="009B284F"/>
    <w:rsid w:val="009B2B87"/>
    <w:rsid w:val="009B2CBA"/>
    <w:rsid w:val="009B2F08"/>
    <w:rsid w:val="009B2F35"/>
    <w:rsid w:val="009B33BE"/>
    <w:rsid w:val="009B3DFA"/>
    <w:rsid w:val="009B4652"/>
    <w:rsid w:val="009B6564"/>
    <w:rsid w:val="009B71E2"/>
    <w:rsid w:val="009B795B"/>
    <w:rsid w:val="009B7FB7"/>
    <w:rsid w:val="009B7FF7"/>
    <w:rsid w:val="009C0FF5"/>
    <w:rsid w:val="009C12FD"/>
    <w:rsid w:val="009C15A2"/>
    <w:rsid w:val="009C175F"/>
    <w:rsid w:val="009C1A95"/>
    <w:rsid w:val="009C1D7C"/>
    <w:rsid w:val="009C1E3A"/>
    <w:rsid w:val="009C3120"/>
    <w:rsid w:val="009C34C8"/>
    <w:rsid w:val="009C3CF5"/>
    <w:rsid w:val="009C3F00"/>
    <w:rsid w:val="009C43F6"/>
    <w:rsid w:val="009C516E"/>
    <w:rsid w:val="009C562B"/>
    <w:rsid w:val="009C647C"/>
    <w:rsid w:val="009C70BB"/>
    <w:rsid w:val="009C768A"/>
    <w:rsid w:val="009C7746"/>
    <w:rsid w:val="009C777E"/>
    <w:rsid w:val="009C79C8"/>
    <w:rsid w:val="009D09D6"/>
    <w:rsid w:val="009D0A06"/>
    <w:rsid w:val="009D131C"/>
    <w:rsid w:val="009D1A12"/>
    <w:rsid w:val="009D2109"/>
    <w:rsid w:val="009D229E"/>
    <w:rsid w:val="009D34D4"/>
    <w:rsid w:val="009D375C"/>
    <w:rsid w:val="009D3BDF"/>
    <w:rsid w:val="009D4625"/>
    <w:rsid w:val="009D4822"/>
    <w:rsid w:val="009D53C2"/>
    <w:rsid w:val="009D5615"/>
    <w:rsid w:val="009D5BE7"/>
    <w:rsid w:val="009D729E"/>
    <w:rsid w:val="009D773A"/>
    <w:rsid w:val="009D79CA"/>
    <w:rsid w:val="009D7E55"/>
    <w:rsid w:val="009E012A"/>
    <w:rsid w:val="009E0BC3"/>
    <w:rsid w:val="009E0E60"/>
    <w:rsid w:val="009E11BD"/>
    <w:rsid w:val="009E11E7"/>
    <w:rsid w:val="009E1549"/>
    <w:rsid w:val="009E171C"/>
    <w:rsid w:val="009E1F31"/>
    <w:rsid w:val="009E2163"/>
    <w:rsid w:val="009E21F9"/>
    <w:rsid w:val="009E2614"/>
    <w:rsid w:val="009E2626"/>
    <w:rsid w:val="009E2893"/>
    <w:rsid w:val="009E2C3A"/>
    <w:rsid w:val="009E4080"/>
    <w:rsid w:val="009E42E5"/>
    <w:rsid w:val="009E43B4"/>
    <w:rsid w:val="009E4810"/>
    <w:rsid w:val="009E4980"/>
    <w:rsid w:val="009E4A05"/>
    <w:rsid w:val="009E5624"/>
    <w:rsid w:val="009E577F"/>
    <w:rsid w:val="009E5B95"/>
    <w:rsid w:val="009E5FF2"/>
    <w:rsid w:val="009E6671"/>
    <w:rsid w:val="009E6A0A"/>
    <w:rsid w:val="009E7190"/>
    <w:rsid w:val="009E7B6C"/>
    <w:rsid w:val="009E7DF3"/>
    <w:rsid w:val="009F1602"/>
    <w:rsid w:val="009F1776"/>
    <w:rsid w:val="009F1D8C"/>
    <w:rsid w:val="009F261B"/>
    <w:rsid w:val="009F263E"/>
    <w:rsid w:val="009F2AB9"/>
    <w:rsid w:val="009F308D"/>
    <w:rsid w:val="009F3442"/>
    <w:rsid w:val="009F4A71"/>
    <w:rsid w:val="009F61E8"/>
    <w:rsid w:val="009F646C"/>
    <w:rsid w:val="009F73BE"/>
    <w:rsid w:val="009F7D11"/>
    <w:rsid w:val="00A00C54"/>
    <w:rsid w:val="00A01895"/>
    <w:rsid w:val="00A0207B"/>
    <w:rsid w:val="00A02667"/>
    <w:rsid w:val="00A030A6"/>
    <w:rsid w:val="00A03F9A"/>
    <w:rsid w:val="00A03FC2"/>
    <w:rsid w:val="00A0417A"/>
    <w:rsid w:val="00A049FE"/>
    <w:rsid w:val="00A05920"/>
    <w:rsid w:val="00A05E10"/>
    <w:rsid w:val="00A07F36"/>
    <w:rsid w:val="00A07F51"/>
    <w:rsid w:val="00A10D09"/>
    <w:rsid w:val="00A11069"/>
    <w:rsid w:val="00A11F09"/>
    <w:rsid w:val="00A138A3"/>
    <w:rsid w:val="00A13DEA"/>
    <w:rsid w:val="00A13E7A"/>
    <w:rsid w:val="00A14251"/>
    <w:rsid w:val="00A1483B"/>
    <w:rsid w:val="00A148B8"/>
    <w:rsid w:val="00A1638A"/>
    <w:rsid w:val="00A174B8"/>
    <w:rsid w:val="00A17FDE"/>
    <w:rsid w:val="00A203C2"/>
    <w:rsid w:val="00A20D33"/>
    <w:rsid w:val="00A215BB"/>
    <w:rsid w:val="00A21F40"/>
    <w:rsid w:val="00A2233B"/>
    <w:rsid w:val="00A225B6"/>
    <w:rsid w:val="00A22E49"/>
    <w:rsid w:val="00A22E6F"/>
    <w:rsid w:val="00A2375C"/>
    <w:rsid w:val="00A23B16"/>
    <w:rsid w:val="00A23D50"/>
    <w:rsid w:val="00A242AC"/>
    <w:rsid w:val="00A24471"/>
    <w:rsid w:val="00A24B24"/>
    <w:rsid w:val="00A24C11"/>
    <w:rsid w:val="00A24C25"/>
    <w:rsid w:val="00A24CDA"/>
    <w:rsid w:val="00A252EE"/>
    <w:rsid w:val="00A253EE"/>
    <w:rsid w:val="00A2574E"/>
    <w:rsid w:val="00A25D28"/>
    <w:rsid w:val="00A261B0"/>
    <w:rsid w:val="00A279FC"/>
    <w:rsid w:val="00A304C6"/>
    <w:rsid w:val="00A30D84"/>
    <w:rsid w:val="00A30FAD"/>
    <w:rsid w:val="00A315A0"/>
    <w:rsid w:val="00A31DEE"/>
    <w:rsid w:val="00A320DD"/>
    <w:rsid w:val="00A326D6"/>
    <w:rsid w:val="00A3309D"/>
    <w:rsid w:val="00A33109"/>
    <w:rsid w:val="00A33A2A"/>
    <w:rsid w:val="00A33BEE"/>
    <w:rsid w:val="00A34747"/>
    <w:rsid w:val="00A34BBD"/>
    <w:rsid w:val="00A34D9B"/>
    <w:rsid w:val="00A3547A"/>
    <w:rsid w:val="00A35A98"/>
    <w:rsid w:val="00A36083"/>
    <w:rsid w:val="00A363D2"/>
    <w:rsid w:val="00A36A67"/>
    <w:rsid w:val="00A375E2"/>
    <w:rsid w:val="00A40378"/>
    <w:rsid w:val="00A41272"/>
    <w:rsid w:val="00A41E2D"/>
    <w:rsid w:val="00A422E0"/>
    <w:rsid w:val="00A43DAA"/>
    <w:rsid w:val="00A43ED8"/>
    <w:rsid w:val="00A44286"/>
    <w:rsid w:val="00A44E2B"/>
    <w:rsid w:val="00A4578E"/>
    <w:rsid w:val="00A45F3B"/>
    <w:rsid w:val="00A4629D"/>
    <w:rsid w:val="00A4698B"/>
    <w:rsid w:val="00A47881"/>
    <w:rsid w:val="00A47D86"/>
    <w:rsid w:val="00A47DF9"/>
    <w:rsid w:val="00A50CC7"/>
    <w:rsid w:val="00A50E41"/>
    <w:rsid w:val="00A5187D"/>
    <w:rsid w:val="00A51B97"/>
    <w:rsid w:val="00A51E23"/>
    <w:rsid w:val="00A52168"/>
    <w:rsid w:val="00A52236"/>
    <w:rsid w:val="00A52F34"/>
    <w:rsid w:val="00A536AF"/>
    <w:rsid w:val="00A53FC1"/>
    <w:rsid w:val="00A541E8"/>
    <w:rsid w:val="00A5435F"/>
    <w:rsid w:val="00A54D5D"/>
    <w:rsid w:val="00A54D5E"/>
    <w:rsid w:val="00A5526C"/>
    <w:rsid w:val="00A552AA"/>
    <w:rsid w:val="00A55431"/>
    <w:rsid w:val="00A55DA0"/>
    <w:rsid w:val="00A56827"/>
    <w:rsid w:val="00A56B0C"/>
    <w:rsid w:val="00A57507"/>
    <w:rsid w:val="00A57AB2"/>
    <w:rsid w:val="00A57D7C"/>
    <w:rsid w:val="00A57F70"/>
    <w:rsid w:val="00A60AB3"/>
    <w:rsid w:val="00A60F06"/>
    <w:rsid w:val="00A6169F"/>
    <w:rsid w:val="00A61AA0"/>
    <w:rsid w:val="00A61AC1"/>
    <w:rsid w:val="00A62310"/>
    <w:rsid w:val="00A633A0"/>
    <w:rsid w:val="00A63440"/>
    <w:rsid w:val="00A642B6"/>
    <w:rsid w:val="00A64713"/>
    <w:rsid w:val="00A647A5"/>
    <w:rsid w:val="00A65056"/>
    <w:rsid w:val="00A650DC"/>
    <w:rsid w:val="00A658BD"/>
    <w:rsid w:val="00A65D71"/>
    <w:rsid w:val="00A65FBE"/>
    <w:rsid w:val="00A675A6"/>
    <w:rsid w:val="00A677CD"/>
    <w:rsid w:val="00A678C3"/>
    <w:rsid w:val="00A67965"/>
    <w:rsid w:val="00A679DF"/>
    <w:rsid w:val="00A70426"/>
    <w:rsid w:val="00A71147"/>
    <w:rsid w:val="00A71B59"/>
    <w:rsid w:val="00A71CFD"/>
    <w:rsid w:val="00A72247"/>
    <w:rsid w:val="00A723F1"/>
    <w:rsid w:val="00A73A9A"/>
    <w:rsid w:val="00A748D7"/>
    <w:rsid w:val="00A74F29"/>
    <w:rsid w:val="00A762D7"/>
    <w:rsid w:val="00A76FDE"/>
    <w:rsid w:val="00A77065"/>
    <w:rsid w:val="00A77518"/>
    <w:rsid w:val="00A778D9"/>
    <w:rsid w:val="00A80B72"/>
    <w:rsid w:val="00A80C62"/>
    <w:rsid w:val="00A81DB7"/>
    <w:rsid w:val="00A826A4"/>
    <w:rsid w:val="00A827AD"/>
    <w:rsid w:val="00A83444"/>
    <w:rsid w:val="00A839CB"/>
    <w:rsid w:val="00A83EA7"/>
    <w:rsid w:val="00A83F2C"/>
    <w:rsid w:val="00A844EA"/>
    <w:rsid w:val="00A844F7"/>
    <w:rsid w:val="00A847D0"/>
    <w:rsid w:val="00A84B8F"/>
    <w:rsid w:val="00A84FB0"/>
    <w:rsid w:val="00A85CF5"/>
    <w:rsid w:val="00A86586"/>
    <w:rsid w:val="00A86C59"/>
    <w:rsid w:val="00A86CAA"/>
    <w:rsid w:val="00A87432"/>
    <w:rsid w:val="00A87EAC"/>
    <w:rsid w:val="00A90032"/>
    <w:rsid w:val="00A9013C"/>
    <w:rsid w:val="00A90672"/>
    <w:rsid w:val="00A91241"/>
    <w:rsid w:val="00A916E6"/>
    <w:rsid w:val="00A91821"/>
    <w:rsid w:val="00A92044"/>
    <w:rsid w:val="00A920C8"/>
    <w:rsid w:val="00A92D0E"/>
    <w:rsid w:val="00A931EC"/>
    <w:rsid w:val="00A93E0A"/>
    <w:rsid w:val="00A943CF"/>
    <w:rsid w:val="00A94D02"/>
    <w:rsid w:val="00A9570A"/>
    <w:rsid w:val="00A95F34"/>
    <w:rsid w:val="00A96409"/>
    <w:rsid w:val="00A970BD"/>
    <w:rsid w:val="00A973F6"/>
    <w:rsid w:val="00A978D4"/>
    <w:rsid w:val="00AA0447"/>
    <w:rsid w:val="00AA04B5"/>
    <w:rsid w:val="00AA065C"/>
    <w:rsid w:val="00AA07B7"/>
    <w:rsid w:val="00AA081D"/>
    <w:rsid w:val="00AA0924"/>
    <w:rsid w:val="00AA0B36"/>
    <w:rsid w:val="00AA0F60"/>
    <w:rsid w:val="00AA1438"/>
    <w:rsid w:val="00AA1F3A"/>
    <w:rsid w:val="00AA1F7F"/>
    <w:rsid w:val="00AA3118"/>
    <w:rsid w:val="00AA38C2"/>
    <w:rsid w:val="00AA3958"/>
    <w:rsid w:val="00AA3CBE"/>
    <w:rsid w:val="00AA3DDF"/>
    <w:rsid w:val="00AA3E15"/>
    <w:rsid w:val="00AA4BF9"/>
    <w:rsid w:val="00AA510B"/>
    <w:rsid w:val="00AA5A5F"/>
    <w:rsid w:val="00AA5A65"/>
    <w:rsid w:val="00AA64FA"/>
    <w:rsid w:val="00AA68EB"/>
    <w:rsid w:val="00AA724B"/>
    <w:rsid w:val="00AA733A"/>
    <w:rsid w:val="00AA7731"/>
    <w:rsid w:val="00AA7AA3"/>
    <w:rsid w:val="00AB0443"/>
    <w:rsid w:val="00AB106C"/>
    <w:rsid w:val="00AB20C9"/>
    <w:rsid w:val="00AB2CD8"/>
    <w:rsid w:val="00AB303C"/>
    <w:rsid w:val="00AB30CE"/>
    <w:rsid w:val="00AB379C"/>
    <w:rsid w:val="00AB3A3F"/>
    <w:rsid w:val="00AB4A7A"/>
    <w:rsid w:val="00AB4DF5"/>
    <w:rsid w:val="00AB5A25"/>
    <w:rsid w:val="00AB6E61"/>
    <w:rsid w:val="00AB6F2A"/>
    <w:rsid w:val="00AB74DD"/>
    <w:rsid w:val="00AC0392"/>
    <w:rsid w:val="00AC0572"/>
    <w:rsid w:val="00AC0BBE"/>
    <w:rsid w:val="00AC10C6"/>
    <w:rsid w:val="00AC1803"/>
    <w:rsid w:val="00AC1934"/>
    <w:rsid w:val="00AC266B"/>
    <w:rsid w:val="00AC448E"/>
    <w:rsid w:val="00AC5827"/>
    <w:rsid w:val="00AC5E3F"/>
    <w:rsid w:val="00AC611A"/>
    <w:rsid w:val="00AC6653"/>
    <w:rsid w:val="00AC6C78"/>
    <w:rsid w:val="00AC6CEF"/>
    <w:rsid w:val="00AC6F3F"/>
    <w:rsid w:val="00AC6F9B"/>
    <w:rsid w:val="00AC752D"/>
    <w:rsid w:val="00AC78A4"/>
    <w:rsid w:val="00AD008F"/>
    <w:rsid w:val="00AD08FF"/>
    <w:rsid w:val="00AD0D3D"/>
    <w:rsid w:val="00AD1048"/>
    <w:rsid w:val="00AD1224"/>
    <w:rsid w:val="00AD14CD"/>
    <w:rsid w:val="00AD29D7"/>
    <w:rsid w:val="00AD2E14"/>
    <w:rsid w:val="00AD3286"/>
    <w:rsid w:val="00AD3555"/>
    <w:rsid w:val="00AD3AF1"/>
    <w:rsid w:val="00AD3ED0"/>
    <w:rsid w:val="00AD491B"/>
    <w:rsid w:val="00AD5015"/>
    <w:rsid w:val="00AD54BE"/>
    <w:rsid w:val="00AD5B59"/>
    <w:rsid w:val="00AD67FC"/>
    <w:rsid w:val="00AD6963"/>
    <w:rsid w:val="00AD6E24"/>
    <w:rsid w:val="00AD79C3"/>
    <w:rsid w:val="00AD7F20"/>
    <w:rsid w:val="00AD7F7E"/>
    <w:rsid w:val="00AE0549"/>
    <w:rsid w:val="00AE05DB"/>
    <w:rsid w:val="00AE095A"/>
    <w:rsid w:val="00AE0D9B"/>
    <w:rsid w:val="00AE1637"/>
    <w:rsid w:val="00AE275D"/>
    <w:rsid w:val="00AE2CC9"/>
    <w:rsid w:val="00AE37F1"/>
    <w:rsid w:val="00AE3CBC"/>
    <w:rsid w:val="00AE3FE8"/>
    <w:rsid w:val="00AE4EE2"/>
    <w:rsid w:val="00AE4FCF"/>
    <w:rsid w:val="00AE577F"/>
    <w:rsid w:val="00AE5876"/>
    <w:rsid w:val="00AE67B8"/>
    <w:rsid w:val="00AE6DA3"/>
    <w:rsid w:val="00AE7131"/>
    <w:rsid w:val="00AF03EF"/>
    <w:rsid w:val="00AF0C0E"/>
    <w:rsid w:val="00AF12BA"/>
    <w:rsid w:val="00AF1539"/>
    <w:rsid w:val="00AF1CD9"/>
    <w:rsid w:val="00AF239C"/>
    <w:rsid w:val="00AF283B"/>
    <w:rsid w:val="00AF292E"/>
    <w:rsid w:val="00AF2C3C"/>
    <w:rsid w:val="00AF351D"/>
    <w:rsid w:val="00AF45DB"/>
    <w:rsid w:val="00AF499E"/>
    <w:rsid w:val="00AF4B7A"/>
    <w:rsid w:val="00AF5264"/>
    <w:rsid w:val="00AF52D7"/>
    <w:rsid w:val="00AF583B"/>
    <w:rsid w:val="00AF62F1"/>
    <w:rsid w:val="00AF6B2F"/>
    <w:rsid w:val="00AF6E11"/>
    <w:rsid w:val="00AF708B"/>
    <w:rsid w:val="00AF7164"/>
    <w:rsid w:val="00AF77D6"/>
    <w:rsid w:val="00B00757"/>
    <w:rsid w:val="00B007EB"/>
    <w:rsid w:val="00B01309"/>
    <w:rsid w:val="00B01689"/>
    <w:rsid w:val="00B01D91"/>
    <w:rsid w:val="00B03388"/>
    <w:rsid w:val="00B034F6"/>
    <w:rsid w:val="00B03697"/>
    <w:rsid w:val="00B03996"/>
    <w:rsid w:val="00B03A50"/>
    <w:rsid w:val="00B04261"/>
    <w:rsid w:val="00B050C6"/>
    <w:rsid w:val="00B0525E"/>
    <w:rsid w:val="00B05D87"/>
    <w:rsid w:val="00B06259"/>
    <w:rsid w:val="00B06E9A"/>
    <w:rsid w:val="00B06E9B"/>
    <w:rsid w:val="00B07098"/>
    <w:rsid w:val="00B07279"/>
    <w:rsid w:val="00B07AEC"/>
    <w:rsid w:val="00B1102B"/>
    <w:rsid w:val="00B1157A"/>
    <w:rsid w:val="00B116CE"/>
    <w:rsid w:val="00B117F4"/>
    <w:rsid w:val="00B12ED7"/>
    <w:rsid w:val="00B13541"/>
    <w:rsid w:val="00B1362F"/>
    <w:rsid w:val="00B13F6A"/>
    <w:rsid w:val="00B14C18"/>
    <w:rsid w:val="00B14E46"/>
    <w:rsid w:val="00B1517F"/>
    <w:rsid w:val="00B15C42"/>
    <w:rsid w:val="00B15CC5"/>
    <w:rsid w:val="00B15CCF"/>
    <w:rsid w:val="00B16B12"/>
    <w:rsid w:val="00B16CAD"/>
    <w:rsid w:val="00B17A31"/>
    <w:rsid w:val="00B17B6E"/>
    <w:rsid w:val="00B17D9A"/>
    <w:rsid w:val="00B17E89"/>
    <w:rsid w:val="00B200D3"/>
    <w:rsid w:val="00B20BA5"/>
    <w:rsid w:val="00B20FC3"/>
    <w:rsid w:val="00B2110D"/>
    <w:rsid w:val="00B222D8"/>
    <w:rsid w:val="00B222FE"/>
    <w:rsid w:val="00B224A4"/>
    <w:rsid w:val="00B2281B"/>
    <w:rsid w:val="00B22D91"/>
    <w:rsid w:val="00B237E1"/>
    <w:rsid w:val="00B23B49"/>
    <w:rsid w:val="00B24491"/>
    <w:rsid w:val="00B2463F"/>
    <w:rsid w:val="00B249FC"/>
    <w:rsid w:val="00B24FE2"/>
    <w:rsid w:val="00B25159"/>
    <w:rsid w:val="00B25560"/>
    <w:rsid w:val="00B2592B"/>
    <w:rsid w:val="00B25C25"/>
    <w:rsid w:val="00B2720D"/>
    <w:rsid w:val="00B275CC"/>
    <w:rsid w:val="00B277C1"/>
    <w:rsid w:val="00B27B2D"/>
    <w:rsid w:val="00B3061D"/>
    <w:rsid w:val="00B311B5"/>
    <w:rsid w:val="00B316E0"/>
    <w:rsid w:val="00B32849"/>
    <w:rsid w:val="00B32A3B"/>
    <w:rsid w:val="00B32B76"/>
    <w:rsid w:val="00B34EAA"/>
    <w:rsid w:val="00B35062"/>
    <w:rsid w:val="00B35744"/>
    <w:rsid w:val="00B3576A"/>
    <w:rsid w:val="00B35787"/>
    <w:rsid w:val="00B357C3"/>
    <w:rsid w:val="00B36234"/>
    <w:rsid w:val="00B3634E"/>
    <w:rsid w:val="00B369F3"/>
    <w:rsid w:val="00B36A75"/>
    <w:rsid w:val="00B370AA"/>
    <w:rsid w:val="00B370E2"/>
    <w:rsid w:val="00B3715E"/>
    <w:rsid w:val="00B375EF"/>
    <w:rsid w:val="00B40037"/>
    <w:rsid w:val="00B4013B"/>
    <w:rsid w:val="00B40DBF"/>
    <w:rsid w:val="00B41220"/>
    <w:rsid w:val="00B422BD"/>
    <w:rsid w:val="00B42721"/>
    <w:rsid w:val="00B42AF8"/>
    <w:rsid w:val="00B42AF9"/>
    <w:rsid w:val="00B430DD"/>
    <w:rsid w:val="00B43D87"/>
    <w:rsid w:val="00B4476F"/>
    <w:rsid w:val="00B44800"/>
    <w:rsid w:val="00B44F2D"/>
    <w:rsid w:val="00B44F72"/>
    <w:rsid w:val="00B4519F"/>
    <w:rsid w:val="00B4540D"/>
    <w:rsid w:val="00B45AB5"/>
    <w:rsid w:val="00B4742B"/>
    <w:rsid w:val="00B47BED"/>
    <w:rsid w:val="00B47CA2"/>
    <w:rsid w:val="00B50342"/>
    <w:rsid w:val="00B5063E"/>
    <w:rsid w:val="00B5074C"/>
    <w:rsid w:val="00B51560"/>
    <w:rsid w:val="00B52188"/>
    <w:rsid w:val="00B52FFA"/>
    <w:rsid w:val="00B5363F"/>
    <w:rsid w:val="00B53E7B"/>
    <w:rsid w:val="00B542F1"/>
    <w:rsid w:val="00B545EF"/>
    <w:rsid w:val="00B547C7"/>
    <w:rsid w:val="00B54AC6"/>
    <w:rsid w:val="00B55170"/>
    <w:rsid w:val="00B551D4"/>
    <w:rsid w:val="00B5548F"/>
    <w:rsid w:val="00B556CA"/>
    <w:rsid w:val="00B55F6F"/>
    <w:rsid w:val="00B5638E"/>
    <w:rsid w:val="00B567BC"/>
    <w:rsid w:val="00B56AF1"/>
    <w:rsid w:val="00B56BEC"/>
    <w:rsid w:val="00B5734C"/>
    <w:rsid w:val="00B579FD"/>
    <w:rsid w:val="00B602A2"/>
    <w:rsid w:val="00B619AB"/>
    <w:rsid w:val="00B61F3F"/>
    <w:rsid w:val="00B61FB4"/>
    <w:rsid w:val="00B62113"/>
    <w:rsid w:val="00B62BEB"/>
    <w:rsid w:val="00B6343A"/>
    <w:rsid w:val="00B63BDC"/>
    <w:rsid w:val="00B63CDD"/>
    <w:rsid w:val="00B65438"/>
    <w:rsid w:val="00B66ABA"/>
    <w:rsid w:val="00B676F7"/>
    <w:rsid w:val="00B67718"/>
    <w:rsid w:val="00B67868"/>
    <w:rsid w:val="00B6795C"/>
    <w:rsid w:val="00B67D75"/>
    <w:rsid w:val="00B67EA2"/>
    <w:rsid w:val="00B70CB5"/>
    <w:rsid w:val="00B7111B"/>
    <w:rsid w:val="00B7128C"/>
    <w:rsid w:val="00B7132B"/>
    <w:rsid w:val="00B7250D"/>
    <w:rsid w:val="00B72BDF"/>
    <w:rsid w:val="00B72D7B"/>
    <w:rsid w:val="00B72F6B"/>
    <w:rsid w:val="00B73791"/>
    <w:rsid w:val="00B73B16"/>
    <w:rsid w:val="00B73FB5"/>
    <w:rsid w:val="00B73FF1"/>
    <w:rsid w:val="00B755CF"/>
    <w:rsid w:val="00B757EA"/>
    <w:rsid w:val="00B7588B"/>
    <w:rsid w:val="00B76A17"/>
    <w:rsid w:val="00B76A3C"/>
    <w:rsid w:val="00B776A7"/>
    <w:rsid w:val="00B778EE"/>
    <w:rsid w:val="00B779F4"/>
    <w:rsid w:val="00B77E70"/>
    <w:rsid w:val="00B805C0"/>
    <w:rsid w:val="00B80674"/>
    <w:rsid w:val="00B8078E"/>
    <w:rsid w:val="00B80881"/>
    <w:rsid w:val="00B81459"/>
    <w:rsid w:val="00B818CD"/>
    <w:rsid w:val="00B838FB"/>
    <w:rsid w:val="00B83E83"/>
    <w:rsid w:val="00B84073"/>
    <w:rsid w:val="00B84297"/>
    <w:rsid w:val="00B845FC"/>
    <w:rsid w:val="00B85437"/>
    <w:rsid w:val="00B8692F"/>
    <w:rsid w:val="00B86AAF"/>
    <w:rsid w:val="00B87343"/>
    <w:rsid w:val="00B87377"/>
    <w:rsid w:val="00B87964"/>
    <w:rsid w:val="00B8797C"/>
    <w:rsid w:val="00B87B5B"/>
    <w:rsid w:val="00B87EBE"/>
    <w:rsid w:val="00B90719"/>
    <w:rsid w:val="00B90A03"/>
    <w:rsid w:val="00B90A67"/>
    <w:rsid w:val="00B91297"/>
    <w:rsid w:val="00B9171E"/>
    <w:rsid w:val="00B91F0A"/>
    <w:rsid w:val="00B9296E"/>
    <w:rsid w:val="00B92A5A"/>
    <w:rsid w:val="00B92F56"/>
    <w:rsid w:val="00B93072"/>
    <w:rsid w:val="00B9323F"/>
    <w:rsid w:val="00B93523"/>
    <w:rsid w:val="00B93E65"/>
    <w:rsid w:val="00B946A8"/>
    <w:rsid w:val="00B94A96"/>
    <w:rsid w:val="00B94AB4"/>
    <w:rsid w:val="00B94C30"/>
    <w:rsid w:val="00B94D64"/>
    <w:rsid w:val="00B95FE9"/>
    <w:rsid w:val="00B96260"/>
    <w:rsid w:val="00B97171"/>
    <w:rsid w:val="00B979F9"/>
    <w:rsid w:val="00B97D7B"/>
    <w:rsid w:val="00BA0B68"/>
    <w:rsid w:val="00BA1440"/>
    <w:rsid w:val="00BA196F"/>
    <w:rsid w:val="00BA1AAE"/>
    <w:rsid w:val="00BA257B"/>
    <w:rsid w:val="00BA2752"/>
    <w:rsid w:val="00BA2A08"/>
    <w:rsid w:val="00BA2CB2"/>
    <w:rsid w:val="00BA2D2B"/>
    <w:rsid w:val="00BA2E31"/>
    <w:rsid w:val="00BA34B6"/>
    <w:rsid w:val="00BA3FC1"/>
    <w:rsid w:val="00BA401E"/>
    <w:rsid w:val="00BA417F"/>
    <w:rsid w:val="00BA43C4"/>
    <w:rsid w:val="00BA49A8"/>
    <w:rsid w:val="00BA557A"/>
    <w:rsid w:val="00BA6019"/>
    <w:rsid w:val="00BA65AD"/>
    <w:rsid w:val="00BA686C"/>
    <w:rsid w:val="00BA6A38"/>
    <w:rsid w:val="00BA6B2B"/>
    <w:rsid w:val="00BA6FAB"/>
    <w:rsid w:val="00BA76D7"/>
    <w:rsid w:val="00BA7AA7"/>
    <w:rsid w:val="00BA7F45"/>
    <w:rsid w:val="00BB072E"/>
    <w:rsid w:val="00BB074C"/>
    <w:rsid w:val="00BB18F6"/>
    <w:rsid w:val="00BB1EA5"/>
    <w:rsid w:val="00BB1FFC"/>
    <w:rsid w:val="00BB22EE"/>
    <w:rsid w:val="00BB29FF"/>
    <w:rsid w:val="00BB2B44"/>
    <w:rsid w:val="00BB2C7B"/>
    <w:rsid w:val="00BB2D13"/>
    <w:rsid w:val="00BB40AB"/>
    <w:rsid w:val="00BB41D5"/>
    <w:rsid w:val="00BB4501"/>
    <w:rsid w:val="00BB4EBF"/>
    <w:rsid w:val="00BB4EEB"/>
    <w:rsid w:val="00BB5642"/>
    <w:rsid w:val="00BB5777"/>
    <w:rsid w:val="00BB6D32"/>
    <w:rsid w:val="00BB6F5D"/>
    <w:rsid w:val="00BB7511"/>
    <w:rsid w:val="00BB7D03"/>
    <w:rsid w:val="00BB7E29"/>
    <w:rsid w:val="00BC1972"/>
    <w:rsid w:val="00BC337D"/>
    <w:rsid w:val="00BC3671"/>
    <w:rsid w:val="00BC3807"/>
    <w:rsid w:val="00BC43E7"/>
    <w:rsid w:val="00BC529F"/>
    <w:rsid w:val="00BC53E2"/>
    <w:rsid w:val="00BC567B"/>
    <w:rsid w:val="00BC5777"/>
    <w:rsid w:val="00BC5811"/>
    <w:rsid w:val="00BC5C65"/>
    <w:rsid w:val="00BC5E45"/>
    <w:rsid w:val="00BC6186"/>
    <w:rsid w:val="00BC6969"/>
    <w:rsid w:val="00BC6C54"/>
    <w:rsid w:val="00BC6EA1"/>
    <w:rsid w:val="00BC7499"/>
    <w:rsid w:val="00BC7A85"/>
    <w:rsid w:val="00BD0D5F"/>
    <w:rsid w:val="00BD143D"/>
    <w:rsid w:val="00BD1D36"/>
    <w:rsid w:val="00BD1FFC"/>
    <w:rsid w:val="00BD2321"/>
    <w:rsid w:val="00BD3911"/>
    <w:rsid w:val="00BD3921"/>
    <w:rsid w:val="00BD409F"/>
    <w:rsid w:val="00BD46A0"/>
    <w:rsid w:val="00BD5018"/>
    <w:rsid w:val="00BD6B9D"/>
    <w:rsid w:val="00BD6FAC"/>
    <w:rsid w:val="00BD7D84"/>
    <w:rsid w:val="00BE09E7"/>
    <w:rsid w:val="00BE25CC"/>
    <w:rsid w:val="00BE284B"/>
    <w:rsid w:val="00BE323A"/>
    <w:rsid w:val="00BE3B6C"/>
    <w:rsid w:val="00BE4CB5"/>
    <w:rsid w:val="00BE588A"/>
    <w:rsid w:val="00BE68C4"/>
    <w:rsid w:val="00BE6A19"/>
    <w:rsid w:val="00BE6AC7"/>
    <w:rsid w:val="00BE6C46"/>
    <w:rsid w:val="00BE783E"/>
    <w:rsid w:val="00BE7C06"/>
    <w:rsid w:val="00BF01AF"/>
    <w:rsid w:val="00BF07BD"/>
    <w:rsid w:val="00BF1C93"/>
    <w:rsid w:val="00BF1CF6"/>
    <w:rsid w:val="00BF221A"/>
    <w:rsid w:val="00BF2A81"/>
    <w:rsid w:val="00BF3396"/>
    <w:rsid w:val="00BF354E"/>
    <w:rsid w:val="00BF3FAA"/>
    <w:rsid w:val="00BF4010"/>
    <w:rsid w:val="00BF4BE3"/>
    <w:rsid w:val="00BF52C2"/>
    <w:rsid w:val="00BF535E"/>
    <w:rsid w:val="00BF556B"/>
    <w:rsid w:val="00BF570B"/>
    <w:rsid w:val="00BF5802"/>
    <w:rsid w:val="00BF5970"/>
    <w:rsid w:val="00C00E28"/>
    <w:rsid w:val="00C00E5A"/>
    <w:rsid w:val="00C011DA"/>
    <w:rsid w:val="00C02625"/>
    <w:rsid w:val="00C02850"/>
    <w:rsid w:val="00C0286A"/>
    <w:rsid w:val="00C02878"/>
    <w:rsid w:val="00C02931"/>
    <w:rsid w:val="00C02E40"/>
    <w:rsid w:val="00C02F2A"/>
    <w:rsid w:val="00C03185"/>
    <w:rsid w:val="00C0354B"/>
    <w:rsid w:val="00C0481A"/>
    <w:rsid w:val="00C057D6"/>
    <w:rsid w:val="00C05902"/>
    <w:rsid w:val="00C05ABB"/>
    <w:rsid w:val="00C05CDF"/>
    <w:rsid w:val="00C06131"/>
    <w:rsid w:val="00C0691E"/>
    <w:rsid w:val="00C06B72"/>
    <w:rsid w:val="00C06D72"/>
    <w:rsid w:val="00C07DED"/>
    <w:rsid w:val="00C07FCF"/>
    <w:rsid w:val="00C1043C"/>
    <w:rsid w:val="00C10C73"/>
    <w:rsid w:val="00C11528"/>
    <w:rsid w:val="00C11874"/>
    <w:rsid w:val="00C125F3"/>
    <w:rsid w:val="00C128B0"/>
    <w:rsid w:val="00C12B75"/>
    <w:rsid w:val="00C12F43"/>
    <w:rsid w:val="00C13285"/>
    <w:rsid w:val="00C135EE"/>
    <w:rsid w:val="00C137BA"/>
    <w:rsid w:val="00C146CE"/>
    <w:rsid w:val="00C14901"/>
    <w:rsid w:val="00C15CBE"/>
    <w:rsid w:val="00C15D0A"/>
    <w:rsid w:val="00C161E1"/>
    <w:rsid w:val="00C16EF8"/>
    <w:rsid w:val="00C217AB"/>
    <w:rsid w:val="00C21F45"/>
    <w:rsid w:val="00C223EE"/>
    <w:rsid w:val="00C227D6"/>
    <w:rsid w:val="00C22B8D"/>
    <w:rsid w:val="00C22FD8"/>
    <w:rsid w:val="00C2302D"/>
    <w:rsid w:val="00C2327C"/>
    <w:rsid w:val="00C23ACC"/>
    <w:rsid w:val="00C23E21"/>
    <w:rsid w:val="00C23F78"/>
    <w:rsid w:val="00C24A25"/>
    <w:rsid w:val="00C24A33"/>
    <w:rsid w:val="00C2509D"/>
    <w:rsid w:val="00C25292"/>
    <w:rsid w:val="00C25613"/>
    <w:rsid w:val="00C258B6"/>
    <w:rsid w:val="00C25D54"/>
    <w:rsid w:val="00C25EB9"/>
    <w:rsid w:val="00C26A6C"/>
    <w:rsid w:val="00C26E4A"/>
    <w:rsid w:val="00C2776F"/>
    <w:rsid w:val="00C27A7C"/>
    <w:rsid w:val="00C3134E"/>
    <w:rsid w:val="00C317EB"/>
    <w:rsid w:val="00C3187B"/>
    <w:rsid w:val="00C31E50"/>
    <w:rsid w:val="00C31FC9"/>
    <w:rsid w:val="00C31FDD"/>
    <w:rsid w:val="00C32DAF"/>
    <w:rsid w:val="00C33790"/>
    <w:rsid w:val="00C3388D"/>
    <w:rsid w:val="00C33AA8"/>
    <w:rsid w:val="00C33E26"/>
    <w:rsid w:val="00C33EB1"/>
    <w:rsid w:val="00C34085"/>
    <w:rsid w:val="00C344F2"/>
    <w:rsid w:val="00C34A6F"/>
    <w:rsid w:val="00C34AEE"/>
    <w:rsid w:val="00C34BF3"/>
    <w:rsid w:val="00C35E42"/>
    <w:rsid w:val="00C35F03"/>
    <w:rsid w:val="00C36235"/>
    <w:rsid w:val="00C364B4"/>
    <w:rsid w:val="00C369F8"/>
    <w:rsid w:val="00C37174"/>
    <w:rsid w:val="00C3752C"/>
    <w:rsid w:val="00C379A5"/>
    <w:rsid w:val="00C37C7B"/>
    <w:rsid w:val="00C37D04"/>
    <w:rsid w:val="00C40DA8"/>
    <w:rsid w:val="00C40F27"/>
    <w:rsid w:val="00C41FF1"/>
    <w:rsid w:val="00C42031"/>
    <w:rsid w:val="00C424C6"/>
    <w:rsid w:val="00C428DD"/>
    <w:rsid w:val="00C43129"/>
    <w:rsid w:val="00C43345"/>
    <w:rsid w:val="00C4359E"/>
    <w:rsid w:val="00C43BAB"/>
    <w:rsid w:val="00C4476B"/>
    <w:rsid w:val="00C450BD"/>
    <w:rsid w:val="00C45A53"/>
    <w:rsid w:val="00C45A56"/>
    <w:rsid w:val="00C45C60"/>
    <w:rsid w:val="00C45FA6"/>
    <w:rsid w:val="00C46216"/>
    <w:rsid w:val="00C47024"/>
    <w:rsid w:val="00C50DD4"/>
    <w:rsid w:val="00C50F9E"/>
    <w:rsid w:val="00C51006"/>
    <w:rsid w:val="00C51312"/>
    <w:rsid w:val="00C5208A"/>
    <w:rsid w:val="00C524D7"/>
    <w:rsid w:val="00C5339C"/>
    <w:rsid w:val="00C53779"/>
    <w:rsid w:val="00C53B2E"/>
    <w:rsid w:val="00C54347"/>
    <w:rsid w:val="00C54739"/>
    <w:rsid w:val="00C555D8"/>
    <w:rsid w:val="00C55C5A"/>
    <w:rsid w:val="00C55C78"/>
    <w:rsid w:val="00C565FD"/>
    <w:rsid w:val="00C56E9D"/>
    <w:rsid w:val="00C571E2"/>
    <w:rsid w:val="00C57648"/>
    <w:rsid w:val="00C57AE6"/>
    <w:rsid w:val="00C57D9B"/>
    <w:rsid w:val="00C60150"/>
    <w:rsid w:val="00C6025F"/>
    <w:rsid w:val="00C61067"/>
    <w:rsid w:val="00C61376"/>
    <w:rsid w:val="00C61D2A"/>
    <w:rsid w:val="00C61DA8"/>
    <w:rsid w:val="00C62969"/>
    <w:rsid w:val="00C636C0"/>
    <w:rsid w:val="00C6374E"/>
    <w:rsid w:val="00C64650"/>
    <w:rsid w:val="00C64BED"/>
    <w:rsid w:val="00C65296"/>
    <w:rsid w:val="00C65382"/>
    <w:rsid w:val="00C65900"/>
    <w:rsid w:val="00C65D7F"/>
    <w:rsid w:val="00C661AF"/>
    <w:rsid w:val="00C6629D"/>
    <w:rsid w:val="00C664D8"/>
    <w:rsid w:val="00C66B50"/>
    <w:rsid w:val="00C6731C"/>
    <w:rsid w:val="00C67C68"/>
    <w:rsid w:val="00C70707"/>
    <w:rsid w:val="00C70E97"/>
    <w:rsid w:val="00C71542"/>
    <w:rsid w:val="00C72D35"/>
    <w:rsid w:val="00C73063"/>
    <w:rsid w:val="00C730E6"/>
    <w:rsid w:val="00C7333C"/>
    <w:rsid w:val="00C742FC"/>
    <w:rsid w:val="00C74368"/>
    <w:rsid w:val="00C75A13"/>
    <w:rsid w:val="00C75B05"/>
    <w:rsid w:val="00C75BF6"/>
    <w:rsid w:val="00C75FF8"/>
    <w:rsid w:val="00C764DB"/>
    <w:rsid w:val="00C774C3"/>
    <w:rsid w:val="00C7763F"/>
    <w:rsid w:val="00C77807"/>
    <w:rsid w:val="00C77948"/>
    <w:rsid w:val="00C77FE2"/>
    <w:rsid w:val="00C801AD"/>
    <w:rsid w:val="00C81276"/>
    <w:rsid w:val="00C82ACB"/>
    <w:rsid w:val="00C82D51"/>
    <w:rsid w:val="00C831A9"/>
    <w:rsid w:val="00C83744"/>
    <w:rsid w:val="00C83854"/>
    <w:rsid w:val="00C83E41"/>
    <w:rsid w:val="00C85F21"/>
    <w:rsid w:val="00C868B5"/>
    <w:rsid w:val="00C86C9B"/>
    <w:rsid w:val="00C87A54"/>
    <w:rsid w:val="00C9013A"/>
    <w:rsid w:val="00C90241"/>
    <w:rsid w:val="00C908E6"/>
    <w:rsid w:val="00C912BE"/>
    <w:rsid w:val="00C913D8"/>
    <w:rsid w:val="00C917BA"/>
    <w:rsid w:val="00C91BCC"/>
    <w:rsid w:val="00C91E38"/>
    <w:rsid w:val="00C92147"/>
    <w:rsid w:val="00C92669"/>
    <w:rsid w:val="00C92DEC"/>
    <w:rsid w:val="00C92FA4"/>
    <w:rsid w:val="00C92FD6"/>
    <w:rsid w:val="00C93B1E"/>
    <w:rsid w:val="00C93F00"/>
    <w:rsid w:val="00C93FF3"/>
    <w:rsid w:val="00C9474D"/>
    <w:rsid w:val="00C94FB0"/>
    <w:rsid w:val="00C95DB3"/>
    <w:rsid w:val="00C962AE"/>
    <w:rsid w:val="00C964CB"/>
    <w:rsid w:val="00C9795E"/>
    <w:rsid w:val="00C97D6E"/>
    <w:rsid w:val="00C97DA8"/>
    <w:rsid w:val="00C97E20"/>
    <w:rsid w:val="00CA11ED"/>
    <w:rsid w:val="00CA1661"/>
    <w:rsid w:val="00CA1A05"/>
    <w:rsid w:val="00CA1EA2"/>
    <w:rsid w:val="00CA228A"/>
    <w:rsid w:val="00CA2FE5"/>
    <w:rsid w:val="00CA33D4"/>
    <w:rsid w:val="00CA368A"/>
    <w:rsid w:val="00CA49B5"/>
    <w:rsid w:val="00CA4CC8"/>
    <w:rsid w:val="00CA4FA4"/>
    <w:rsid w:val="00CA5904"/>
    <w:rsid w:val="00CA5E09"/>
    <w:rsid w:val="00CA5F67"/>
    <w:rsid w:val="00CA6035"/>
    <w:rsid w:val="00CA7964"/>
    <w:rsid w:val="00CA7C09"/>
    <w:rsid w:val="00CB15EF"/>
    <w:rsid w:val="00CB18EE"/>
    <w:rsid w:val="00CB1B69"/>
    <w:rsid w:val="00CB2426"/>
    <w:rsid w:val="00CB242C"/>
    <w:rsid w:val="00CB2476"/>
    <w:rsid w:val="00CB2D61"/>
    <w:rsid w:val="00CB31C1"/>
    <w:rsid w:val="00CB329A"/>
    <w:rsid w:val="00CB3574"/>
    <w:rsid w:val="00CB37CA"/>
    <w:rsid w:val="00CB3973"/>
    <w:rsid w:val="00CB4C81"/>
    <w:rsid w:val="00CB4CD4"/>
    <w:rsid w:val="00CB559E"/>
    <w:rsid w:val="00CB5A78"/>
    <w:rsid w:val="00CB5BEE"/>
    <w:rsid w:val="00CB5C1F"/>
    <w:rsid w:val="00CB5F67"/>
    <w:rsid w:val="00CB6602"/>
    <w:rsid w:val="00CB6E95"/>
    <w:rsid w:val="00CB7461"/>
    <w:rsid w:val="00CC1396"/>
    <w:rsid w:val="00CC1991"/>
    <w:rsid w:val="00CC20CC"/>
    <w:rsid w:val="00CC2343"/>
    <w:rsid w:val="00CC30F8"/>
    <w:rsid w:val="00CC369F"/>
    <w:rsid w:val="00CC3A8E"/>
    <w:rsid w:val="00CC42E6"/>
    <w:rsid w:val="00CC437B"/>
    <w:rsid w:val="00CC43CF"/>
    <w:rsid w:val="00CC450A"/>
    <w:rsid w:val="00CC4E45"/>
    <w:rsid w:val="00CC4FF4"/>
    <w:rsid w:val="00CC516F"/>
    <w:rsid w:val="00CC5738"/>
    <w:rsid w:val="00CC5F13"/>
    <w:rsid w:val="00CC6C12"/>
    <w:rsid w:val="00CC7073"/>
    <w:rsid w:val="00CC7A9E"/>
    <w:rsid w:val="00CD0A6C"/>
    <w:rsid w:val="00CD0E0B"/>
    <w:rsid w:val="00CD19CC"/>
    <w:rsid w:val="00CD1A63"/>
    <w:rsid w:val="00CD1C72"/>
    <w:rsid w:val="00CD1E61"/>
    <w:rsid w:val="00CD2A32"/>
    <w:rsid w:val="00CD2ABF"/>
    <w:rsid w:val="00CD2CBD"/>
    <w:rsid w:val="00CD2E34"/>
    <w:rsid w:val="00CD313A"/>
    <w:rsid w:val="00CD337D"/>
    <w:rsid w:val="00CD373A"/>
    <w:rsid w:val="00CD3C25"/>
    <w:rsid w:val="00CD40B1"/>
    <w:rsid w:val="00CD42FF"/>
    <w:rsid w:val="00CD4665"/>
    <w:rsid w:val="00CD4B83"/>
    <w:rsid w:val="00CD5B6D"/>
    <w:rsid w:val="00CD6070"/>
    <w:rsid w:val="00CD6304"/>
    <w:rsid w:val="00CD6D75"/>
    <w:rsid w:val="00CD7F65"/>
    <w:rsid w:val="00CE00F3"/>
    <w:rsid w:val="00CE1A74"/>
    <w:rsid w:val="00CE1BDF"/>
    <w:rsid w:val="00CE1E6A"/>
    <w:rsid w:val="00CE1F7D"/>
    <w:rsid w:val="00CE1FA0"/>
    <w:rsid w:val="00CE2681"/>
    <w:rsid w:val="00CE27A7"/>
    <w:rsid w:val="00CE2C14"/>
    <w:rsid w:val="00CE37C5"/>
    <w:rsid w:val="00CE3AF2"/>
    <w:rsid w:val="00CE5291"/>
    <w:rsid w:val="00CE57F0"/>
    <w:rsid w:val="00CE5FD4"/>
    <w:rsid w:val="00CE60A2"/>
    <w:rsid w:val="00CE63F0"/>
    <w:rsid w:val="00CE65DC"/>
    <w:rsid w:val="00CE666C"/>
    <w:rsid w:val="00CE7531"/>
    <w:rsid w:val="00CF02CE"/>
    <w:rsid w:val="00CF1498"/>
    <w:rsid w:val="00CF1771"/>
    <w:rsid w:val="00CF19E1"/>
    <w:rsid w:val="00CF30AD"/>
    <w:rsid w:val="00CF3231"/>
    <w:rsid w:val="00CF3612"/>
    <w:rsid w:val="00CF3ED6"/>
    <w:rsid w:val="00CF40FE"/>
    <w:rsid w:val="00CF4282"/>
    <w:rsid w:val="00CF44DD"/>
    <w:rsid w:val="00CF4A3B"/>
    <w:rsid w:val="00CF55B9"/>
    <w:rsid w:val="00CF61AD"/>
    <w:rsid w:val="00CF640E"/>
    <w:rsid w:val="00CF65D2"/>
    <w:rsid w:val="00CF66E5"/>
    <w:rsid w:val="00CF68A4"/>
    <w:rsid w:val="00CF7477"/>
    <w:rsid w:val="00CF798E"/>
    <w:rsid w:val="00CF7A59"/>
    <w:rsid w:val="00D00412"/>
    <w:rsid w:val="00D00445"/>
    <w:rsid w:val="00D0123E"/>
    <w:rsid w:val="00D01519"/>
    <w:rsid w:val="00D01CA8"/>
    <w:rsid w:val="00D01DFA"/>
    <w:rsid w:val="00D02238"/>
    <w:rsid w:val="00D02C69"/>
    <w:rsid w:val="00D03D43"/>
    <w:rsid w:val="00D03F71"/>
    <w:rsid w:val="00D03FC6"/>
    <w:rsid w:val="00D040D9"/>
    <w:rsid w:val="00D04517"/>
    <w:rsid w:val="00D0468B"/>
    <w:rsid w:val="00D048D6"/>
    <w:rsid w:val="00D0490E"/>
    <w:rsid w:val="00D04EF7"/>
    <w:rsid w:val="00D0571E"/>
    <w:rsid w:val="00D057C0"/>
    <w:rsid w:val="00D059B3"/>
    <w:rsid w:val="00D06C1E"/>
    <w:rsid w:val="00D07264"/>
    <w:rsid w:val="00D0739A"/>
    <w:rsid w:val="00D075F7"/>
    <w:rsid w:val="00D0791D"/>
    <w:rsid w:val="00D07CA0"/>
    <w:rsid w:val="00D11009"/>
    <w:rsid w:val="00D11055"/>
    <w:rsid w:val="00D117DE"/>
    <w:rsid w:val="00D1272F"/>
    <w:rsid w:val="00D12F3F"/>
    <w:rsid w:val="00D13AAB"/>
    <w:rsid w:val="00D14A79"/>
    <w:rsid w:val="00D14F5A"/>
    <w:rsid w:val="00D15328"/>
    <w:rsid w:val="00D159F5"/>
    <w:rsid w:val="00D15D10"/>
    <w:rsid w:val="00D15FC2"/>
    <w:rsid w:val="00D170D6"/>
    <w:rsid w:val="00D1793E"/>
    <w:rsid w:val="00D17CF4"/>
    <w:rsid w:val="00D20524"/>
    <w:rsid w:val="00D207E1"/>
    <w:rsid w:val="00D21504"/>
    <w:rsid w:val="00D2165C"/>
    <w:rsid w:val="00D21DC4"/>
    <w:rsid w:val="00D21F06"/>
    <w:rsid w:val="00D2232E"/>
    <w:rsid w:val="00D223BC"/>
    <w:rsid w:val="00D225B5"/>
    <w:rsid w:val="00D22D88"/>
    <w:rsid w:val="00D230DC"/>
    <w:rsid w:val="00D23A53"/>
    <w:rsid w:val="00D240F6"/>
    <w:rsid w:val="00D24119"/>
    <w:rsid w:val="00D24248"/>
    <w:rsid w:val="00D24268"/>
    <w:rsid w:val="00D24608"/>
    <w:rsid w:val="00D2575F"/>
    <w:rsid w:val="00D25FD1"/>
    <w:rsid w:val="00D26532"/>
    <w:rsid w:val="00D27257"/>
    <w:rsid w:val="00D276DD"/>
    <w:rsid w:val="00D27F0D"/>
    <w:rsid w:val="00D302AB"/>
    <w:rsid w:val="00D30DA3"/>
    <w:rsid w:val="00D310AC"/>
    <w:rsid w:val="00D311AC"/>
    <w:rsid w:val="00D318BB"/>
    <w:rsid w:val="00D31A9C"/>
    <w:rsid w:val="00D3203C"/>
    <w:rsid w:val="00D328F8"/>
    <w:rsid w:val="00D32B6B"/>
    <w:rsid w:val="00D33511"/>
    <w:rsid w:val="00D338C4"/>
    <w:rsid w:val="00D33E09"/>
    <w:rsid w:val="00D340C9"/>
    <w:rsid w:val="00D35371"/>
    <w:rsid w:val="00D36C35"/>
    <w:rsid w:val="00D36FBF"/>
    <w:rsid w:val="00D41AE5"/>
    <w:rsid w:val="00D42179"/>
    <w:rsid w:val="00D42249"/>
    <w:rsid w:val="00D428A3"/>
    <w:rsid w:val="00D42A5C"/>
    <w:rsid w:val="00D43B58"/>
    <w:rsid w:val="00D43CC2"/>
    <w:rsid w:val="00D43D38"/>
    <w:rsid w:val="00D4427B"/>
    <w:rsid w:val="00D44AE1"/>
    <w:rsid w:val="00D44DA0"/>
    <w:rsid w:val="00D452B2"/>
    <w:rsid w:val="00D458CB"/>
    <w:rsid w:val="00D464F5"/>
    <w:rsid w:val="00D475DB"/>
    <w:rsid w:val="00D50378"/>
    <w:rsid w:val="00D50C2F"/>
    <w:rsid w:val="00D51402"/>
    <w:rsid w:val="00D51F90"/>
    <w:rsid w:val="00D5279B"/>
    <w:rsid w:val="00D52E93"/>
    <w:rsid w:val="00D53B49"/>
    <w:rsid w:val="00D545EA"/>
    <w:rsid w:val="00D54AF2"/>
    <w:rsid w:val="00D54DFE"/>
    <w:rsid w:val="00D54F90"/>
    <w:rsid w:val="00D55033"/>
    <w:rsid w:val="00D55376"/>
    <w:rsid w:val="00D556CE"/>
    <w:rsid w:val="00D559B2"/>
    <w:rsid w:val="00D55ABD"/>
    <w:rsid w:val="00D55D90"/>
    <w:rsid w:val="00D55D91"/>
    <w:rsid w:val="00D565EF"/>
    <w:rsid w:val="00D57F85"/>
    <w:rsid w:val="00D60D08"/>
    <w:rsid w:val="00D6198E"/>
    <w:rsid w:val="00D61BE3"/>
    <w:rsid w:val="00D61C70"/>
    <w:rsid w:val="00D63910"/>
    <w:rsid w:val="00D63EC1"/>
    <w:rsid w:val="00D63EFF"/>
    <w:rsid w:val="00D642C3"/>
    <w:rsid w:val="00D64F50"/>
    <w:rsid w:val="00D65876"/>
    <w:rsid w:val="00D65F82"/>
    <w:rsid w:val="00D663F2"/>
    <w:rsid w:val="00D664AD"/>
    <w:rsid w:val="00D66B51"/>
    <w:rsid w:val="00D67890"/>
    <w:rsid w:val="00D70103"/>
    <w:rsid w:val="00D7076A"/>
    <w:rsid w:val="00D70A13"/>
    <w:rsid w:val="00D70EFF"/>
    <w:rsid w:val="00D7296B"/>
    <w:rsid w:val="00D72F5B"/>
    <w:rsid w:val="00D738D0"/>
    <w:rsid w:val="00D757D3"/>
    <w:rsid w:val="00D75C47"/>
    <w:rsid w:val="00D75FF0"/>
    <w:rsid w:val="00D7621F"/>
    <w:rsid w:val="00D76306"/>
    <w:rsid w:val="00D777A5"/>
    <w:rsid w:val="00D7793A"/>
    <w:rsid w:val="00D806A1"/>
    <w:rsid w:val="00D80E52"/>
    <w:rsid w:val="00D813C5"/>
    <w:rsid w:val="00D8179E"/>
    <w:rsid w:val="00D8197D"/>
    <w:rsid w:val="00D825B7"/>
    <w:rsid w:val="00D83C84"/>
    <w:rsid w:val="00D83EE7"/>
    <w:rsid w:val="00D84D17"/>
    <w:rsid w:val="00D84E9D"/>
    <w:rsid w:val="00D85CDC"/>
    <w:rsid w:val="00D860A5"/>
    <w:rsid w:val="00D8656F"/>
    <w:rsid w:val="00D866B8"/>
    <w:rsid w:val="00D87DC9"/>
    <w:rsid w:val="00D87E6F"/>
    <w:rsid w:val="00D9045B"/>
    <w:rsid w:val="00D90581"/>
    <w:rsid w:val="00D9058D"/>
    <w:rsid w:val="00D9061A"/>
    <w:rsid w:val="00D9158A"/>
    <w:rsid w:val="00D920FE"/>
    <w:rsid w:val="00D92106"/>
    <w:rsid w:val="00D928EC"/>
    <w:rsid w:val="00D93322"/>
    <w:rsid w:val="00D937C0"/>
    <w:rsid w:val="00D952B9"/>
    <w:rsid w:val="00D953A8"/>
    <w:rsid w:val="00D956B9"/>
    <w:rsid w:val="00D957FA"/>
    <w:rsid w:val="00D95841"/>
    <w:rsid w:val="00D95F2A"/>
    <w:rsid w:val="00D95FA9"/>
    <w:rsid w:val="00D962B0"/>
    <w:rsid w:val="00D96D17"/>
    <w:rsid w:val="00D974D7"/>
    <w:rsid w:val="00D97725"/>
    <w:rsid w:val="00D97A59"/>
    <w:rsid w:val="00D97D92"/>
    <w:rsid w:val="00D97EF3"/>
    <w:rsid w:val="00DA0529"/>
    <w:rsid w:val="00DA0558"/>
    <w:rsid w:val="00DA063D"/>
    <w:rsid w:val="00DA0E12"/>
    <w:rsid w:val="00DA13A0"/>
    <w:rsid w:val="00DA357D"/>
    <w:rsid w:val="00DA39C1"/>
    <w:rsid w:val="00DA496B"/>
    <w:rsid w:val="00DA59DE"/>
    <w:rsid w:val="00DA5B5F"/>
    <w:rsid w:val="00DA6794"/>
    <w:rsid w:val="00DA6E5E"/>
    <w:rsid w:val="00DB0351"/>
    <w:rsid w:val="00DB09FA"/>
    <w:rsid w:val="00DB102A"/>
    <w:rsid w:val="00DB132B"/>
    <w:rsid w:val="00DB13E2"/>
    <w:rsid w:val="00DB16CA"/>
    <w:rsid w:val="00DB1A3C"/>
    <w:rsid w:val="00DB2126"/>
    <w:rsid w:val="00DB2286"/>
    <w:rsid w:val="00DB229D"/>
    <w:rsid w:val="00DB2C64"/>
    <w:rsid w:val="00DB3120"/>
    <w:rsid w:val="00DB327B"/>
    <w:rsid w:val="00DB3DF9"/>
    <w:rsid w:val="00DB42E7"/>
    <w:rsid w:val="00DB4374"/>
    <w:rsid w:val="00DB45AD"/>
    <w:rsid w:val="00DB5707"/>
    <w:rsid w:val="00DB5E20"/>
    <w:rsid w:val="00DB7149"/>
    <w:rsid w:val="00DB71D4"/>
    <w:rsid w:val="00DB788E"/>
    <w:rsid w:val="00DB7995"/>
    <w:rsid w:val="00DC0341"/>
    <w:rsid w:val="00DC04B4"/>
    <w:rsid w:val="00DC0C60"/>
    <w:rsid w:val="00DC1D8C"/>
    <w:rsid w:val="00DC1F9E"/>
    <w:rsid w:val="00DC2521"/>
    <w:rsid w:val="00DC317D"/>
    <w:rsid w:val="00DC3FEE"/>
    <w:rsid w:val="00DC43C2"/>
    <w:rsid w:val="00DC4DAD"/>
    <w:rsid w:val="00DC5032"/>
    <w:rsid w:val="00DC5A58"/>
    <w:rsid w:val="00DC5DFE"/>
    <w:rsid w:val="00DC6352"/>
    <w:rsid w:val="00DC69D8"/>
    <w:rsid w:val="00DC6BB5"/>
    <w:rsid w:val="00DC6EF4"/>
    <w:rsid w:val="00DC6F5E"/>
    <w:rsid w:val="00DC6FAE"/>
    <w:rsid w:val="00DC716F"/>
    <w:rsid w:val="00DC77BF"/>
    <w:rsid w:val="00DC78C1"/>
    <w:rsid w:val="00DC7B10"/>
    <w:rsid w:val="00DC7FFA"/>
    <w:rsid w:val="00DD042F"/>
    <w:rsid w:val="00DD0686"/>
    <w:rsid w:val="00DD0A33"/>
    <w:rsid w:val="00DD10DF"/>
    <w:rsid w:val="00DD1455"/>
    <w:rsid w:val="00DD25AF"/>
    <w:rsid w:val="00DD2940"/>
    <w:rsid w:val="00DD3127"/>
    <w:rsid w:val="00DD3AF3"/>
    <w:rsid w:val="00DD3E5A"/>
    <w:rsid w:val="00DD41EB"/>
    <w:rsid w:val="00DD4861"/>
    <w:rsid w:val="00DD4C3E"/>
    <w:rsid w:val="00DD519E"/>
    <w:rsid w:val="00DD5490"/>
    <w:rsid w:val="00DD5514"/>
    <w:rsid w:val="00DD5646"/>
    <w:rsid w:val="00DD6464"/>
    <w:rsid w:val="00DD6790"/>
    <w:rsid w:val="00DD6BF1"/>
    <w:rsid w:val="00DD6F6F"/>
    <w:rsid w:val="00DD7081"/>
    <w:rsid w:val="00DD7A41"/>
    <w:rsid w:val="00DE05F3"/>
    <w:rsid w:val="00DE14AB"/>
    <w:rsid w:val="00DE1A48"/>
    <w:rsid w:val="00DE2305"/>
    <w:rsid w:val="00DE246E"/>
    <w:rsid w:val="00DE3595"/>
    <w:rsid w:val="00DE396D"/>
    <w:rsid w:val="00DE3B57"/>
    <w:rsid w:val="00DE3ECC"/>
    <w:rsid w:val="00DE4576"/>
    <w:rsid w:val="00DE4A2E"/>
    <w:rsid w:val="00DE4BD2"/>
    <w:rsid w:val="00DE54E3"/>
    <w:rsid w:val="00DE5553"/>
    <w:rsid w:val="00DE5F7B"/>
    <w:rsid w:val="00DE667A"/>
    <w:rsid w:val="00DE6E91"/>
    <w:rsid w:val="00DE7011"/>
    <w:rsid w:val="00DE7F93"/>
    <w:rsid w:val="00DF0067"/>
    <w:rsid w:val="00DF0238"/>
    <w:rsid w:val="00DF0B19"/>
    <w:rsid w:val="00DF123B"/>
    <w:rsid w:val="00DF18C8"/>
    <w:rsid w:val="00DF1F0A"/>
    <w:rsid w:val="00DF33AF"/>
    <w:rsid w:val="00DF3464"/>
    <w:rsid w:val="00DF351D"/>
    <w:rsid w:val="00DF4AFB"/>
    <w:rsid w:val="00DF4C5A"/>
    <w:rsid w:val="00DF605B"/>
    <w:rsid w:val="00DF6696"/>
    <w:rsid w:val="00DF68DE"/>
    <w:rsid w:val="00DF6A06"/>
    <w:rsid w:val="00DF7B0F"/>
    <w:rsid w:val="00DF7C15"/>
    <w:rsid w:val="00E00433"/>
    <w:rsid w:val="00E0072C"/>
    <w:rsid w:val="00E00986"/>
    <w:rsid w:val="00E00E34"/>
    <w:rsid w:val="00E00F85"/>
    <w:rsid w:val="00E01509"/>
    <w:rsid w:val="00E01613"/>
    <w:rsid w:val="00E025C7"/>
    <w:rsid w:val="00E02B44"/>
    <w:rsid w:val="00E02FE9"/>
    <w:rsid w:val="00E03F9F"/>
    <w:rsid w:val="00E046CC"/>
    <w:rsid w:val="00E04B31"/>
    <w:rsid w:val="00E04B6B"/>
    <w:rsid w:val="00E050AB"/>
    <w:rsid w:val="00E0535F"/>
    <w:rsid w:val="00E0615D"/>
    <w:rsid w:val="00E06F6D"/>
    <w:rsid w:val="00E079E0"/>
    <w:rsid w:val="00E1063F"/>
    <w:rsid w:val="00E106B2"/>
    <w:rsid w:val="00E10B9C"/>
    <w:rsid w:val="00E10D5B"/>
    <w:rsid w:val="00E10F68"/>
    <w:rsid w:val="00E11855"/>
    <w:rsid w:val="00E11E02"/>
    <w:rsid w:val="00E13392"/>
    <w:rsid w:val="00E137B9"/>
    <w:rsid w:val="00E13EDB"/>
    <w:rsid w:val="00E14773"/>
    <w:rsid w:val="00E14880"/>
    <w:rsid w:val="00E14981"/>
    <w:rsid w:val="00E14E48"/>
    <w:rsid w:val="00E15B75"/>
    <w:rsid w:val="00E15D9D"/>
    <w:rsid w:val="00E16068"/>
    <w:rsid w:val="00E161A1"/>
    <w:rsid w:val="00E161C3"/>
    <w:rsid w:val="00E16926"/>
    <w:rsid w:val="00E169CE"/>
    <w:rsid w:val="00E16B2A"/>
    <w:rsid w:val="00E17017"/>
    <w:rsid w:val="00E1723F"/>
    <w:rsid w:val="00E17889"/>
    <w:rsid w:val="00E2009A"/>
    <w:rsid w:val="00E201EC"/>
    <w:rsid w:val="00E201F4"/>
    <w:rsid w:val="00E20A32"/>
    <w:rsid w:val="00E20B09"/>
    <w:rsid w:val="00E21084"/>
    <w:rsid w:val="00E2193C"/>
    <w:rsid w:val="00E21D40"/>
    <w:rsid w:val="00E22C75"/>
    <w:rsid w:val="00E2434A"/>
    <w:rsid w:val="00E248E5"/>
    <w:rsid w:val="00E24E0C"/>
    <w:rsid w:val="00E25622"/>
    <w:rsid w:val="00E25B57"/>
    <w:rsid w:val="00E2607E"/>
    <w:rsid w:val="00E268BE"/>
    <w:rsid w:val="00E26BE1"/>
    <w:rsid w:val="00E311AB"/>
    <w:rsid w:val="00E312F4"/>
    <w:rsid w:val="00E31EA8"/>
    <w:rsid w:val="00E32B68"/>
    <w:rsid w:val="00E33187"/>
    <w:rsid w:val="00E335C9"/>
    <w:rsid w:val="00E346A4"/>
    <w:rsid w:val="00E347A3"/>
    <w:rsid w:val="00E3516F"/>
    <w:rsid w:val="00E36226"/>
    <w:rsid w:val="00E36D10"/>
    <w:rsid w:val="00E37722"/>
    <w:rsid w:val="00E37BF8"/>
    <w:rsid w:val="00E402F0"/>
    <w:rsid w:val="00E40345"/>
    <w:rsid w:val="00E405E1"/>
    <w:rsid w:val="00E415B1"/>
    <w:rsid w:val="00E424B0"/>
    <w:rsid w:val="00E43626"/>
    <w:rsid w:val="00E4383D"/>
    <w:rsid w:val="00E441F1"/>
    <w:rsid w:val="00E4446C"/>
    <w:rsid w:val="00E44580"/>
    <w:rsid w:val="00E448D5"/>
    <w:rsid w:val="00E44A2E"/>
    <w:rsid w:val="00E44FB0"/>
    <w:rsid w:val="00E44FEC"/>
    <w:rsid w:val="00E450BB"/>
    <w:rsid w:val="00E45206"/>
    <w:rsid w:val="00E45515"/>
    <w:rsid w:val="00E461C3"/>
    <w:rsid w:val="00E46770"/>
    <w:rsid w:val="00E468B4"/>
    <w:rsid w:val="00E46B05"/>
    <w:rsid w:val="00E46C56"/>
    <w:rsid w:val="00E46CD5"/>
    <w:rsid w:val="00E4724D"/>
    <w:rsid w:val="00E47527"/>
    <w:rsid w:val="00E477AE"/>
    <w:rsid w:val="00E47B29"/>
    <w:rsid w:val="00E50A2A"/>
    <w:rsid w:val="00E50C00"/>
    <w:rsid w:val="00E511F4"/>
    <w:rsid w:val="00E515BD"/>
    <w:rsid w:val="00E51853"/>
    <w:rsid w:val="00E51BB9"/>
    <w:rsid w:val="00E52B7A"/>
    <w:rsid w:val="00E52CF7"/>
    <w:rsid w:val="00E53164"/>
    <w:rsid w:val="00E54418"/>
    <w:rsid w:val="00E547B0"/>
    <w:rsid w:val="00E554AF"/>
    <w:rsid w:val="00E554C3"/>
    <w:rsid w:val="00E554CB"/>
    <w:rsid w:val="00E559E7"/>
    <w:rsid w:val="00E55A23"/>
    <w:rsid w:val="00E562E3"/>
    <w:rsid w:val="00E56879"/>
    <w:rsid w:val="00E56981"/>
    <w:rsid w:val="00E576A0"/>
    <w:rsid w:val="00E6007B"/>
    <w:rsid w:val="00E60451"/>
    <w:rsid w:val="00E60D61"/>
    <w:rsid w:val="00E61353"/>
    <w:rsid w:val="00E61915"/>
    <w:rsid w:val="00E621B6"/>
    <w:rsid w:val="00E62341"/>
    <w:rsid w:val="00E62BEB"/>
    <w:rsid w:val="00E62DCB"/>
    <w:rsid w:val="00E64515"/>
    <w:rsid w:val="00E6540A"/>
    <w:rsid w:val="00E656AA"/>
    <w:rsid w:val="00E65793"/>
    <w:rsid w:val="00E65865"/>
    <w:rsid w:val="00E6638B"/>
    <w:rsid w:val="00E678F1"/>
    <w:rsid w:val="00E701F3"/>
    <w:rsid w:val="00E707CE"/>
    <w:rsid w:val="00E70901"/>
    <w:rsid w:val="00E70F9E"/>
    <w:rsid w:val="00E713E8"/>
    <w:rsid w:val="00E71AD4"/>
    <w:rsid w:val="00E71CEF"/>
    <w:rsid w:val="00E7276D"/>
    <w:rsid w:val="00E728B2"/>
    <w:rsid w:val="00E73685"/>
    <w:rsid w:val="00E736A4"/>
    <w:rsid w:val="00E737A3"/>
    <w:rsid w:val="00E7521E"/>
    <w:rsid w:val="00E75639"/>
    <w:rsid w:val="00E75944"/>
    <w:rsid w:val="00E75E86"/>
    <w:rsid w:val="00E76920"/>
    <w:rsid w:val="00E76A7A"/>
    <w:rsid w:val="00E772A8"/>
    <w:rsid w:val="00E7796F"/>
    <w:rsid w:val="00E77E4E"/>
    <w:rsid w:val="00E8053F"/>
    <w:rsid w:val="00E80A89"/>
    <w:rsid w:val="00E80D06"/>
    <w:rsid w:val="00E80DCC"/>
    <w:rsid w:val="00E812FA"/>
    <w:rsid w:val="00E8130D"/>
    <w:rsid w:val="00E81880"/>
    <w:rsid w:val="00E81BD0"/>
    <w:rsid w:val="00E83814"/>
    <w:rsid w:val="00E83E71"/>
    <w:rsid w:val="00E83FC8"/>
    <w:rsid w:val="00E8509D"/>
    <w:rsid w:val="00E85A0D"/>
    <w:rsid w:val="00E86B83"/>
    <w:rsid w:val="00E8737D"/>
    <w:rsid w:val="00E87FE9"/>
    <w:rsid w:val="00E900D2"/>
    <w:rsid w:val="00E90856"/>
    <w:rsid w:val="00E90A37"/>
    <w:rsid w:val="00E90F37"/>
    <w:rsid w:val="00E919B7"/>
    <w:rsid w:val="00E91C28"/>
    <w:rsid w:val="00E9276B"/>
    <w:rsid w:val="00E937AB"/>
    <w:rsid w:val="00E93B24"/>
    <w:rsid w:val="00E93DDD"/>
    <w:rsid w:val="00E94406"/>
    <w:rsid w:val="00E94783"/>
    <w:rsid w:val="00E95255"/>
    <w:rsid w:val="00E956C3"/>
    <w:rsid w:val="00E9582E"/>
    <w:rsid w:val="00E95D28"/>
    <w:rsid w:val="00E96676"/>
    <w:rsid w:val="00E968B1"/>
    <w:rsid w:val="00E97449"/>
    <w:rsid w:val="00E975A3"/>
    <w:rsid w:val="00E978E9"/>
    <w:rsid w:val="00EA01A6"/>
    <w:rsid w:val="00EA05FC"/>
    <w:rsid w:val="00EA0963"/>
    <w:rsid w:val="00EA0C97"/>
    <w:rsid w:val="00EA0CA6"/>
    <w:rsid w:val="00EA10D8"/>
    <w:rsid w:val="00EA167D"/>
    <w:rsid w:val="00EA185D"/>
    <w:rsid w:val="00EA18A8"/>
    <w:rsid w:val="00EA1C7F"/>
    <w:rsid w:val="00EA3A47"/>
    <w:rsid w:val="00EA3B8A"/>
    <w:rsid w:val="00EA4094"/>
    <w:rsid w:val="00EA4530"/>
    <w:rsid w:val="00EA4885"/>
    <w:rsid w:val="00EA4C01"/>
    <w:rsid w:val="00EA50D6"/>
    <w:rsid w:val="00EA5997"/>
    <w:rsid w:val="00EA5E6B"/>
    <w:rsid w:val="00EA6731"/>
    <w:rsid w:val="00EA6A19"/>
    <w:rsid w:val="00EA6B57"/>
    <w:rsid w:val="00EA70FD"/>
    <w:rsid w:val="00EA7293"/>
    <w:rsid w:val="00EA76D6"/>
    <w:rsid w:val="00EA7BFE"/>
    <w:rsid w:val="00EA7C72"/>
    <w:rsid w:val="00EA7DA6"/>
    <w:rsid w:val="00EB0126"/>
    <w:rsid w:val="00EB061E"/>
    <w:rsid w:val="00EB18A5"/>
    <w:rsid w:val="00EB18C3"/>
    <w:rsid w:val="00EB1A6C"/>
    <w:rsid w:val="00EB23EF"/>
    <w:rsid w:val="00EB2621"/>
    <w:rsid w:val="00EB26E2"/>
    <w:rsid w:val="00EB3C92"/>
    <w:rsid w:val="00EB4767"/>
    <w:rsid w:val="00EB479E"/>
    <w:rsid w:val="00EB4978"/>
    <w:rsid w:val="00EB5187"/>
    <w:rsid w:val="00EB5F31"/>
    <w:rsid w:val="00EB6214"/>
    <w:rsid w:val="00EB6B88"/>
    <w:rsid w:val="00EB7014"/>
    <w:rsid w:val="00EB7457"/>
    <w:rsid w:val="00EB7A50"/>
    <w:rsid w:val="00EB7E63"/>
    <w:rsid w:val="00EC07D7"/>
    <w:rsid w:val="00EC16BB"/>
    <w:rsid w:val="00EC2506"/>
    <w:rsid w:val="00EC2967"/>
    <w:rsid w:val="00EC365B"/>
    <w:rsid w:val="00EC3791"/>
    <w:rsid w:val="00EC379D"/>
    <w:rsid w:val="00EC3F83"/>
    <w:rsid w:val="00EC49D1"/>
    <w:rsid w:val="00EC512F"/>
    <w:rsid w:val="00EC5BE3"/>
    <w:rsid w:val="00EC6477"/>
    <w:rsid w:val="00EC6E73"/>
    <w:rsid w:val="00EC6F3F"/>
    <w:rsid w:val="00EC71C7"/>
    <w:rsid w:val="00EC71F2"/>
    <w:rsid w:val="00EC7F9B"/>
    <w:rsid w:val="00ED04DE"/>
    <w:rsid w:val="00ED0583"/>
    <w:rsid w:val="00ED0BB3"/>
    <w:rsid w:val="00ED1C21"/>
    <w:rsid w:val="00ED22AC"/>
    <w:rsid w:val="00ED2527"/>
    <w:rsid w:val="00ED5086"/>
    <w:rsid w:val="00ED5D59"/>
    <w:rsid w:val="00ED5DCE"/>
    <w:rsid w:val="00ED5FB4"/>
    <w:rsid w:val="00ED6587"/>
    <w:rsid w:val="00ED6D77"/>
    <w:rsid w:val="00ED6EC7"/>
    <w:rsid w:val="00EE0244"/>
    <w:rsid w:val="00EE0281"/>
    <w:rsid w:val="00EE0698"/>
    <w:rsid w:val="00EE0C51"/>
    <w:rsid w:val="00EE1537"/>
    <w:rsid w:val="00EE18C7"/>
    <w:rsid w:val="00EE1AD8"/>
    <w:rsid w:val="00EE1B29"/>
    <w:rsid w:val="00EE1D28"/>
    <w:rsid w:val="00EE1EE1"/>
    <w:rsid w:val="00EE26EB"/>
    <w:rsid w:val="00EE2764"/>
    <w:rsid w:val="00EE2B00"/>
    <w:rsid w:val="00EE2C1C"/>
    <w:rsid w:val="00EE35AC"/>
    <w:rsid w:val="00EE3650"/>
    <w:rsid w:val="00EE3F14"/>
    <w:rsid w:val="00EE4B5D"/>
    <w:rsid w:val="00EE4BFB"/>
    <w:rsid w:val="00EE4E5C"/>
    <w:rsid w:val="00EE5002"/>
    <w:rsid w:val="00EE5228"/>
    <w:rsid w:val="00EE54D5"/>
    <w:rsid w:val="00EE5508"/>
    <w:rsid w:val="00EE554B"/>
    <w:rsid w:val="00EE5F08"/>
    <w:rsid w:val="00EE60FA"/>
    <w:rsid w:val="00EE61E9"/>
    <w:rsid w:val="00EE62B0"/>
    <w:rsid w:val="00EE62C4"/>
    <w:rsid w:val="00EE7840"/>
    <w:rsid w:val="00EE7F32"/>
    <w:rsid w:val="00EF0019"/>
    <w:rsid w:val="00EF0795"/>
    <w:rsid w:val="00EF0930"/>
    <w:rsid w:val="00EF0A9F"/>
    <w:rsid w:val="00EF0B67"/>
    <w:rsid w:val="00EF0EB6"/>
    <w:rsid w:val="00EF16E0"/>
    <w:rsid w:val="00EF312C"/>
    <w:rsid w:val="00EF350B"/>
    <w:rsid w:val="00EF4B38"/>
    <w:rsid w:val="00EF4BA1"/>
    <w:rsid w:val="00EF6FF2"/>
    <w:rsid w:val="00EF7443"/>
    <w:rsid w:val="00F000A6"/>
    <w:rsid w:val="00F001E5"/>
    <w:rsid w:val="00F00AA2"/>
    <w:rsid w:val="00F0159A"/>
    <w:rsid w:val="00F018AD"/>
    <w:rsid w:val="00F01EBC"/>
    <w:rsid w:val="00F01F87"/>
    <w:rsid w:val="00F02803"/>
    <w:rsid w:val="00F02C3E"/>
    <w:rsid w:val="00F02E3E"/>
    <w:rsid w:val="00F02F04"/>
    <w:rsid w:val="00F03E9A"/>
    <w:rsid w:val="00F0488A"/>
    <w:rsid w:val="00F04D24"/>
    <w:rsid w:val="00F04D85"/>
    <w:rsid w:val="00F057AB"/>
    <w:rsid w:val="00F05892"/>
    <w:rsid w:val="00F05DEB"/>
    <w:rsid w:val="00F05EEF"/>
    <w:rsid w:val="00F06757"/>
    <w:rsid w:val="00F0733C"/>
    <w:rsid w:val="00F07982"/>
    <w:rsid w:val="00F1083A"/>
    <w:rsid w:val="00F12FA1"/>
    <w:rsid w:val="00F13BE8"/>
    <w:rsid w:val="00F13CE2"/>
    <w:rsid w:val="00F14135"/>
    <w:rsid w:val="00F146B2"/>
    <w:rsid w:val="00F14BB1"/>
    <w:rsid w:val="00F14F02"/>
    <w:rsid w:val="00F1636F"/>
    <w:rsid w:val="00F16C48"/>
    <w:rsid w:val="00F17388"/>
    <w:rsid w:val="00F173F8"/>
    <w:rsid w:val="00F174F6"/>
    <w:rsid w:val="00F17910"/>
    <w:rsid w:val="00F202AE"/>
    <w:rsid w:val="00F21F6B"/>
    <w:rsid w:val="00F22E13"/>
    <w:rsid w:val="00F235B2"/>
    <w:rsid w:val="00F23850"/>
    <w:rsid w:val="00F23E34"/>
    <w:rsid w:val="00F24F48"/>
    <w:rsid w:val="00F2537A"/>
    <w:rsid w:val="00F26033"/>
    <w:rsid w:val="00F2644E"/>
    <w:rsid w:val="00F26F98"/>
    <w:rsid w:val="00F26FDB"/>
    <w:rsid w:val="00F274A8"/>
    <w:rsid w:val="00F27F7A"/>
    <w:rsid w:val="00F30D85"/>
    <w:rsid w:val="00F31479"/>
    <w:rsid w:val="00F3193B"/>
    <w:rsid w:val="00F31A15"/>
    <w:rsid w:val="00F32C1F"/>
    <w:rsid w:val="00F333D2"/>
    <w:rsid w:val="00F335A9"/>
    <w:rsid w:val="00F346FB"/>
    <w:rsid w:val="00F3495A"/>
    <w:rsid w:val="00F35441"/>
    <w:rsid w:val="00F358B1"/>
    <w:rsid w:val="00F3595E"/>
    <w:rsid w:val="00F35A86"/>
    <w:rsid w:val="00F35F01"/>
    <w:rsid w:val="00F36A1E"/>
    <w:rsid w:val="00F36A9E"/>
    <w:rsid w:val="00F37179"/>
    <w:rsid w:val="00F37890"/>
    <w:rsid w:val="00F40E87"/>
    <w:rsid w:val="00F41D36"/>
    <w:rsid w:val="00F41F33"/>
    <w:rsid w:val="00F4269D"/>
    <w:rsid w:val="00F43242"/>
    <w:rsid w:val="00F43BE4"/>
    <w:rsid w:val="00F43D2E"/>
    <w:rsid w:val="00F4474A"/>
    <w:rsid w:val="00F448E5"/>
    <w:rsid w:val="00F44D59"/>
    <w:rsid w:val="00F44ED4"/>
    <w:rsid w:val="00F453CF"/>
    <w:rsid w:val="00F4567B"/>
    <w:rsid w:val="00F45A14"/>
    <w:rsid w:val="00F45D06"/>
    <w:rsid w:val="00F45FE7"/>
    <w:rsid w:val="00F45FEC"/>
    <w:rsid w:val="00F46806"/>
    <w:rsid w:val="00F46C0B"/>
    <w:rsid w:val="00F47151"/>
    <w:rsid w:val="00F4746B"/>
    <w:rsid w:val="00F479B0"/>
    <w:rsid w:val="00F47BB2"/>
    <w:rsid w:val="00F47DAD"/>
    <w:rsid w:val="00F50169"/>
    <w:rsid w:val="00F50C75"/>
    <w:rsid w:val="00F50CDF"/>
    <w:rsid w:val="00F50D72"/>
    <w:rsid w:val="00F518A2"/>
    <w:rsid w:val="00F5279B"/>
    <w:rsid w:val="00F52816"/>
    <w:rsid w:val="00F52ED4"/>
    <w:rsid w:val="00F53353"/>
    <w:rsid w:val="00F544F9"/>
    <w:rsid w:val="00F54CB9"/>
    <w:rsid w:val="00F54DFC"/>
    <w:rsid w:val="00F5650C"/>
    <w:rsid w:val="00F56B76"/>
    <w:rsid w:val="00F56C0D"/>
    <w:rsid w:val="00F5747C"/>
    <w:rsid w:val="00F5768B"/>
    <w:rsid w:val="00F5786C"/>
    <w:rsid w:val="00F57F27"/>
    <w:rsid w:val="00F6062D"/>
    <w:rsid w:val="00F606E7"/>
    <w:rsid w:val="00F609B2"/>
    <w:rsid w:val="00F60BC6"/>
    <w:rsid w:val="00F613E4"/>
    <w:rsid w:val="00F614BB"/>
    <w:rsid w:val="00F616EB"/>
    <w:rsid w:val="00F61828"/>
    <w:rsid w:val="00F62BBE"/>
    <w:rsid w:val="00F62E4F"/>
    <w:rsid w:val="00F63EBB"/>
    <w:rsid w:val="00F63EE8"/>
    <w:rsid w:val="00F63F0C"/>
    <w:rsid w:val="00F63F8F"/>
    <w:rsid w:val="00F6427D"/>
    <w:rsid w:val="00F643CB"/>
    <w:rsid w:val="00F64602"/>
    <w:rsid w:val="00F649BC"/>
    <w:rsid w:val="00F64A81"/>
    <w:rsid w:val="00F66E2D"/>
    <w:rsid w:val="00F66F9C"/>
    <w:rsid w:val="00F674F3"/>
    <w:rsid w:val="00F679EE"/>
    <w:rsid w:val="00F67CAB"/>
    <w:rsid w:val="00F71437"/>
    <w:rsid w:val="00F715E0"/>
    <w:rsid w:val="00F719C7"/>
    <w:rsid w:val="00F71E8C"/>
    <w:rsid w:val="00F71EF8"/>
    <w:rsid w:val="00F72459"/>
    <w:rsid w:val="00F7249B"/>
    <w:rsid w:val="00F72506"/>
    <w:rsid w:val="00F729A4"/>
    <w:rsid w:val="00F737C7"/>
    <w:rsid w:val="00F737DC"/>
    <w:rsid w:val="00F73D0B"/>
    <w:rsid w:val="00F73D79"/>
    <w:rsid w:val="00F74227"/>
    <w:rsid w:val="00F74E73"/>
    <w:rsid w:val="00F74F0E"/>
    <w:rsid w:val="00F75BDE"/>
    <w:rsid w:val="00F7656B"/>
    <w:rsid w:val="00F7685A"/>
    <w:rsid w:val="00F770EA"/>
    <w:rsid w:val="00F7721B"/>
    <w:rsid w:val="00F77966"/>
    <w:rsid w:val="00F77D29"/>
    <w:rsid w:val="00F8018B"/>
    <w:rsid w:val="00F81956"/>
    <w:rsid w:val="00F82614"/>
    <w:rsid w:val="00F83129"/>
    <w:rsid w:val="00F8331F"/>
    <w:rsid w:val="00F83602"/>
    <w:rsid w:val="00F8366D"/>
    <w:rsid w:val="00F83D6D"/>
    <w:rsid w:val="00F83D9D"/>
    <w:rsid w:val="00F8457E"/>
    <w:rsid w:val="00F8465F"/>
    <w:rsid w:val="00F84E18"/>
    <w:rsid w:val="00F8502C"/>
    <w:rsid w:val="00F8554D"/>
    <w:rsid w:val="00F855DF"/>
    <w:rsid w:val="00F85915"/>
    <w:rsid w:val="00F85C1A"/>
    <w:rsid w:val="00F8660E"/>
    <w:rsid w:val="00F86790"/>
    <w:rsid w:val="00F86A70"/>
    <w:rsid w:val="00F87EAE"/>
    <w:rsid w:val="00F902C0"/>
    <w:rsid w:val="00F90679"/>
    <w:rsid w:val="00F90CD7"/>
    <w:rsid w:val="00F91615"/>
    <w:rsid w:val="00F91DD8"/>
    <w:rsid w:val="00F91E40"/>
    <w:rsid w:val="00F92F42"/>
    <w:rsid w:val="00F933DE"/>
    <w:rsid w:val="00F9432B"/>
    <w:rsid w:val="00F957E7"/>
    <w:rsid w:val="00F9638F"/>
    <w:rsid w:val="00F967D1"/>
    <w:rsid w:val="00F96CF3"/>
    <w:rsid w:val="00F97C0C"/>
    <w:rsid w:val="00FA12EE"/>
    <w:rsid w:val="00FA13C1"/>
    <w:rsid w:val="00FA24B1"/>
    <w:rsid w:val="00FA2A37"/>
    <w:rsid w:val="00FA2EF2"/>
    <w:rsid w:val="00FA4307"/>
    <w:rsid w:val="00FA45D1"/>
    <w:rsid w:val="00FA5160"/>
    <w:rsid w:val="00FA538E"/>
    <w:rsid w:val="00FA5E52"/>
    <w:rsid w:val="00FA5F11"/>
    <w:rsid w:val="00FA6037"/>
    <w:rsid w:val="00FA6681"/>
    <w:rsid w:val="00FA68FB"/>
    <w:rsid w:val="00FA6CAE"/>
    <w:rsid w:val="00FA6F36"/>
    <w:rsid w:val="00FA796A"/>
    <w:rsid w:val="00FA79D2"/>
    <w:rsid w:val="00FA7AC8"/>
    <w:rsid w:val="00FA7F46"/>
    <w:rsid w:val="00FB0B13"/>
    <w:rsid w:val="00FB10D3"/>
    <w:rsid w:val="00FB1330"/>
    <w:rsid w:val="00FB18CB"/>
    <w:rsid w:val="00FB22DB"/>
    <w:rsid w:val="00FB2BE2"/>
    <w:rsid w:val="00FB35DA"/>
    <w:rsid w:val="00FB3AB3"/>
    <w:rsid w:val="00FB3E0E"/>
    <w:rsid w:val="00FB48BC"/>
    <w:rsid w:val="00FB4C75"/>
    <w:rsid w:val="00FB5256"/>
    <w:rsid w:val="00FB56D9"/>
    <w:rsid w:val="00FB5CC5"/>
    <w:rsid w:val="00FB64FF"/>
    <w:rsid w:val="00FB6D8B"/>
    <w:rsid w:val="00FB7095"/>
    <w:rsid w:val="00FC0618"/>
    <w:rsid w:val="00FC0C66"/>
    <w:rsid w:val="00FC233A"/>
    <w:rsid w:val="00FC2502"/>
    <w:rsid w:val="00FC2BE2"/>
    <w:rsid w:val="00FC305E"/>
    <w:rsid w:val="00FC3084"/>
    <w:rsid w:val="00FC333A"/>
    <w:rsid w:val="00FC3EFC"/>
    <w:rsid w:val="00FC41BA"/>
    <w:rsid w:val="00FC4DF1"/>
    <w:rsid w:val="00FC536B"/>
    <w:rsid w:val="00FC558E"/>
    <w:rsid w:val="00FC5BD9"/>
    <w:rsid w:val="00FC5FBE"/>
    <w:rsid w:val="00FC6607"/>
    <w:rsid w:val="00FC660C"/>
    <w:rsid w:val="00FC6B41"/>
    <w:rsid w:val="00FC6FE8"/>
    <w:rsid w:val="00FC7058"/>
    <w:rsid w:val="00FC71EB"/>
    <w:rsid w:val="00FC734B"/>
    <w:rsid w:val="00FC7D6C"/>
    <w:rsid w:val="00FD0417"/>
    <w:rsid w:val="00FD1031"/>
    <w:rsid w:val="00FD1132"/>
    <w:rsid w:val="00FD22BE"/>
    <w:rsid w:val="00FD2B0E"/>
    <w:rsid w:val="00FD2FDF"/>
    <w:rsid w:val="00FD4D34"/>
    <w:rsid w:val="00FD56C2"/>
    <w:rsid w:val="00FD56FD"/>
    <w:rsid w:val="00FD572E"/>
    <w:rsid w:val="00FD57D2"/>
    <w:rsid w:val="00FD5B7E"/>
    <w:rsid w:val="00FD64C3"/>
    <w:rsid w:val="00FD6913"/>
    <w:rsid w:val="00FD6E21"/>
    <w:rsid w:val="00FD703F"/>
    <w:rsid w:val="00FD7422"/>
    <w:rsid w:val="00FE01F5"/>
    <w:rsid w:val="00FE05B5"/>
    <w:rsid w:val="00FE10C5"/>
    <w:rsid w:val="00FE147D"/>
    <w:rsid w:val="00FE1658"/>
    <w:rsid w:val="00FE1859"/>
    <w:rsid w:val="00FE18F8"/>
    <w:rsid w:val="00FE1D09"/>
    <w:rsid w:val="00FE1EBD"/>
    <w:rsid w:val="00FE218F"/>
    <w:rsid w:val="00FE240D"/>
    <w:rsid w:val="00FE26A9"/>
    <w:rsid w:val="00FE281B"/>
    <w:rsid w:val="00FE2F45"/>
    <w:rsid w:val="00FE2FD2"/>
    <w:rsid w:val="00FE351C"/>
    <w:rsid w:val="00FE3CF3"/>
    <w:rsid w:val="00FE3D24"/>
    <w:rsid w:val="00FE42BB"/>
    <w:rsid w:val="00FE448B"/>
    <w:rsid w:val="00FE4AA0"/>
    <w:rsid w:val="00FE637E"/>
    <w:rsid w:val="00FE680E"/>
    <w:rsid w:val="00FE6AB1"/>
    <w:rsid w:val="00FE78D0"/>
    <w:rsid w:val="00FF08EF"/>
    <w:rsid w:val="00FF0F59"/>
    <w:rsid w:val="00FF1B49"/>
    <w:rsid w:val="00FF1D41"/>
    <w:rsid w:val="00FF1D81"/>
    <w:rsid w:val="00FF1EF3"/>
    <w:rsid w:val="00FF20E3"/>
    <w:rsid w:val="00FF2B07"/>
    <w:rsid w:val="00FF2BB5"/>
    <w:rsid w:val="00FF39C0"/>
    <w:rsid w:val="00FF3E32"/>
    <w:rsid w:val="00FF3E90"/>
    <w:rsid w:val="00FF403C"/>
    <w:rsid w:val="00FF414F"/>
    <w:rsid w:val="00FF439F"/>
    <w:rsid w:val="00FF49B0"/>
    <w:rsid w:val="00FF4C8B"/>
    <w:rsid w:val="00FF54B2"/>
    <w:rsid w:val="00FF57E8"/>
    <w:rsid w:val="00FF5909"/>
    <w:rsid w:val="00FF5B0C"/>
    <w:rsid w:val="00FF5F3E"/>
    <w:rsid w:val="00FF6BD7"/>
    <w:rsid w:val="00FF6D28"/>
    <w:rsid w:val="00FF7115"/>
    <w:rsid w:val="00FF71D4"/>
    <w:rsid w:val="00FF726C"/>
    <w:rsid w:val="00FF75A7"/>
    <w:rsid w:val="00FF79AE"/>
    <w:rsid w:val="00FF7BE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567A"/>
    <w:pPr>
      <w:spacing w:after="200" w:line="360" w:lineRule="auto"/>
      <w:jc w:val="both"/>
    </w:pPr>
    <w:rPr>
      <w:color w:val="000000"/>
      <w:sz w:val="30"/>
      <w:lang w:eastAsia="en-US"/>
    </w:rPr>
  </w:style>
  <w:style w:type="paragraph" w:styleId="1">
    <w:name w:val="heading 1"/>
    <w:basedOn w:val="a0"/>
    <w:next w:val="a0"/>
    <w:link w:val="10"/>
    <w:autoRedefine/>
    <w:uiPriority w:val="9"/>
    <w:qFormat/>
    <w:rsid w:val="00D03D43"/>
    <w:pPr>
      <w:keepNext/>
      <w:keepLines/>
      <w:spacing w:before="360" w:after="360" w:line="240" w:lineRule="auto"/>
      <w:jc w:val="center"/>
      <w:outlineLvl w:val="0"/>
    </w:pPr>
    <w:rPr>
      <w:bCs/>
    </w:rPr>
  </w:style>
  <w:style w:type="paragraph" w:styleId="2">
    <w:name w:val="heading 2"/>
    <w:basedOn w:val="1"/>
    <w:next w:val="a0"/>
    <w:link w:val="20"/>
    <w:uiPriority w:val="9"/>
    <w:unhideWhenUsed/>
    <w:qFormat/>
    <w:rsid w:val="00EB23EF"/>
    <w:pPr>
      <w:spacing w:before="240" w:after="240"/>
      <w:outlineLvl w:val="1"/>
    </w:pPr>
    <w:rPr>
      <w:bCs w:val="0"/>
      <w:szCs w:val="26"/>
    </w:rPr>
  </w:style>
  <w:style w:type="paragraph" w:styleId="3">
    <w:name w:val="heading 3"/>
    <w:basedOn w:val="a0"/>
    <w:next w:val="a0"/>
    <w:link w:val="30"/>
    <w:uiPriority w:val="9"/>
    <w:unhideWhenUsed/>
    <w:rsid w:val="004E5723"/>
    <w:pPr>
      <w:keepNext/>
      <w:keepLines/>
      <w:spacing w:before="360" w:after="360" w:line="240" w:lineRule="auto"/>
      <w:jc w:val="center"/>
      <w:outlineLvl w:val="2"/>
    </w:pPr>
    <w:rPr>
      <w:bCs/>
    </w:rPr>
  </w:style>
  <w:style w:type="paragraph" w:styleId="4">
    <w:name w:val="heading 4"/>
    <w:basedOn w:val="a0"/>
    <w:next w:val="a0"/>
    <w:link w:val="40"/>
    <w:uiPriority w:val="9"/>
    <w:unhideWhenUsed/>
    <w:rsid w:val="006E064A"/>
    <w:pPr>
      <w:keepNext/>
      <w:keepLines/>
      <w:numPr>
        <w:ilvl w:val="3"/>
        <w:numId w:val="4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semiHidden/>
    <w:unhideWhenUsed/>
    <w:rsid w:val="006E064A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E064A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E064A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E064A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E064A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 с красной строки"/>
    <w:basedOn w:val="a0"/>
    <w:link w:val="a5"/>
    <w:qFormat/>
    <w:rsid w:val="001A253C"/>
    <w:pPr>
      <w:spacing w:after="0"/>
      <w:ind w:firstLine="709"/>
    </w:pPr>
    <w:rPr>
      <w:szCs w:val="24"/>
      <w:lang w:val="x-none" w:eastAsia="x-none"/>
    </w:rPr>
  </w:style>
  <w:style w:type="character" w:customStyle="1" w:styleId="a5">
    <w:name w:val="Обычный с красной строки Знак"/>
    <w:link w:val="a4"/>
    <w:rsid w:val="001A253C"/>
    <w:rPr>
      <w:rFonts w:eastAsia="Times New Roman"/>
      <w:szCs w:val="24"/>
      <w:lang w:val="x-none" w:eastAsia="x-none"/>
    </w:rPr>
  </w:style>
  <w:style w:type="paragraph" w:styleId="a6">
    <w:name w:val="header"/>
    <w:basedOn w:val="a0"/>
    <w:link w:val="a7"/>
    <w:uiPriority w:val="99"/>
    <w:unhideWhenUsed/>
    <w:qFormat/>
    <w:rsid w:val="003A5799"/>
    <w:pPr>
      <w:jc w:val="center"/>
    </w:pPr>
    <w:rPr>
      <w:szCs w:val="30"/>
    </w:rPr>
  </w:style>
  <w:style w:type="character" w:customStyle="1" w:styleId="a7">
    <w:name w:val="Верхний колонтитул Знак"/>
    <w:link w:val="a6"/>
    <w:uiPriority w:val="99"/>
    <w:rsid w:val="003A5799"/>
    <w:rPr>
      <w:rFonts w:ascii="Times New Roman" w:hAnsi="Times New Roman"/>
      <w:sz w:val="30"/>
      <w:szCs w:val="30"/>
    </w:rPr>
  </w:style>
  <w:style w:type="paragraph" w:styleId="a8">
    <w:name w:val="footer"/>
    <w:basedOn w:val="a0"/>
    <w:link w:val="a9"/>
    <w:uiPriority w:val="99"/>
    <w:unhideWhenUsed/>
    <w:rsid w:val="003A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3A5799"/>
    <w:rPr>
      <w:rFonts w:ascii="Times New Roman" w:hAnsi="Times New Roman"/>
      <w:sz w:val="28"/>
    </w:rPr>
  </w:style>
  <w:style w:type="character" w:customStyle="1" w:styleId="10">
    <w:name w:val="Заголовок 1 Знак"/>
    <w:link w:val="1"/>
    <w:uiPriority w:val="9"/>
    <w:rsid w:val="00D03D43"/>
    <w:rPr>
      <w:rFonts w:eastAsia="Times New Roman" w:cs="Times New Roman"/>
      <w:bCs/>
    </w:rPr>
  </w:style>
  <w:style w:type="character" w:customStyle="1" w:styleId="20">
    <w:name w:val="Заголовок 2 Знак"/>
    <w:link w:val="2"/>
    <w:uiPriority w:val="9"/>
    <w:rsid w:val="00EB23EF"/>
    <w:rPr>
      <w:rFonts w:eastAsia="Times New Roman" w:cs="Times New Roman"/>
      <w:szCs w:val="26"/>
    </w:rPr>
  </w:style>
  <w:style w:type="character" w:customStyle="1" w:styleId="30">
    <w:name w:val="Заголовок 3 Знак"/>
    <w:link w:val="3"/>
    <w:uiPriority w:val="9"/>
    <w:rsid w:val="004E5723"/>
    <w:rPr>
      <w:rFonts w:eastAsia="Times New Roman" w:cs="Times New Roman"/>
      <w:bCs/>
      <w:color w:val="000000"/>
    </w:rPr>
  </w:style>
  <w:style w:type="character" w:customStyle="1" w:styleId="40">
    <w:name w:val="Заголовок 4 Знак"/>
    <w:link w:val="4"/>
    <w:uiPriority w:val="9"/>
    <w:rsid w:val="006E064A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50">
    <w:name w:val="Заголовок 5 Знак"/>
    <w:link w:val="5"/>
    <w:uiPriority w:val="9"/>
    <w:semiHidden/>
    <w:rsid w:val="006E064A"/>
    <w:rPr>
      <w:rFonts w:ascii="Cambria" w:eastAsia="Times New Roman" w:hAnsi="Cambria" w:cs="Times New Roman"/>
      <w:color w:val="243F60"/>
      <w:sz w:val="28"/>
    </w:rPr>
  </w:style>
  <w:style w:type="character" w:customStyle="1" w:styleId="60">
    <w:name w:val="Заголовок 6 Знак"/>
    <w:link w:val="6"/>
    <w:uiPriority w:val="9"/>
    <w:semiHidden/>
    <w:rsid w:val="006E064A"/>
    <w:rPr>
      <w:rFonts w:ascii="Cambria" w:eastAsia="Times New Roman" w:hAnsi="Cambria" w:cs="Times New Roman"/>
      <w:i/>
      <w:iCs/>
      <w:color w:val="243F60"/>
      <w:sz w:val="28"/>
    </w:rPr>
  </w:style>
  <w:style w:type="character" w:customStyle="1" w:styleId="70">
    <w:name w:val="Заголовок 7 Знак"/>
    <w:link w:val="7"/>
    <w:uiPriority w:val="9"/>
    <w:semiHidden/>
    <w:rsid w:val="006E064A"/>
    <w:rPr>
      <w:rFonts w:ascii="Cambria" w:eastAsia="Times New Roman" w:hAnsi="Cambria" w:cs="Times New Roman"/>
      <w:i/>
      <w:iCs/>
      <w:color w:val="404040"/>
      <w:sz w:val="28"/>
    </w:rPr>
  </w:style>
  <w:style w:type="character" w:customStyle="1" w:styleId="80">
    <w:name w:val="Заголовок 8 Знак"/>
    <w:link w:val="8"/>
    <w:uiPriority w:val="9"/>
    <w:semiHidden/>
    <w:rsid w:val="006E064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6E064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a">
    <w:name w:val="Table Grid"/>
    <w:basedOn w:val="a2"/>
    <w:uiPriority w:val="59"/>
    <w:rsid w:val="00091941"/>
    <w:rPr>
      <w:sz w:val="24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ab">
    <w:name w:val="Табл. Влево"/>
    <w:basedOn w:val="a0"/>
    <w:link w:val="ac"/>
    <w:qFormat/>
    <w:rsid w:val="004E4338"/>
    <w:pPr>
      <w:spacing w:after="0" w:line="264" w:lineRule="auto"/>
      <w:jc w:val="center"/>
    </w:pPr>
    <w:rPr>
      <w:rFonts w:cs="Arial"/>
      <w:bCs/>
      <w:sz w:val="24"/>
      <w:lang w:eastAsia="ru-RU"/>
    </w:rPr>
  </w:style>
  <w:style w:type="paragraph" w:customStyle="1" w:styleId="ad">
    <w:name w:val="Табл. Заголовок"/>
    <w:qFormat/>
    <w:rsid w:val="00091941"/>
    <w:pPr>
      <w:keepNext/>
      <w:keepLines/>
      <w:jc w:val="center"/>
    </w:pPr>
    <w:rPr>
      <w:color w:val="000000"/>
      <w:sz w:val="24"/>
      <w:szCs w:val="24"/>
    </w:rPr>
  </w:style>
  <w:style w:type="numbering" w:customStyle="1" w:styleId="a">
    <w:name w:val="Заголовок_список"/>
    <w:basedOn w:val="a3"/>
    <w:rsid w:val="006E064A"/>
    <w:pPr>
      <w:numPr>
        <w:numId w:val="1"/>
      </w:numPr>
    </w:pPr>
  </w:style>
  <w:style w:type="paragraph" w:styleId="ae">
    <w:name w:val="Balloon Text"/>
    <w:basedOn w:val="a0"/>
    <w:link w:val="af"/>
    <w:uiPriority w:val="99"/>
    <w:semiHidden/>
    <w:unhideWhenUsed/>
    <w:rsid w:val="006E0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6E064A"/>
    <w:rPr>
      <w:rFonts w:ascii="Tahoma" w:hAnsi="Tahoma" w:cs="Tahoma"/>
      <w:sz w:val="16"/>
      <w:szCs w:val="16"/>
    </w:rPr>
  </w:style>
  <w:style w:type="table" w:styleId="-1">
    <w:name w:val="Table Web 1"/>
    <w:basedOn w:val="a2"/>
    <w:rsid w:val="006E064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0">
    <w:name w:val="annotation reference"/>
    <w:uiPriority w:val="99"/>
    <w:semiHidden/>
    <w:unhideWhenUsed/>
    <w:rsid w:val="006E064A"/>
    <w:rPr>
      <w:sz w:val="16"/>
      <w:szCs w:val="16"/>
    </w:rPr>
  </w:style>
  <w:style w:type="paragraph" w:styleId="af1">
    <w:name w:val="annotation subject"/>
    <w:basedOn w:val="a0"/>
    <w:next w:val="a0"/>
    <w:link w:val="af2"/>
    <w:uiPriority w:val="99"/>
    <w:semiHidden/>
    <w:unhideWhenUsed/>
    <w:rsid w:val="002A1EF2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2A1EF2"/>
    <w:rPr>
      <w:rFonts w:ascii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6E064A"/>
    <w:rPr>
      <w:color w:val="000000"/>
      <w:sz w:val="24"/>
      <w:lang w:eastAsia="en-US"/>
    </w:rPr>
  </w:style>
  <w:style w:type="paragraph" w:customStyle="1" w:styleId="af4">
    <w:name w:val="Заголовок документа"/>
    <w:basedOn w:val="a0"/>
    <w:qFormat/>
    <w:rsid w:val="001A253C"/>
    <w:pPr>
      <w:spacing w:after="60" w:line="240" w:lineRule="auto"/>
      <w:contextualSpacing/>
      <w:jc w:val="center"/>
    </w:pPr>
    <w:rPr>
      <w:rFonts w:eastAsia="Calibri"/>
      <w:b/>
    </w:rPr>
  </w:style>
  <w:style w:type="paragraph" w:customStyle="1" w:styleId="af5">
    <w:name w:val="Рис. Название"/>
    <w:next w:val="a4"/>
    <w:autoRedefine/>
    <w:qFormat/>
    <w:rsid w:val="0095762B"/>
    <w:pPr>
      <w:keepLines/>
      <w:spacing w:after="480"/>
      <w:jc w:val="center"/>
    </w:pPr>
    <w:rPr>
      <w:rFonts w:cs="Arial"/>
      <w:color w:val="000000"/>
      <w:sz w:val="24"/>
      <w:szCs w:val="24"/>
    </w:rPr>
  </w:style>
  <w:style w:type="paragraph" w:customStyle="1" w:styleId="af6">
    <w:name w:val="Рис. Формат"/>
    <w:next w:val="a4"/>
    <w:qFormat/>
    <w:rsid w:val="006120AA"/>
    <w:pPr>
      <w:keepNext/>
      <w:keepLines/>
      <w:spacing w:before="120"/>
      <w:jc w:val="center"/>
    </w:pPr>
    <w:rPr>
      <w:color w:val="000000"/>
      <w:sz w:val="28"/>
    </w:rPr>
  </w:style>
  <w:style w:type="table" w:customStyle="1" w:styleId="11">
    <w:name w:val="Сетка таблицы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auto"/>
      </w:tcPr>
    </w:tblStylePr>
  </w:style>
  <w:style w:type="table" w:customStyle="1" w:styleId="21">
    <w:name w:val="Сетка таблицы2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0">
    <w:name w:val="Сетка таблицы1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rPr>
        <w:tblHeader/>
      </w:trPr>
      <w:tcPr>
        <w:shd w:val="clear" w:color="auto" w:fill="F2F2F2"/>
      </w:tcPr>
    </w:tblStylePr>
  </w:style>
  <w:style w:type="table" w:customStyle="1" w:styleId="210">
    <w:name w:val="Сетка таблицы2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">
    <w:name w:val="Сетка таблицы11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">
    <w:name w:val="Сетка таблицы3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41">
    <w:name w:val="Сетка таблицы4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0">
    <w:name w:val="Сетка таблицы3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51">
    <w:name w:val="Сетка таблицы5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61">
    <w:name w:val="Сетка таблицы6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71">
    <w:name w:val="Сетка таблицы7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81">
    <w:name w:val="Сетка таблицы8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">
    <w:name w:val="Стиль1"/>
    <w:basedOn w:val="a2"/>
    <w:uiPriority w:val="99"/>
    <w:rsid w:val="006E064A"/>
    <w:rPr>
      <w:sz w:val="24"/>
    </w:rPr>
    <w:tblPr/>
  </w:style>
  <w:style w:type="table" w:customStyle="1" w:styleId="13">
    <w:name w:val="Сетка таблицы светлая1"/>
    <w:basedOn w:val="a2"/>
    <w:uiPriority w:val="40"/>
    <w:rsid w:val="006E064A"/>
    <w:pPr>
      <w:spacing w:before="120" w:after="120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F2F2F2"/>
      </w:tcPr>
    </w:tblStylePr>
  </w:style>
  <w:style w:type="table" w:customStyle="1" w:styleId="91">
    <w:name w:val="Сетка таблицы9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00">
    <w:name w:val="Сетка таблицы10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0">
    <w:name w:val="Сетка таблицы12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30">
    <w:name w:val="Сетка таблицы13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4">
    <w:name w:val="Сетка таблицы14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5">
    <w:name w:val="Сетка таблицы15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6">
    <w:name w:val="Сетка таблицы16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7">
    <w:name w:val="Сетка таблицы17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8">
    <w:name w:val="Сетка таблицы18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/>
      </w:tcPr>
    </w:tblStylePr>
  </w:style>
  <w:style w:type="table" w:customStyle="1" w:styleId="19">
    <w:name w:val="Сетка таблицы19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/>
      </w:tcPr>
    </w:tblStylePr>
  </w:style>
  <w:style w:type="table" w:customStyle="1" w:styleId="200">
    <w:name w:val="Сетка таблицы20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/>
      </w:tcPr>
    </w:tblStylePr>
  </w:style>
  <w:style w:type="table" w:customStyle="1" w:styleId="22">
    <w:name w:val="Сетка таблицы22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23">
    <w:name w:val="Сетка таблицы23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paragraph" w:customStyle="1" w:styleId="af7">
    <w:name w:val="Табл. Название"/>
    <w:autoRedefine/>
    <w:qFormat/>
    <w:rsid w:val="00771F64"/>
    <w:pPr>
      <w:keepNext/>
      <w:keepLines/>
      <w:widowControl w:val="0"/>
      <w:spacing w:after="120"/>
      <w:jc w:val="center"/>
    </w:pPr>
    <w:rPr>
      <w:bCs/>
      <w:color w:val="000000"/>
      <w:sz w:val="30"/>
    </w:rPr>
  </w:style>
  <w:style w:type="paragraph" w:styleId="af8">
    <w:name w:val="footnote text"/>
    <w:basedOn w:val="a0"/>
    <w:link w:val="af9"/>
    <w:uiPriority w:val="99"/>
    <w:semiHidden/>
    <w:unhideWhenUsed/>
    <w:rsid w:val="00146AEF"/>
    <w:pPr>
      <w:spacing w:after="0" w:line="240" w:lineRule="auto"/>
    </w:pPr>
    <w:rPr>
      <w:sz w:val="20"/>
    </w:rPr>
  </w:style>
  <w:style w:type="character" w:customStyle="1" w:styleId="af9">
    <w:name w:val="Текст сноски Знак"/>
    <w:link w:val="af8"/>
    <w:uiPriority w:val="99"/>
    <w:semiHidden/>
    <w:rsid w:val="00146AEF"/>
    <w:rPr>
      <w:rFonts w:ascii="Times New Roman" w:hAnsi="Times New Roman"/>
      <w:sz w:val="20"/>
      <w:szCs w:val="20"/>
    </w:rPr>
  </w:style>
  <w:style w:type="character" w:styleId="afa">
    <w:name w:val="footnote reference"/>
    <w:uiPriority w:val="99"/>
    <w:semiHidden/>
    <w:unhideWhenUsed/>
    <w:rsid w:val="00146AEF"/>
    <w:rPr>
      <w:vertAlign w:val="superscript"/>
    </w:rPr>
  </w:style>
  <w:style w:type="paragraph" w:customStyle="1" w:styleId="afb">
    <w:name w:val="Для удаления"/>
    <w:basedOn w:val="a4"/>
    <w:link w:val="afc"/>
    <w:qFormat/>
    <w:rsid w:val="00DF4C5A"/>
    <w:rPr>
      <w:color w:val="A6A6A6"/>
      <w:lang w:val="en-US"/>
    </w:rPr>
  </w:style>
  <w:style w:type="character" w:customStyle="1" w:styleId="afc">
    <w:name w:val="Для удаления Знак"/>
    <w:link w:val="afb"/>
    <w:rsid w:val="00DF4C5A"/>
    <w:rPr>
      <w:rFonts w:ascii="Times New Roman" w:eastAsia="Times New Roman" w:hAnsi="Times New Roman" w:cs="Times New Roman"/>
      <w:color w:val="A6A6A6"/>
      <w:sz w:val="30"/>
      <w:szCs w:val="24"/>
      <w:lang w:val="en-US" w:eastAsia="x-none"/>
    </w:rPr>
  </w:style>
  <w:style w:type="paragraph" w:customStyle="1" w:styleId="afd">
    <w:name w:val="Вид документа"/>
    <w:basedOn w:val="a0"/>
    <w:qFormat/>
    <w:rsid w:val="001A253C"/>
    <w:pPr>
      <w:keepNext/>
      <w:keepLines/>
      <w:spacing w:after="0" w:line="240" w:lineRule="auto"/>
      <w:jc w:val="center"/>
    </w:pPr>
    <w:rPr>
      <w:rFonts w:ascii="Times New Roman Полужирный" w:hAnsi="Times New Roman Полужирный"/>
      <w:b/>
      <w:caps/>
    </w:rPr>
  </w:style>
  <w:style w:type="paragraph" w:customStyle="1" w:styleId="afe">
    <w:name w:val="_Портфель_имя"/>
    <w:qFormat/>
    <w:rsid w:val="002330B9"/>
    <w:pPr>
      <w:spacing w:after="200"/>
      <w:jc w:val="center"/>
    </w:pPr>
    <w:rPr>
      <w:rFonts w:ascii="Times New Roman Полужирный" w:hAnsi="Times New Roman Полужирный"/>
      <w:b/>
      <w:caps/>
      <w:color w:val="000000"/>
      <w:sz w:val="36"/>
      <w:szCs w:val="36"/>
    </w:rPr>
  </w:style>
  <w:style w:type="table" w:customStyle="1" w:styleId="1100">
    <w:name w:val="Сетка таблицы110"/>
    <w:basedOn w:val="a2"/>
    <w:next w:val="aa"/>
    <w:uiPriority w:val="59"/>
    <w:rsid w:val="002330B9"/>
    <w:rPr>
      <w:sz w:val="24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aff">
    <w:name w:val="Обычный с номером"/>
    <w:basedOn w:val="a4"/>
    <w:link w:val="aff0"/>
    <w:qFormat/>
    <w:rsid w:val="007048E9"/>
    <w:pPr>
      <w:outlineLvl w:val="2"/>
    </w:pPr>
  </w:style>
  <w:style w:type="character" w:customStyle="1" w:styleId="aff0">
    <w:name w:val="Обычный с номером Знак"/>
    <w:link w:val="aff"/>
    <w:rsid w:val="007048E9"/>
    <w:rPr>
      <w:rFonts w:eastAsia="Times New Roman"/>
      <w:szCs w:val="24"/>
      <w:lang w:val="x-none" w:eastAsia="x-none"/>
    </w:rPr>
  </w:style>
  <w:style w:type="paragraph" w:styleId="aff1">
    <w:name w:val="annotation text"/>
    <w:basedOn w:val="a0"/>
    <w:link w:val="aff2"/>
    <w:uiPriority w:val="99"/>
    <w:semiHidden/>
    <w:unhideWhenUsed/>
    <w:rsid w:val="008B44D7"/>
    <w:pPr>
      <w:spacing w:line="240" w:lineRule="auto"/>
    </w:pPr>
    <w:rPr>
      <w:sz w:val="20"/>
    </w:rPr>
  </w:style>
  <w:style w:type="character" w:customStyle="1" w:styleId="aff2">
    <w:name w:val="Текст примечания Знак"/>
    <w:link w:val="aff1"/>
    <w:uiPriority w:val="99"/>
    <w:semiHidden/>
    <w:rsid w:val="008B44D7"/>
    <w:rPr>
      <w:sz w:val="20"/>
    </w:rPr>
  </w:style>
  <w:style w:type="character" w:customStyle="1" w:styleId="ac">
    <w:name w:val="Табл. Влево Знак"/>
    <w:link w:val="ab"/>
    <w:rsid w:val="004E4338"/>
    <w:rPr>
      <w:rFonts w:eastAsia="Times New Roman" w:cs="Arial"/>
      <w:bCs/>
      <w:sz w:val="24"/>
      <w:lang w:eastAsia="ru-RU"/>
    </w:rPr>
  </w:style>
  <w:style w:type="paragraph" w:customStyle="1" w:styleId="aff3">
    <w:name w:val="Отступ между таблицами"/>
    <w:basedOn w:val="af7"/>
    <w:qFormat/>
    <w:rsid w:val="00771F64"/>
    <w:pPr>
      <w:spacing w:after="0" w:line="14" w:lineRule="auto"/>
    </w:pPr>
    <w:rPr>
      <w:sz w:val="2"/>
    </w:rPr>
  </w:style>
  <w:style w:type="paragraph" w:customStyle="1" w:styleId="aff4">
    <w:name w:val="Табл. нумерация"/>
    <w:basedOn w:val="aff"/>
    <w:link w:val="aff5"/>
    <w:qFormat/>
    <w:rsid w:val="00EB23EF"/>
    <w:pPr>
      <w:keepNext/>
      <w:keepLines/>
      <w:spacing w:before="240" w:after="240" w:line="240" w:lineRule="auto"/>
      <w:ind w:firstLine="0"/>
      <w:jc w:val="right"/>
      <w:outlineLvl w:val="9"/>
    </w:pPr>
  </w:style>
  <w:style w:type="paragraph" w:customStyle="1" w:styleId="aff6">
    <w:name w:val="Табл. название"/>
    <w:basedOn w:val="ab"/>
    <w:link w:val="aff7"/>
    <w:qFormat/>
    <w:rsid w:val="00EB23EF"/>
    <w:pPr>
      <w:keepNext/>
      <w:spacing w:after="120" w:line="240" w:lineRule="auto"/>
    </w:pPr>
    <w:rPr>
      <w:sz w:val="30"/>
    </w:rPr>
  </w:style>
  <w:style w:type="character" w:customStyle="1" w:styleId="aff5">
    <w:name w:val="Табл. нумерация Знак"/>
    <w:link w:val="aff4"/>
    <w:rsid w:val="00EB23EF"/>
    <w:rPr>
      <w:rFonts w:eastAsia="Times New Roman"/>
      <w:szCs w:val="24"/>
      <w:lang w:val="x-none" w:eastAsia="x-none"/>
    </w:rPr>
  </w:style>
  <w:style w:type="character" w:customStyle="1" w:styleId="aff7">
    <w:name w:val="Табл. название Знак"/>
    <w:link w:val="aff6"/>
    <w:rsid w:val="00EB23EF"/>
    <w:rPr>
      <w:rFonts w:eastAsia="Times New Roman" w:cs="Arial"/>
      <w:bCs/>
      <w:sz w:val="24"/>
      <w:lang w:eastAsia="ru-RU"/>
    </w:rPr>
  </w:style>
  <w:style w:type="character" w:styleId="aff8">
    <w:name w:val="Hyperlink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567A"/>
    <w:pPr>
      <w:spacing w:after="200" w:line="360" w:lineRule="auto"/>
      <w:jc w:val="both"/>
    </w:pPr>
    <w:rPr>
      <w:color w:val="000000"/>
      <w:sz w:val="30"/>
      <w:lang w:eastAsia="en-US"/>
    </w:rPr>
  </w:style>
  <w:style w:type="paragraph" w:styleId="1">
    <w:name w:val="heading 1"/>
    <w:basedOn w:val="a0"/>
    <w:next w:val="a0"/>
    <w:link w:val="10"/>
    <w:autoRedefine/>
    <w:uiPriority w:val="9"/>
    <w:qFormat/>
    <w:rsid w:val="00D03D43"/>
    <w:pPr>
      <w:keepNext/>
      <w:keepLines/>
      <w:spacing w:before="360" w:after="360" w:line="240" w:lineRule="auto"/>
      <w:jc w:val="center"/>
      <w:outlineLvl w:val="0"/>
    </w:pPr>
    <w:rPr>
      <w:bCs/>
    </w:rPr>
  </w:style>
  <w:style w:type="paragraph" w:styleId="2">
    <w:name w:val="heading 2"/>
    <w:basedOn w:val="1"/>
    <w:next w:val="a0"/>
    <w:link w:val="20"/>
    <w:uiPriority w:val="9"/>
    <w:unhideWhenUsed/>
    <w:qFormat/>
    <w:rsid w:val="00EB23EF"/>
    <w:pPr>
      <w:spacing w:before="240" w:after="240"/>
      <w:outlineLvl w:val="1"/>
    </w:pPr>
    <w:rPr>
      <w:bCs w:val="0"/>
      <w:szCs w:val="26"/>
    </w:rPr>
  </w:style>
  <w:style w:type="paragraph" w:styleId="3">
    <w:name w:val="heading 3"/>
    <w:basedOn w:val="a0"/>
    <w:next w:val="a0"/>
    <w:link w:val="30"/>
    <w:uiPriority w:val="9"/>
    <w:unhideWhenUsed/>
    <w:rsid w:val="004E5723"/>
    <w:pPr>
      <w:keepNext/>
      <w:keepLines/>
      <w:spacing w:before="360" w:after="360" w:line="240" w:lineRule="auto"/>
      <w:jc w:val="center"/>
      <w:outlineLvl w:val="2"/>
    </w:pPr>
    <w:rPr>
      <w:bCs/>
    </w:rPr>
  </w:style>
  <w:style w:type="paragraph" w:styleId="4">
    <w:name w:val="heading 4"/>
    <w:basedOn w:val="a0"/>
    <w:next w:val="a0"/>
    <w:link w:val="40"/>
    <w:uiPriority w:val="9"/>
    <w:unhideWhenUsed/>
    <w:rsid w:val="006E064A"/>
    <w:pPr>
      <w:keepNext/>
      <w:keepLines/>
      <w:numPr>
        <w:ilvl w:val="3"/>
        <w:numId w:val="4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semiHidden/>
    <w:unhideWhenUsed/>
    <w:rsid w:val="006E064A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E064A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E064A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E064A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E064A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 с красной строки"/>
    <w:basedOn w:val="a0"/>
    <w:link w:val="a5"/>
    <w:qFormat/>
    <w:rsid w:val="001A253C"/>
    <w:pPr>
      <w:spacing w:after="0"/>
      <w:ind w:firstLine="709"/>
    </w:pPr>
    <w:rPr>
      <w:szCs w:val="24"/>
      <w:lang w:val="x-none" w:eastAsia="x-none"/>
    </w:rPr>
  </w:style>
  <w:style w:type="character" w:customStyle="1" w:styleId="a5">
    <w:name w:val="Обычный с красной строки Знак"/>
    <w:link w:val="a4"/>
    <w:rsid w:val="001A253C"/>
    <w:rPr>
      <w:rFonts w:eastAsia="Times New Roman"/>
      <w:szCs w:val="24"/>
      <w:lang w:val="x-none" w:eastAsia="x-none"/>
    </w:rPr>
  </w:style>
  <w:style w:type="paragraph" w:styleId="a6">
    <w:name w:val="header"/>
    <w:basedOn w:val="a0"/>
    <w:link w:val="a7"/>
    <w:uiPriority w:val="99"/>
    <w:unhideWhenUsed/>
    <w:qFormat/>
    <w:rsid w:val="003A5799"/>
    <w:pPr>
      <w:jc w:val="center"/>
    </w:pPr>
    <w:rPr>
      <w:szCs w:val="30"/>
    </w:rPr>
  </w:style>
  <w:style w:type="character" w:customStyle="1" w:styleId="a7">
    <w:name w:val="Верхний колонтитул Знак"/>
    <w:link w:val="a6"/>
    <w:uiPriority w:val="99"/>
    <w:rsid w:val="003A5799"/>
    <w:rPr>
      <w:rFonts w:ascii="Times New Roman" w:hAnsi="Times New Roman"/>
      <w:sz w:val="30"/>
      <w:szCs w:val="30"/>
    </w:rPr>
  </w:style>
  <w:style w:type="paragraph" w:styleId="a8">
    <w:name w:val="footer"/>
    <w:basedOn w:val="a0"/>
    <w:link w:val="a9"/>
    <w:uiPriority w:val="99"/>
    <w:unhideWhenUsed/>
    <w:rsid w:val="003A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3A5799"/>
    <w:rPr>
      <w:rFonts w:ascii="Times New Roman" w:hAnsi="Times New Roman"/>
      <w:sz w:val="28"/>
    </w:rPr>
  </w:style>
  <w:style w:type="character" w:customStyle="1" w:styleId="10">
    <w:name w:val="Заголовок 1 Знак"/>
    <w:link w:val="1"/>
    <w:uiPriority w:val="9"/>
    <w:rsid w:val="00D03D43"/>
    <w:rPr>
      <w:rFonts w:eastAsia="Times New Roman" w:cs="Times New Roman"/>
      <w:bCs/>
    </w:rPr>
  </w:style>
  <w:style w:type="character" w:customStyle="1" w:styleId="20">
    <w:name w:val="Заголовок 2 Знак"/>
    <w:link w:val="2"/>
    <w:uiPriority w:val="9"/>
    <w:rsid w:val="00EB23EF"/>
    <w:rPr>
      <w:rFonts w:eastAsia="Times New Roman" w:cs="Times New Roman"/>
      <w:szCs w:val="26"/>
    </w:rPr>
  </w:style>
  <w:style w:type="character" w:customStyle="1" w:styleId="30">
    <w:name w:val="Заголовок 3 Знак"/>
    <w:link w:val="3"/>
    <w:uiPriority w:val="9"/>
    <w:rsid w:val="004E5723"/>
    <w:rPr>
      <w:rFonts w:eastAsia="Times New Roman" w:cs="Times New Roman"/>
      <w:bCs/>
      <w:color w:val="000000"/>
    </w:rPr>
  </w:style>
  <w:style w:type="character" w:customStyle="1" w:styleId="40">
    <w:name w:val="Заголовок 4 Знак"/>
    <w:link w:val="4"/>
    <w:uiPriority w:val="9"/>
    <w:rsid w:val="006E064A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50">
    <w:name w:val="Заголовок 5 Знак"/>
    <w:link w:val="5"/>
    <w:uiPriority w:val="9"/>
    <w:semiHidden/>
    <w:rsid w:val="006E064A"/>
    <w:rPr>
      <w:rFonts w:ascii="Cambria" w:eastAsia="Times New Roman" w:hAnsi="Cambria" w:cs="Times New Roman"/>
      <w:color w:val="243F60"/>
      <w:sz w:val="28"/>
    </w:rPr>
  </w:style>
  <w:style w:type="character" w:customStyle="1" w:styleId="60">
    <w:name w:val="Заголовок 6 Знак"/>
    <w:link w:val="6"/>
    <w:uiPriority w:val="9"/>
    <w:semiHidden/>
    <w:rsid w:val="006E064A"/>
    <w:rPr>
      <w:rFonts w:ascii="Cambria" w:eastAsia="Times New Roman" w:hAnsi="Cambria" w:cs="Times New Roman"/>
      <w:i/>
      <w:iCs/>
      <w:color w:val="243F60"/>
      <w:sz w:val="28"/>
    </w:rPr>
  </w:style>
  <w:style w:type="character" w:customStyle="1" w:styleId="70">
    <w:name w:val="Заголовок 7 Знак"/>
    <w:link w:val="7"/>
    <w:uiPriority w:val="9"/>
    <w:semiHidden/>
    <w:rsid w:val="006E064A"/>
    <w:rPr>
      <w:rFonts w:ascii="Cambria" w:eastAsia="Times New Roman" w:hAnsi="Cambria" w:cs="Times New Roman"/>
      <w:i/>
      <w:iCs/>
      <w:color w:val="404040"/>
      <w:sz w:val="28"/>
    </w:rPr>
  </w:style>
  <w:style w:type="character" w:customStyle="1" w:styleId="80">
    <w:name w:val="Заголовок 8 Знак"/>
    <w:link w:val="8"/>
    <w:uiPriority w:val="9"/>
    <w:semiHidden/>
    <w:rsid w:val="006E064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6E064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a">
    <w:name w:val="Table Grid"/>
    <w:basedOn w:val="a2"/>
    <w:uiPriority w:val="59"/>
    <w:rsid w:val="00091941"/>
    <w:rPr>
      <w:sz w:val="24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ab">
    <w:name w:val="Табл. Влево"/>
    <w:basedOn w:val="a0"/>
    <w:link w:val="ac"/>
    <w:qFormat/>
    <w:rsid w:val="004E4338"/>
    <w:pPr>
      <w:spacing w:after="0" w:line="264" w:lineRule="auto"/>
      <w:jc w:val="center"/>
    </w:pPr>
    <w:rPr>
      <w:rFonts w:cs="Arial"/>
      <w:bCs/>
      <w:sz w:val="24"/>
      <w:lang w:eastAsia="ru-RU"/>
    </w:rPr>
  </w:style>
  <w:style w:type="paragraph" w:customStyle="1" w:styleId="ad">
    <w:name w:val="Табл. Заголовок"/>
    <w:qFormat/>
    <w:rsid w:val="00091941"/>
    <w:pPr>
      <w:keepNext/>
      <w:keepLines/>
      <w:jc w:val="center"/>
    </w:pPr>
    <w:rPr>
      <w:color w:val="000000"/>
      <w:sz w:val="24"/>
      <w:szCs w:val="24"/>
    </w:rPr>
  </w:style>
  <w:style w:type="numbering" w:customStyle="1" w:styleId="a">
    <w:name w:val="Заголовок_список"/>
    <w:basedOn w:val="a3"/>
    <w:rsid w:val="006E064A"/>
    <w:pPr>
      <w:numPr>
        <w:numId w:val="1"/>
      </w:numPr>
    </w:pPr>
  </w:style>
  <w:style w:type="paragraph" w:styleId="ae">
    <w:name w:val="Balloon Text"/>
    <w:basedOn w:val="a0"/>
    <w:link w:val="af"/>
    <w:uiPriority w:val="99"/>
    <w:semiHidden/>
    <w:unhideWhenUsed/>
    <w:rsid w:val="006E0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6E064A"/>
    <w:rPr>
      <w:rFonts w:ascii="Tahoma" w:hAnsi="Tahoma" w:cs="Tahoma"/>
      <w:sz w:val="16"/>
      <w:szCs w:val="16"/>
    </w:rPr>
  </w:style>
  <w:style w:type="table" w:styleId="-1">
    <w:name w:val="Table Web 1"/>
    <w:basedOn w:val="a2"/>
    <w:rsid w:val="006E064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0">
    <w:name w:val="annotation reference"/>
    <w:uiPriority w:val="99"/>
    <w:semiHidden/>
    <w:unhideWhenUsed/>
    <w:rsid w:val="006E064A"/>
    <w:rPr>
      <w:sz w:val="16"/>
      <w:szCs w:val="16"/>
    </w:rPr>
  </w:style>
  <w:style w:type="paragraph" w:styleId="af1">
    <w:name w:val="annotation subject"/>
    <w:basedOn w:val="a0"/>
    <w:next w:val="a0"/>
    <w:link w:val="af2"/>
    <w:uiPriority w:val="99"/>
    <w:semiHidden/>
    <w:unhideWhenUsed/>
    <w:rsid w:val="002A1EF2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2A1EF2"/>
    <w:rPr>
      <w:rFonts w:ascii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6E064A"/>
    <w:rPr>
      <w:color w:val="000000"/>
      <w:sz w:val="24"/>
      <w:lang w:eastAsia="en-US"/>
    </w:rPr>
  </w:style>
  <w:style w:type="paragraph" w:customStyle="1" w:styleId="af4">
    <w:name w:val="Заголовок документа"/>
    <w:basedOn w:val="a0"/>
    <w:qFormat/>
    <w:rsid w:val="001A253C"/>
    <w:pPr>
      <w:spacing w:after="60" w:line="240" w:lineRule="auto"/>
      <w:contextualSpacing/>
      <w:jc w:val="center"/>
    </w:pPr>
    <w:rPr>
      <w:rFonts w:eastAsia="Calibri"/>
      <w:b/>
    </w:rPr>
  </w:style>
  <w:style w:type="paragraph" w:customStyle="1" w:styleId="af5">
    <w:name w:val="Рис. Название"/>
    <w:next w:val="a4"/>
    <w:autoRedefine/>
    <w:qFormat/>
    <w:rsid w:val="0095762B"/>
    <w:pPr>
      <w:keepLines/>
      <w:spacing w:after="480"/>
      <w:jc w:val="center"/>
    </w:pPr>
    <w:rPr>
      <w:rFonts w:cs="Arial"/>
      <w:color w:val="000000"/>
      <w:sz w:val="24"/>
      <w:szCs w:val="24"/>
    </w:rPr>
  </w:style>
  <w:style w:type="paragraph" w:customStyle="1" w:styleId="af6">
    <w:name w:val="Рис. Формат"/>
    <w:next w:val="a4"/>
    <w:qFormat/>
    <w:rsid w:val="006120AA"/>
    <w:pPr>
      <w:keepNext/>
      <w:keepLines/>
      <w:spacing w:before="120"/>
      <w:jc w:val="center"/>
    </w:pPr>
    <w:rPr>
      <w:color w:val="000000"/>
      <w:sz w:val="28"/>
    </w:rPr>
  </w:style>
  <w:style w:type="table" w:customStyle="1" w:styleId="11">
    <w:name w:val="Сетка таблицы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auto"/>
      </w:tcPr>
    </w:tblStylePr>
  </w:style>
  <w:style w:type="table" w:customStyle="1" w:styleId="21">
    <w:name w:val="Сетка таблицы2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0">
    <w:name w:val="Сетка таблицы1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rPr>
        <w:tblHeader/>
      </w:trPr>
      <w:tcPr>
        <w:shd w:val="clear" w:color="auto" w:fill="F2F2F2"/>
      </w:tcPr>
    </w:tblStylePr>
  </w:style>
  <w:style w:type="table" w:customStyle="1" w:styleId="210">
    <w:name w:val="Сетка таблицы2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">
    <w:name w:val="Сетка таблицы11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">
    <w:name w:val="Сетка таблицы3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41">
    <w:name w:val="Сетка таблицы4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0">
    <w:name w:val="Сетка таблицы31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51">
    <w:name w:val="Сетка таблицы5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61">
    <w:name w:val="Сетка таблицы6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71">
    <w:name w:val="Сетка таблицы7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81">
    <w:name w:val="Сетка таблицы8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">
    <w:name w:val="Стиль1"/>
    <w:basedOn w:val="a2"/>
    <w:uiPriority w:val="99"/>
    <w:rsid w:val="006E064A"/>
    <w:rPr>
      <w:sz w:val="24"/>
    </w:rPr>
    <w:tblPr/>
  </w:style>
  <w:style w:type="table" w:customStyle="1" w:styleId="13">
    <w:name w:val="Сетка таблицы светлая1"/>
    <w:basedOn w:val="a2"/>
    <w:uiPriority w:val="40"/>
    <w:rsid w:val="006E064A"/>
    <w:pPr>
      <w:spacing w:before="120" w:after="120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F2F2F2"/>
      </w:tcPr>
    </w:tblStylePr>
  </w:style>
  <w:style w:type="table" w:customStyle="1" w:styleId="91">
    <w:name w:val="Сетка таблицы9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00">
    <w:name w:val="Сетка таблицы10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0">
    <w:name w:val="Сетка таблицы12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30">
    <w:name w:val="Сетка таблицы13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4">
    <w:name w:val="Сетка таблицы14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5">
    <w:name w:val="Сетка таблицы15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6">
    <w:name w:val="Сетка таблицы16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7">
    <w:name w:val="Сетка таблицы17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8">
    <w:name w:val="Сетка таблицы18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/>
      </w:tcPr>
    </w:tblStylePr>
  </w:style>
  <w:style w:type="table" w:customStyle="1" w:styleId="19">
    <w:name w:val="Сетка таблицы19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/>
      </w:tcPr>
    </w:tblStylePr>
  </w:style>
  <w:style w:type="table" w:customStyle="1" w:styleId="200">
    <w:name w:val="Сетка таблицы20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/>
      </w:tcPr>
    </w:tblStylePr>
  </w:style>
  <w:style w:type="table" w:customStyle="1" w:styleId="22">
    <w:name w:val="Сетка таблицы22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23">
    <w:name w:val="Сетка таблицы23"/>
    <w:basedOn w:val="a2"/>
    <w:next w:val="aa"/>
    <w:uiPriority w:val="59"/>
    <w:rsid w:val="006E064A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paragraph" w:customStyle="1" w:styleId="af7">
    <w:name w:val="Табл. Название"/>
    <w:autoRedefine/>
    <w:qFormat/>
    <w:rsid w:val="00771F64"/>
    <w:pPr>
      <w:keepNext/>
      <w:keepLines/>
      <w:widowControl w:val="0"/>
      <w:spacing w:after="120"/>
      <w:jc w:val="center"/>
    </w:pPr>
    <w:rPr>
      <w:bCs/>
      <w:color w:val="000000"/>
      <w:sz w:val="30"/>
    </w:rPr>
  </w:style>
  <w:style w:type="paragraph" w:styleId="af8">
    <w:name w:val="footnote text"/>
    <w:basedOn w:val="a0"/>
    <w:link w:val="af9"/>
    <w:uiPriority w:val="99"/>
    <w:semiHidden/>
    <w:unhideWhenUsed/>
    <w:rsid w:val="00146AEF"/>
    <w:pPr>
      <w:spacing w:after="0" w:line="240" w:lineRule="auto"/>
    </w:pPr>
    <w:rPr>
      <w:sz w:val="20"/>
    </w:rPr>
  </w:style>
  <w:style w:type="character" w:customStyle="1" w:styleId="af9">
    <w:name w:val="Текст сноски Знак"/>
    <w:link w:val="af8"/>
    <w:uiPriority w:val="99"/>
    <w:semiHidden/>
    <w:rsid w:val="00146AEF"/>
    <w:rPr>
      <w:rFonts w:ascii="Times New Roman" w:hAnsi="Times New Roman"/>
      <w:sz w:val="20"/>
      <w:szCs w:val="20"/>
    </w:rPr>
  </w:style>
  <w:style w:type="character" w:styleId="afa">
    <w:name w:val="footnote reference"/>
    <w:uiPriority w:val="99"/>
    <w:semiHidden/>
    <w:unhideWhenUsed/>
    <w:rsid w:val="00146AEF"/>
    <w:rPr>
      <w:vertAlign w:val="superscript"/>
    </w:rPr>
  </w:style>
  <w:style w:type="paragraph" w:customStyle="1" w:styleId="afb">
    <w:name w:val="Для удаления"/>
    <w:basedOn w:val="a4"/>
    <w:link w:val="afc"/>
    <w:qFormat/>
    <w:rsid w:val="00DF4C5A"/>
    <w:rPr>
      <w:color w:val="A6A6A6"/>
      <w:lang w:val="en-US"/>
    </w:rPr>
  </w:style>
  <w:style w:type="character" w:customStyle="1" w:styleId="afc">
    <w:name w:val="Для удаления Знак"/>
    <w:link w:val="afb"/>
    <w:rsid w:val="00DF4C5A"/>
    <w:rPr>
      <w:rFonts w:ascii="Times New Roman" w:eastAsia="Times New Roman" w:hAnsi="Times New Roman" w:cs="Times New Roman"/>
      <w:color w:val="A6A6A6"/>
      <w:sz w:val="30"/>
      <w:szCs w:val="24"/>
      <w:lang w:val="en-US" w:eastAsia="x-none"/>
    </w:rPr>
  </w:style>
  <w:style w:type="paragraph" w:customStyle="1" w:styleId="afd">
    <w:name w:val="Вид документа"/>
    <w:basedOn w:val="a0"/>
    <w:qFormat/>
    <w:rsid w:val="001A253C"/>
    <w:pPr>
      <w:keepNext/>
      <w:keepLines/>
      <w:spacing w:after="0" w:line="240" w:lineRule="auto"/>
      <w:jc w:val="center"/>
    </w:pPr>
    <w:rPr>
      <w:rFonts w:ascii="Times New Roman Полужирный" w:hAnsi="Times New Roman Полужирный"/>
      <w:b/>
      <w:caps/>
    </w:rPr>
  </w:style>
  <w:style w:type="paragraph" w:customStyle="1" w:styleId="afe">
    <w:name w:val="_Портфель_имя"/>
    <w:qFormat/>
    <w:rsid w:val="002330B9"/>
    <w:pPr>
      <w:spacing w:after="200"/>
      <w:jc w:val="center"/>
    </w:pPr>
    <w:rPr>
      <w:rFonts w:ascii="Times New Roman Полужирный" w:hAnsi="Times New Roman Полужирный"/>
      <w:b/>
      <w:caps/>
      <w:color w:val="000000"/>
      <w:sz w:val="36"/>
      <w:szCs w:val="36"/>
    </w:rPr>
  </w:style>
  <w:style w:type="table" w:customStyle="1" w:styleId="1100">
    <w:name w:val="Сетка таблицы110"/>
    <w:basedOn w:val="a2"/>
    <w:next w:val="aa"/>
    <w:uiPriority w:val="59"/>
    <w:rsid w:val="002330B9"/>
    <w:rPr>
      <w:sz w:val="24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customStyle="1" w:styleId="aff">
    <w:name w:val="Обычный с номером"/>
    <w:basedOn w:val="a4"/>
    <w:link w:val="aff0"/>
    <w:qFormat/>
    <w:rsid w:val="007048E9"/>
    <w:pPr>
      <w:outlineLvl w:val="2"/>
    </w:pPr>
  </w:style>
  <w:style w:type="character" w:customStyle="1" w:styleId="aff0">
    <w:name w:val="Обычный с номером Знак"/>
    <w:link w:val="aff"/>
    <w:rsid w:val="007048E9"/>
    <w:rPr>
      <w:rFonts w:eastAsia="Times New Roman"/>
      <w:szCs w:val="24"/>
      <w:lang w:val="x-none" w:eastAsia="x-none"/>
    </w:rPr>
  </w:style>
  <w:style w:type="paragraph" w:styleId="aff1">
    <w:name w:val="annotation text"/>
    <w:basedOn w:val="a0"/>
    <w:link w:val="aff2"/>
    <w:uiPriority w:val="99"/>
    <w:semiHidden/>
    <w:unhideWhenUsed/>
    <w:rsid w:val="008B44D7"/>
    <w:pPr>
      <w:spacing w:line="240" w:lineRule="auto"/>
    </w:pPr>
    <w:rPr>
      <w:sz w:val="20"/>
    </w:rPr>
  </w:style>
  <w:style w:type="character" w:customStyle="1" w:styleId="aff2">
    <w:name w:val="Текст примечания Знак"/>
    <w:link w:val="aff1"/>
    <w:uiPriority w:val="99"/>
    <w:semiHidden/>
    <w:rsid w:val="008B44D7"/>
    <w:rPr>
      <w:sz w:val="20"/>
    </w:rPr>
  </w:style>
  <w:style w:type="character" w:customStyle="1" w:styleId="ac">
    <w:name w:val="Табл. Влево Знак"/>
    <w:link w:val="ab"/>
    <w:rsid w:val="004E4338"/>
    <w:rPr>
      <w:rFonts w:eastAsia="Times New Roman" w:cs="Arial"/>
      <w:bCs/>
      <w:sz w:val="24"/>
      <w:lang w:eastAsia="ru-RU"/>
    </w:rPr>
  </w:style>
  <w:style w:type="paragraph" w:customStyle="1" w:styleId="aff3">
    <w:name w:val="Отступ между таблицами"/>
    <w:basedOn w:val="af7"/>
    <w:qFormat/>
    <w:rsid w:val="00771F64"/>
    <w:pPr>
      <w:spacing w:after="0" w:line="14" w:lineRule="auto"/>
    </w:pPr>
    <w:rPr>
      <w:sz w:val="2"/>
    </w:rPr>
  </w:style>
  <w:style w:type="paragraph" w:customStyle="1" w:styleId="aff4">
    <w:name w:val="Табл. нумерация"/>
    <w:basedOn w:val="aff"/>
    <w:link w:val="aff5"/>
    <w:qFormat/>
    <w:rsid w:val="00EB23EF"/>
    <w:pPr>
      <w:keepNext/>
      <w:keepLines/>
      <w:spacing w:before="240" w:after="240" w:line="240" w:lineRule="auto"/>
      <w:ind w:firstLine="0"/>
      <w:jc w:val="right"/>
      <w:outlineLvl w:val="9"/>
    </w:pPr>
  </w:style>
  <w:style w:type="paragraph" w:customStyle="1" w:styleId="aff6">
    <w:name w:val="Табл. название"/>
    <w:basedOn w:val="ab"/>
    <w:link w:val="aff7"/>
    <w:qFormat/>
    <w:rsid w:val="00EB23EF"/>
    <w:pPr>
      <w:keepNext/>
      <w:spacing w:after="120" w:line="240" w:lineRule="auto"/>
    </w:pPr>
    <w:rPr>
      <w:sz w:val="30"/>
    </w:rPr>
  </w:style>
  <w:style w:type="character" w:customStyle="1" w:styleId="aff5">
    <w:name w:val="Табл. нумерация Знак"/>
    <w:link w:val="aff4"/>
    <w:rsid w:val="00EB23EF"/>
    <w:rPr>
      <w:rFonts w:eastAsia="Times New Roman"/>
      <w:szCs w:val="24"/>
      <w:lang w:val="x-none" w:eastAsia="x-none"/>
    </w:rPr>
  </w:style>
  <w:style w:type="character" w:customStyle="1" w:styleId="aff7">
    <w:name w:val="Табл. название Знак"/>
    <w:link w:val="aff6"/>
    <w:rsid w:val="00EB23EF"/>
    <w:rPr>
      <w:rFonts w:eastAsia="Times New Roman" w:cs="Arial"/>
      <w:bCs/>
      <w:sz w:val="24"/>
      <w:lang w:eastAsia="ru-RU"/>
    </w:rPr>
  </w:style>
  <w:style w:type="character" w:styleId="aff8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5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2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eliverstov\Desktop\&#1050;&#1086;&#1084;&#1087;&#1083;&#1077;&#1082;&#1090;%20&#1054;&#1055;%2032\&#1047;&#1072;&#1084;&#1095;&#1077;&#1072;&#1085;&#1080;&#1103;%20&#1055;&#1044;%20&#1054;&#1055;%2033\&#1054;&#1055;33%20-%20&#1055;&#1088;&#1072;&#1074;&#1080;&#1083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C116-C023-42B7-967E-5AD634C0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ОП33 - Правила</Template>
  <TotalTime>0</TotalTime>
  <Pages>50</Pages>
  <Words>8633</Words>
  <Characters>49212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2016-05-20T09:01:00Z</dcterms:created>
  <dcterms:modified xsi:type="dcterms:W3CDTF">2016-08-31T10:12:00Z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 шаблона">
    <vt:lpwstr>0.2.12</vt:lpwstr>
  </property>
</Properties>
</file>